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7FFC9" w14:textId="77777777" w:rsidR="00632595" w:rsidRPr="00BC2BFF" w:rsidRDefault="001051F5" w:rsidP="005C1753">
      <w:pPr>
        <w:jc w:val="center"/>
      </w:pPr>
      <w:r w:rsidRPr="001957D5">
        <w:rPr>
          <w:rFonts w:cstheme="minorHAnsi"/>
          <w:b/>
          <w:noProof/>
          <w:color w:val="999999"/>
          <w:sz w:val="24"/>
          <w:szCs w:val="24"/>
          <w:lang w:eastAsia="fr-FR"/>
        </w:rPr>
        <w:drawing>
          <wp:anchor distT="0" distB="0" distL="114300" distR="114300" simplePos="0" relativeHeight="251659264" behindDoc="0" locked="0" layoutInCell="1" allowOverlap="1" wp14:anchorId="387D5182" wp14:editId="702341EF">
            <wp:simplePos x="0" y="0"/>
            <wp:positionH relativeFrom="margin">
              <wp:align>center</wp:align>
            </wp:positionH>
            <wp:positionV relativeFrom="paragraph">
              <wp:posOffset>218440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6B2C920A" w14:textId="77777777" w:rsidR="00B3398C" w:rsidRPr="00BC2BFF" w:rsidRDefault="00B3398C"/>
    <w:p w14:paraId="27EB898A" w14:textId="77777777" w:rsidR="00B3398C" w:rsidRPr="00BC2BFF" w:rsidRDefault="00B3398C" w:rsidP="00B1466D">
      <w:pPr>
        <w:rPr>
          <w:rFonts w:cs="Arial"/>
          <w:sz w:val="36"/>
          <w:szCs w:val="36"/>
        </w:rPr>
      </w:pPr>
    </w:p>
    <w:p w14:paraId="12082902" w14:textId="77777777" w:rsidR="00042D7D" w:rsidRPr="00D27E8D" w:rsidRDefault="00042D7D" w:rsidP="00B1466D">
      <w:pPr>
        <w:rPr>
          <w:rFonts w:cs="Arial"/>
          <w:sz w:val="24"/>
          <w:szCs w:val="24"/>
        </w:rPr>
      </w:pPr>
    </w:p>
    <w:p w14:paraId="5E19FC34" w14:textId="13C07FEE" w:rsidR="00D27E8D" w:rsidRDefault="00D27E8D" w:rsidP="00D27E8D">
      <w:pPr>
        <w:jc w:val="center"/>
        <w:rPr>
          <w:sz w:val="24"/>
          <w:szCs w:val="24"/>
        </w:rPr>
      </w:pPr>
      <w:r w:rsidRPr="007155A1">
        <w:rPr>
          <w:sz w:val="24"/>
          <w:szCs w:val="24"/>
        </w:rPr>
        <w:t xml:space="preserve">Pouvoir Adjudicateur : </w:t>
      </w:r>
    </w:p>
    <w:p w14:paraId="5AF88056" w14:textId="77777777" w:rsidR="007155A1" w:rsidRPr="007155A1" w:rsidRDefault="007155A1" w:rsidP="00D27E8D">
      <w:pPr>
        <w:jc w:val="center"/>
        <w:rPr>
          <w:sz w:val="24"/>
          <w:szCs w:val="24"/>
        </w:rPr>
      </w:pPr>
    </w:p>
    <w:p w14:paraId="25ED45DD" w14:textId="449C7D8E" w:rsidR="00D27E8D" w:rsidRPr="007155A1" w:rsidRDefault="00D27E8D" w:rsidP="00D27E8D">
      <w:pPr>
        <w:spacing w:before="0" w:after="0"/>
        <w:jc w:val="center"/>
        <w:rPr>
          <w:rFonts w:eastAsia="Arial Narrow" w:cs="Arial Narrow"/>
          <w:b/>
          <w:sz w:val="24"/>
          <w:szCs w:val="24"/>
        </w:rPr>
      </w:pPr>
      <w:r w:rsidRPr="007155A1">
        <w:rPr>
          <w:b/>
          <w:sz w:val="24"/>
          <w:szCs w:val="24"/>
        </w:rPr>
        <w:t xml:space="preserve">INRAE, </w:t>
      </w:r>
      <w:r w:rsidRPr="007155A1">
        <w:rPr>
          <w:rFonts w:eastAsia="Arial Narrow" w:cs="Arial Narrow"/>
          <w:b/>
          <w:sz w:val="24"/>
          <w:szCs w:val="24"/>
        </w:rPr>
        <w:t>Centre Ile-de-France - Versailles-</w:t>
      </w:r>
      <w:r w:rsidR="00D74AB2" w:rsidRPr="007155A1">
        <w:rPr>
          <w:rFonts w:eastAsia="Arial Narrow" w:cs="Arial Narrow"/>
          <w:b/>
          <w:sz w:val="24"/>
          <w:szCs w:val="24"/>
        </w:rPr>
        <w:t>Saclay</w:t>
      </w:r>
    </w:p>
    <w:p w14:paraId="1A9DE323" w14:textId="77777777" w:rsidR="00D27E8D" w:rsidRPr="007155A1" w:rsidRDefault="00D27E8D" w:rsidP="00D27E8D">
      <w:pPr>
        <w:spacing w:before="0" w:after="0"/>
        <w:jc w:val="center"/>
        <w:rPr>
          <w:sz w:val="24"/>
          <w:szCs w:val="24"/>
        </w:rPr>
      </w:pPr>
      <w:r w:rsidRPr="007155A1">
        <w:rPr>
          <w:rFonts w:eastAsia="Arial Narrow" w:cs="Arial"/>
          <w:bCs/>
          <w:sz w:val="24"/>
          <w:szCs w:val="24"/>
        </w:rPr>
        <w:t>RD10 – Route de Saint-Cyr</w:t>
      </w:r>
    </w:p>
    <w:p w14:paraId="361F83DE" w14:textId="1412180A" w:rsidR="00D27E8D" w:rsidRDefault="00D27E8D" w:rsidP="00D27E8D">
      <w:pPr>
        <w:spacing w:before="0" w:after="0"/>
        <w:jc w:val="center"/>
        <w:rPr>
          <w:rFonts w:eastAsia="Arial Narrow" w:cs="Arial"/>
          <w:bCs/>
          <w:sz w:val="24"/>
          <w:szCs w:val="24"/>
        </w:rPr>
      </w:pPr>
      <w:r w:rsidRPr="007155A1">
        <w:rPr>
          <w:rFonts w:eastAsia="Arial Narrow" w:cs="Arial"/>
          <w:bCs/>
          <w:sz w:val="24"/>
          <w:szCs w:val="24"/>
        </w:rPr>
        <w:t>78026 VERSAILLES Cedex</w:t>
      </w:r>
    </w:p>
    <w:p w14:paraId="1530FF58" w14:textId="77777777" w:rsidR="007155A1" w:rsidRPr="007155A1" w:rsidRDefault="007155A1" w:rsidP="00D27E8D">
      <w:pPr>
        <w:spacing w:before="0" w:after="0"/>
        <w:jc w:val="center"/>
        <w:rPr>
          <w:sz w:val="24"/>
          <w:szCs w:val="24"/>
        </w:rPr>
      </w:pPr>
    </w:p>
    <w:p w14:paraId="55E748EB" w14:textId="5BFB8BCC" w:rsidR="00D27E8D" w:rsidRPr="007155A1" w:rsidRDefault="00D27E8D" w:rsidP="00D27E8D">
      <w:pPr>
        <w:jc w:val="center"/>
        <w:rPr>
          <w:b/>
          <w:sz w:val="24"/>
          <w:szCs w:val="24"/>
        </w:rPr>
      </w:pPr>
      <w:r w:rsidRPr="007155A1">
        <w:rPr>
          <w:b/>
          <w:sz w:val="24"/>
          <w:szCs w:val="24"/>
        </w:rPr>
        <w:t xml:space="preserve">Unité </w:t>
      </w:r>
      <w:r w:rsidR="007155A1" w:rsidRPr="007155A1">
        <w:rPr>
          <w:b/>
          <w:sz w:val="24"/>
          <w:szCs w:val="24"/>
        </w:rPr>
        <w:t xml:space="preserve">concernée : unité </w:t>
      </w:r>
      <w:r w:rsidR="009E4E25" w:rsidRPr="007155A1">
        <w:rPr>
          <w:b/>
          <w:sz w:val="24"/>
          <w:szCs w:val="24"/>
        </w:rPr>
        <w:t xml:space="preserve">BIOGER (codique </w:t>
      </w:r>
      <w:r w:rsidR="007155A1" w:rsidRPr="007155A1">
        <w:rPr>
          <w:b/>
          <w:sz w:val="24"/>
          <w:szCs w:val="24"/>
        </w:rPr>
        <w:t>1290)</w:t>
      </w:r>
    </w:p>
    <w:p w14:paraId="68D726BD" w14:textId="77777777" w:rsidR="00DB60DB" w:rsidRDefault="00D27E8D" w:rsidP="00DB60DB">
      <w:pPr>
        <w:spacing w:before="0" w:after="0"/>
        <w:jc w:val="center"/>
        <w:rPr>
          <w:sz w:val="24"/>
          <w:szCs w:val="24"/>
        </w:rPr>
      </w:pPr>
      <w:r w:rsidRPr="007155A1">
        <w:rPr>
          <w:sz w:val="24"/>
          <w:szCs w:val="24"/>
        </w:rPr>
        <w:t>Adresse :</w:t>
      </w:r>
      <w:r w:rsidR="007155A1">
        <w:rPr>
          <w:sz w:val="24"/>
          <w:szCs w:val="24"/>
        </w:rPr>
        <w:t xml:space="preserve"> </w:t>
      </w:r>
      <w:r w:rsidR="007155A1" w:rsidRPr="007155A1">
        <w:rPr>
          <w:sz w:val="24"/>
          <w:szCs w:val="24"/>
        </w:rPr>
        <w:t xml:space="preserve">Campus Agro Paris-Saclay </w:t>
      </w:r>
      <w:r w:rsidR="00DB60DB">
        <w:rPr>
          <w:sz w:val="24"/>
          <w:szCs w:val="24"/>
        </w:rPr>
        <w:t xml:space="preserve"> </w:t>
      </w:r>
    </w:p>
    <w:p w14:paraId="0B28E528" w14:textId="1C6EAC55" w:rsidR="00DB60DB" w:rsidRDefault="00DB60DB" w:rsidP="00DB60DB">
      <w:pPr>
        <w:spacing w:before="0" w:after="0"/>
        <w:jc w:val="center"/>
        <w:rPr>
          <w:sz w:val="24"/>
          <w:szCs w:val="24"/>
        </w:rPr>
      </w:pPr>
      <w:r>
        <w:rPr>
          <w:sz w:val="24"/>
          <w:szCs w:val="24"/>
        </w:rPr>
        <w:t xml:space="preserve"> INRAE- </w:t>
      </w:r>
      <w:proofErr w:type="spellStart"/>
      <w:r>
        <w:rPr>
          <w:sz w:val="24"/>
          <w:szCs w:val="24"/>
        </w:rPr>
        <w:t>AgroParis</w:t>
      </w:r>
      <w:proofErr w:type="spellEnd"/>
      <w:r>
        <w:rPr>
          <w:sz w:val="24"/>
          <w:szCs w:val="24"/>
        </w:rPr>
        <w:t xml:space="preserve"> Tech – UR1290 BIOGER – Bâtiment F</w:t>
      </w:r>
    </w:p>
    <w:p w14:paraId="24E5535D" w14:textId="52F2298D" w:rsidR="00D27E8D" w:rsidRDefault="007155A1" w:rsidP="00DB60DB">
      <w:pPr>
        <w:spacing w:before="0" w:after="0"/>
        <w:jc w:val="center"/>
        <w:rPr>
          <w:sz w:val="24"/>
          <w:szCs w:val="24"/>
        </w:rPr>
      </w:pPr>
      <w:r w:rsidRPr="007155A1">
        <w:rPr>
          <w:sz w:val="24"/>
          <w:szCs w:val="24"/>
        </w:rPr>
        <w:t>22 place de l’Agronomie – 91120 PALAISEA</w:t>
      </w:r>
      <w:r w:rsidR="00DB60DB">
        <w:rPr>
          <w:sz w:val="24"/>
          <w:szCs w:val="24"/>
        </w:rPr>
        <w:t>U</w:t>
      </w:r>
    </w:p>
    <w:p w14:paraId="2F30FB39" w14:textId="77777777" w:rsidR="00DB60DB" w:rsidRPr="007155A1" w:rsidRDefault="00DB60DB" w:rsidP="00DB60DB">
      <w:pPr>
        <w:spacing w:before="0" w:after="0"/>
        <w:jc w:val="center"/>
        <w:rPr>
          <w:sz w:val="24"/>
          <w:szCs w:val="24"/>
        </w:rPr>
      </w:pPr>
    </w:p>
    <w:p w14:paraId="51E4E06B" w14:textId="77777777" w:rsidR="00B3398C" w:rsidRPr="00BC2BFF" w:rsidRDefault="00B3398C" w:rsidP="003C2E90">
      <w:pPr>
        <w:pBdr>
          <w:top w:val="single" w:sz="18" w:space="0" w:color="auto"/>
          <w:left w:val="single" w:sz="18" w:space="4" w:color="auto"/>
          <w:bottom w:val="single" w:sz="18" w:space="1" w:color="auto"/>
          <w:right w:val="single" w:sz="18" w:space="4" w:color="auto"/>
        </w:pBdr>
        <w:jc w:val="center"/>
        <w:rPr>
          <w:rFonts w:cs="Arial"/>
          <w:sz w:val="36"/>
          <w:szCs w:val="36"/>
        </w:rPr>
      </w:pPr>
    </w:p>
    <w:p w14:paraId="2AFFAA30" w14:textId="77777777" w:rsidR="007155A1" w:rsidRDefault="003F4F96" w:rsidP="003C2E90">
      <w:pPr>
        <w:pBdr>
          <w:top w:val="single" w:sz="18" w:space="0" w:color="auto"/>
          <w:left w:val="single" w:sz="18" w:space="4" w:color="auto"/>
          <w:bottom w:val="single" w:sz="18" w:space="1" w:color="auto"/>
          <w:right w:val="single" w:sz="18" w:space="4" w:color="auto"/>
        </w:pBdr>
        <w:jc w:val="center"/>
        <w:rPr>
          <w:rFonts w:cs="Arial"/>
          <w:b/>
          <w:sz w:val="36"/>
          <w:szCs w:val="36"/>
        </w:rPr>
      </w:pPr>
      <w:r w:rsidRPr="007155A1">
        <w:rPr>
          <w:rFonts w:cs="Arial"/>
          <w:b/>
          <w:sz w:val="36"/>
          <w:szCs w:val="36"/>
        </w:rPr>
        <w:t>OBJET DU MARCHE :</w:t>
      </w:r>
    </w:p>
    <w:p w14:paraId="54825990" w14:textId="3928B2DF" w:rsidR="003F4F96" w:rsidRDefault="003F4F96" w:rsidP="003C2E90">
      <w:pPr>
        <w:pBdr>
          <w:top w:val="single" w:sz="18" w:space="0" w:color="auto"/>
          <w:left w:val="single" w:sz="18" w:space="4" w:color="auto"/>
          <w:bottom w:val="single" w:sz="18" w:space="1" w:color="auto"/>
          <w:right w:val="single" w:sz="18" w:space="4" w:color="auto"/>
        </w:pBdr>
        <w:jc w:val="center"/>
        <w:rPr>
          <w:rFonts w:cs="Arial"/>
          <w:b/>
          <w:sz w:val="36"/>
          <w:szCs w:val="36"/>
        </w:rPr>
      </w:pPr>
      <w:r w:rsidRPr="007155A1">
        <w:rPr>
          <w:rFonts w:cs="Arial"/>
          <w:b/>
          <w:sz w:val="36"/>
          <w:szCs w:val="36"/>
        </w:rPr>
        <w:t xml:space="preserve"> Acquisition</w:t>
      </w:r>
      <w:r w:rsidR="007155A1">
        <w:rPr>
          <w:rFonts w:cs="Arial"/>
          <w:b/>
          <w:sz w:val="36"/>
          <w:szCs w:val="36"/>
        </w:rPr>
        <w:t xml:space="preserve">, installation et mise en service </w:t>
      </w:r>
      <w:r w:rsidR="00765801">
        <w:rPr>
          <w:rFonts w:cs="Arial"/>
          <w:b/>
          <w:sz w:val="36"/>
          <w:szCs w:val="36"/>
        </w:rPr>
        <w:t>de deux</w:t>
      </w:r>
      <w:r w:rsidR="007155A1">
        <w:rPr>
          <w:rFonts w:cs="Arial"/>
          <w:b/>
          <w:sz w:val="36"/>
          <w:szCs w:val="36"/>
        </w:rPr>
        <w:t xml:space="preserve"> phytotron</w:t>
      </w:r>
      <w:r w:rsidR="00765801">
        <w:rPr>
          <w:rFonts w:cs="Arial"/>
          <w:b/>
          <w:sz w:val="36"/>
          <w:szCs w:val="36"/>
        </w:rPr>
        <w:t>s</w:t>
      </w:r>
    </w:p>
    <w:p w14:paraId="420F67AF" w14:textId="77777777" w:rsidR="007155A1" w:rsidRPr="007155A1" w:rsidRDefault="007155A1" w:rsidP="003C2E90">
      <w:pPr>
        <w:pBdr>
          <w:top w:val="single" w:sz="18" w:space="0" w:color="auto"/>
          <w:left w:val="single" w:sz="18" w:space="4" w:color="auto"/>
          <w:bottom w:val="single" w:sz="18" w:space="1" w:color="auto"/>
          <w:right w:val="single" w:sz="18" w:space="4" w:color="auto"/>
        </w:pBdr>
        <w:jc w:val="center"/>
        <w:rPr>
          <w:rFonts w:cs="Arial"/>
          <w:b/>
          <w:sz w:val="36"/>
          <w:szCs w:val="36"/>
        </w:rPr>
      </w:pPr>
    </w:p>
    <w:p w14:paraId="27B2CA59" w14:textId="09F921D1" w:rsidR="00B3398C" w:rsidRPr="007155A1" w:rsidRDefault="001D73E9" w:rsidP="003C2E90">
      <w:pPr>
        <w:pBdr>
          <w:top w:val="single" w:sz="18" w:space="0" w:color="auto"/>
          <w:left w:val="single" w:sz="18" w:space="4" w:color="auto"/>
          <w:bottom w:val="single" w:sz="18" w:space="1" w:color="auto"/>
          <w:right w:val="single" w:sz="18" w:space="4" w:color="auto"/>
        </w:pBdr>
        <w:jc w:val="center"/>
        <w:rPr>
          <w:rFonts w:cs="Arial"/>
          <w:b/>
          <w:sz w:val="36"/>
          <w:szCs w:val="36"/>
        </w:rPr>
      </w:pPr>
      <w:r w:rsidRPr="007155A1">
        <w:rPr>
          <w:rFonts w:cs="Arial"/>
          <w:b/>
          <w:sz w:val="36"/>
          <w:szCs w:val="36"/>
        </w:rPr>
        <w:t xml:space="preserve">MARCHÉ </w:t>
      </w:r>
      <w:r w:rsidR="009F0C4E" w:rsidRPr="007155A1">
        <w:rPr>
          <w:rFonts w:cs="Arial"/>
          <w:b/>
          <w:sz w:val="36"/>
          <w:szCs w:val="36"/>
        </w:rPr>
        <w:t>n°</w:t>
      </w:r>
      <w:r w:rsidR="007155A1" w:rsidRPr="007155A1">
        <w:rPr>
          <w:rFonts w:cs="Arial"/>
          <w:b/>
          <w:sz w:val="36"/>
          <w:szCs w:val="36"/>
        </w:rPr>
        <w:t>2025U1290N000</w:t>
      </w:r>
    </w:p>
    <w:p w14:paraId="1109746D" w14:textId="77777777" w:rsidR="009F0C4E" w:rsidRPr="00BC2BFF" w:rsidRDefault="009F0C4E" w:rsidP="003C2E90">
      <w:pPr>
        <w:pBdr>
          <w:top w:val="single" w:sz="18" w:space="0" w:color="auto"/>
          <w:left w:val="single" w:sz="18" w:space="4" w:color="auto"/>
          <w:bottom w:val="single" w:sz="18" w:space="1" w:color="auto"/>
          <w:right w:val="single" w:sz="18" w:space="4" w:color="auto"/>
        </w:pBdr>
        <w:jc w:val="center"/>
        <w:rPr>
          <w:rFonts w:cs="Arial"/>
          <w:sz w:val="36"/>
          <w:szCs w:val="36"/>
        </w:rPr>
      </w:pPr>
    </w:p>
    <w:p w14:paraId="32C44700" w14:textId="77777777" w:rsidR="00B3398C" w:rsidRPr="00BC2BFF" w:rsidRDefault="00B3398C">
      <w:pPr>
        <w:widowControl w:val="0"/>
        <w:autoSpaceDE w:val="0"/>
        <w:autoSpaceDN w:val="0"/>
        <w:adjustRightInd w:val="0"/>
        <w:spacing w:before="14" w:line="240" w:lineRule="exact"/>
        <w:ind w:left="120"/>
        <w:rPr>
          <w:b/>
          <w:bCs/>
        </w:rPr>
      </w:pPr>
    </w:p>
    <w:p w14:paraId="2EE496D4" w14:textId="77777777" w:rsidR="00B3398C" w:rsidRPr="00BC2BFF" w:rsidRDefault="00B3398C">
      <w:pPr>
        <w:widowControl w:val="0"/>
        <w:autoSpaceDE w:val="0"/>
        <w:autoSpaceDN w:val="0"/>
        <w:adjustRightInd w:val="0"/>
        <w:spacing w:before="14" w:line="240" w:lineRule="exact"/>
        <w:rPr>
          <w:b/>
          <w:bCs/>
        </w:rPr>
      </w:pPr>
    </w:p>
    <w:p w14:paraId="69E2D5E1" w14:textId="77777777" w:rsidR="00B3398C" w:rsidRPr="00BC2BFF" w:rsidRDefault="00707B79" w:rsidP="00707B79">
      <w:pPr>
        <w:widowControl w:val="0"/>
        <w:autoSpaceDE w:val="0"/>
        <w:autoSpaceDN w:val="0"/>
        <w:adjustRightInd w:val="0"/>
        <w:spacing w:before="14" w:line="240" w:lineRule="exact"/>
        <w:jc w:val="center"/>
        <w:rPr>
          <w:b/>
          <w:bCs/>
          <w:sz w:val="28"/>
          <w:szCs w:val="28"/>
        </w:rPr>
      </w:pPr>
      <w:r w:rsidRPr="00BC2BFF">
        <w:rPr>
          <w:b/>
          <w:bCs/>
          <w:sz w:val="28"/>
          <w:szCs w:val="28"/>
        </w:rPr>
        <w:t>Marché à procédure adaptée</w:t>
      </w:r>
    </w:p>
    <w:p w14:paraId="3E341139" w14:textId="35E5BB46" w:rsidR="00642C9F" w:rsidRPr="00BC2BFF" w:rsidRDefault="007F511F" w:rsidP="00642C9F">
      <w:pPr>
        <w:widowControl w:val="0"/>
        <w:autoSpaceDE w:val="0"/>
        <w:autoSpaceDN w:val="0"/>
        <w:adjustRightInd w:val="0"/>
        <w:spacing w:before="14" w:line="240" w:lineRule="exact"/>
        <w:jc w:val="center"/>
        <w:rPr>
          <w:b/>
          <w:bCs/>
          <w:sz w:val="28"/>
          <w:szCs w:val="28"/>
        </w:rPr>
      </w:pPr>
      <w:r w:rsidRPr="00BC2BFF">
        <w:rPr>
          <w:b/>
          <w:bCs/>
          <w:sz w:val="28"/>
          <w:szCs w:val="28"/>
        </w:rPr>
        <w:t xml:space="preserve">Articles </w:t>
      </w:r>
      <w:r w:rsidR="00642C9F" w:rsidRPr="00BC2BFF">
        <w:rPr>
          <w:b/>
          <w:bCs/>
          <w:sz w:val="28"/>
          <w:szCs w:val="28"/>
        </w:rPr>
        <w:t>R2123-1 à R2123-</w:t>
      </w:r>
      <w:r w:rsidR="005B0573">
        <w:rPr>
          <w:b/>
          <w:bCs/>
          <w:sz w:val="28"/>
          <w:szCs w:val="28"/>
        </w:rPr>
        <w:t>7</w:t>
      </w:r>
      <w:r w:rsidR="00642C9F" w:rsidRPr="00BC2BFF">
        <w:rPr>
          <w:b/>
          <w:bCs/>
          <w:sz w:val="28"/>
          <w:szCs w:val="28"/>
        </w:rPr>
        <w:t xml:space="preserve"> du </w:t>
      </w:r>
      <w:r w:rsidR="00065251">
        <w:rPr>
          <w:b/>
          <w:bCs/>
          <w:sz w:val="28"/>
          <w:szCs w:val="28"/>
        </w:rPr>
        <w:t>c</w:t>
      </w:r>
      <w:r w:rsidR="00642C9F" w:rsidRPr="00BC2BFF">
        <w:rPr>
          <w:b/>
          <w:bCs/>
          <w:sz w:val="28"/>
          <w:szCs w:val="28"/>
        </w:rPr>
        <w:t xml:space="preserve">ode de la </w:t>
      </w:r>
      <w:r w:rsidR="00065251">
        <w:rPr>
          <w:b/>
          <w:bCs/>
          <w:sz w:val="28"/>
          <w:szCs w:val="28"/>
        </w:rPr>
        <w:t>c</w:t>
      </w:r>
      <w:r w:rsidR="00642C9F" w:rsidRPr="00BC2BFF">
        <w:rPr>
          <w:b/>
          <w:bCs/>
          <w:sz w:val="28"/>
          <w:szCs w:val="28"/>
        </w:rPr>
        <w:t xml:space="preserve">ommande </w:t>
      </w:r>
      <w:r w:rsidR="00065251">
        <w:rPr>
          <w:b/>
          <w:bCs/>
          <w:sz w:val="28"/>
          <w:szCs w:val="28"/>
        </w:rPr>
        <w:t>p</w:t>
      </w:r>
      <w:r w:rsidR="00642C9F" w:rsidRPr="00BC2BFF">
        <w:rPr>
          <w:b/>
          <w:bCs/>
          <w:sz w:val="28"/>
          <w:szCs w:val="28"/>
        </w:rPr>
        <w:t>ublique.</w:t>
      </w:r>
    </w:p>
    <w:p w14:paraId="7532D5D7" w14:textId="77777777" w:rsidR="00962958" w:rsidRDefault="00962958" w:rsidP="008630D8"/>
    <w:p w14:paraId="3A4292A4" w14:textId="77777777" w:rsidR="00962958" w:rsidRDefault="00962958" w:rsidP="008630D8"/>
    <w:p w14:paraId="2C34CBFF" w14:textId="77777777" w:rsidR="00D74AB2" w:rsidRDefault="00D74AB2" w:rsidP="008630D8">
      <w:pPr>
        <w:rPr>
          <w:b/>
        </w:rPr>
      </w:pPr>
    </w:p>
    <w:p w14:paraId="6B3D3610" w14:textId="25D06BAC" w:rsidR="007155A1" w:rsidRDefault="007155A1">
      <w:pPr>
        <w:spacing w:before="0" w:after="0"/>
        <w:jc w:val="left"/>
        <w:rPr>
          <w:b/>
        </w:rPr>
      </w:pPr>
      <w:r>
        <w:rPr>
          <w:b/>
        </w:rPr>
        <w:br w:type="page"/>
      </w:r>
    </w:p>
    <w:p w14:paraId="47BF61A7" w14:textId="77777777" w:rsidR="00D74AB2" w:rsidRDefault="00D74AB2" w:rsidP="008630D8">
      <w:pPr>
        <w:rPr>
          <w:b/>
        </w:rPr>
      </w:pPr>
    </w:p>
    <w:p w14:paraId="1FB6B5F6" w14:textId="77777777" w:rsidR="00D74AB2" w:rsidRDefault="00D74AB2" w:rsidP="008630D8">
      <w:pPr>
        <w:rPr>
          <w:b/>
        </w:rPr>
      </w:pPr>
    </w:p>
    <w:p w14:paraId="27006908" w14:textId="49AD7D8F" w:rsidR="00B3398C" w:rsidRPr="00BC2BFF" w:rsidRDefault="00B3398C" w:rsidP="008630D8">
      <w:pPr>
        <w:rPr>
          <w:b/>
          <w:bCs/>
        </w:rPr>
      </w:pPr>
      <w:r w:rsidRPr="00BC2BFF">
        <w:rPr>
          <w:b/>
        </w:rPr>
        <w:t>Le Titulaire</w:t>
      </w:r>
    </w:p>
    <w:p w14:paraId="55CA2E5F" w14:textId="77777777" w:rsidR="00B3398C" w:rsidRPr="00BC2BFF" w:rsidRDefault="00B3398C" w:rsidP="008630D8">
      <w:r w:rsidRPr="00BC2BFF">
        <w:t xml:space="preserve">Je soussigné (nom, prénoms) : </w:t>
      </w:r>
      <w:r w:rsidR="00260443" w:rsidRPr="00BC2BFF">
        <w:t>………………</w:t>
      </w:r>
      <w:r w:rsidR="00962958">
        <w:t>………………………………………………………………………</w:t>
      </w:r>
      <w:r w:rsidR="00260443" w:rsidRPr="00BC2BFF">
        <w:t>.</w:t>
      </w:r>
    </w:p>
    <w:p w14:paraId="4861E3E1" w14:textId="77777777" w:rsidR="00B3398C" w:rsidRPr="00BC2BFF" w:rsidRDefault="00B3398C" w:rsidP="008630D8">
      <w:r w:rsidRPr="00BC2BFF">
        <w:t xml:space="preserve">Agissant pour le compte de : </w:t>
      </w:r>
      <w:r w:rsidR="00260443" w:rsidRPr="00BC2BFF">
        <w:t>……………………</w:t>
      </w:r>
      <w:r w:rsidR="00962958">
        <w:t>…………………………………………………………………….</w:t>
      </w:r>
    </w:p>
    <w:p w14:paraId="6E7001C2" w14:textId="77777777" w:rsidR="00B3398C" w:rsidRPr="00BC2BFF" w:rsidRDefault="00B3398C" w:rsidP="008630D8">
      <w:r w:rsidRPr="00BC2BFF">
        <w:t xml:space="preserve">Forme juridique : </w:t>
      </w:r>
      <w:r w:rsidR="00260443" w:rsidRPr="00BC2BFF">
        <w:t>…………………………………</w:t>
      </w:r>
      <w:r w:rsidR="00962958">
        <w:t>…………………………………………………………………...</w:t>
      </w:r>
    </w:p>
    <w:p w14:paraId="5A005334" w14:textId="77777777" w:rsidR="00B3398C" w:rsidRPr="00BC2BFF" w:rsidRDefault="00B3398C" w:rsidP="008630D8">
      <w:r w:rsidRPr="00BC2BFF">
        <w:t xml:space="preserve">Capital social : </w:t>
      </w:r>
      <w:r w:rsidR="00260443" w:rsidRPr="00BC2BFF">
        <w:t>……………………………………</w:t>
      </w:r>
      <w:r w:rsidR="00962958">
        <w:t>……………………………………………………………………</w:t>
      </w:r>
    </w:p>
    <w:p w14:paraId="5984E91A" w14:textId="77777777" w:rsidR="00B3398C" w:rsidRPr="00BC2BFF" w:rsidRDefault="00B3398C" w:rsidP="008630D8">
      <w:r w:rsidRPr="00BC2BFF">
        <w:t xml:space="preserve">Adresse du siège social : </w:t>
      </w:r>
      <w:r w:rsidR="00260443" w:rsidRPr="00BC2BFF">
        <w:t>………………………</w:t>
      </w:r>
      <w:r w:rsidR="00962958">
        <w:t>……………………………………………………………………….</w:t>
      </w:r>
    </w:p>
    <w:p w14:paraId="5AEF63E9" w14:textId="77777777" w:rsidR="00B3398C" w:rsidRPr="00BC2BFF" w:rsidRDefault="00B3398C" w:rsidP="008630D8">
      <w:r w:rsidRPr="00BC2BFF">
        <w:t xml:space="preserve">Tél. : </w:t>
      </w:r>
      <w:r w:rsidR="00260443" w:rsidRPr="00BC2BFF">
        <w:t>………………………</w:t>
      </w:r>
      <w:r w:rsidR="00962958">
        <w:t>……………………………………………………………………………………</w:t>
      </w:r>
      <w:proofErr w:type="gramStart"/>
      <w:r w:rsidR="00962958">
        <w:t>…….</w:t>
      </w:r>
      <w:proofErr w:type="gramEnd"/>
      <w:r w:rsidR="00962958">
        <w:t>.</w:t>
      </w:r>
    </w:p>
    <w:p w14:paraId="2CD8B6D7" w14:textId="77777777" w:rsidR="00B3398C" w:rsidRPr="00796DA1" w:rsidRDefault="00B3398C" w:rsidP="008630D8">
      <w:pPr>
        <w:rPr>
          <w:b/>
        </w:rPr>
      </w:pPr>
      <w:r w:rsidRPr="00796DA1">
        <w:rPr>
          <w:b/>
        </w:rPr>
        <w:t>Immatriculation à l’INSEE</w:t>
      </w:r>
    </w:p>
    <w:p w14:paraId="10EB1DBD" w14:textId="77777777" w:rsidR="00B3398C" w:rsidRPr="00BC2BFF" w:rsidRDefault="00B3398C" w:rsidP="008630D8">
      <w:proofErr w:type="gramStart"/>
      <w:r w:rsidRPr="00BC2BFF">
        <w:t>n</w:t>
      </w:r>
      <w:proofErr w:type="gramEnd"/>
      <w:r w:rsidRPr="00BC2BFF">
        <w:t xml:space="preserve">° d’identité d’établissement (SIRET) : </w:t>
      </w:r>
      <w:r w:rsidR="00260443" w:rsidRPr="00BC2BFF">
        <w:t>……………………………………………</w:t>
      </w:r>
      <w:r w:rsidR="00962958">
        <w:t>……………………………………</w:t>
      </w:r>
    </w:p>
    <w:p w14:paraId="26E0A804" w14:textId="77777777" w:rsidR="00B3398C" w:rsidRPr="00BC2BFF" w:rsidRDefault="00B3398C" w:rsidP="008630D8">
      <w:proofErr w:type="gramStart"/>
      <w:r w:rsidRPr="00BC2BFF">
        <w:t>code</w:t>
      </w:r>
      <w:proofErr w:type="gramEnd"/>
      <w:r w:rsidRPr="00BC2BFF">
        <w:t xml:space="preserve"> d’activité économique principale (APE) : </w:t>
      </w:r>
      <w:r w:rsidR="00260443" w:rsidRPr="00BC2BFF">
        <w:t>…………………………………</w:t>
      </w:r>
      <w:r w:rsidR="00962958">
        <w:t>………………………………………</w:t>
      </w:r>
    </w:p>
    <w:p w14:paraId="139A5874" w14:textId="77777777" w:rsidR="00B3398C" w:rsidRPr="00BC2BFF" w:rsidRDefault="00B3398C" w:rsidP="008630D8">
      <w:proofErr w:type="gramStart"/>
      <w:r w:rsidRPr="00BC2BFF">
        <w:t>n</w:t>
      </w:r>
      <w:proofErr w:type="gramEnd"/>
      <w:r w:rsidRPr="00BC2BFF">
        <w:t xml:space="preserve">° d’inscription au registre du commerce de : RCS : </w:t>
      </w:r>
      <w:r w:rsidR="00260443" w:rsidRPr="00BC2BFF">
        <w:t>……………………………</w:t>
      </w:r>
      <w:r w:rsidR="00962958">
        <w:t>………………………………………</w:t>
      </w:r>
    </w:p>
    <w:p w14:paraId="6D34629A" w14:textId="77777777" w:rsidR="00B3398C" w:rsidRPr="00BC2BFF" w:rsidRDefault="00796DA1" w:rsidP="008630D8">
      <w:r>
        <w:t>A</w:t>
      </w:r>
      <w:r w:rsidR="00B3398C" w:rsidRPr="00BC2BFF">
        <w:t>près avoir pris connaissance des dispositions du présent document, des documents qui y sont mentionnés et après avoir satisfait aux obligations fiscales et sociales en vigueur,</w:t>
      </w:r>
    </w:p>
    <w:p w14:paraId="0DB78DC8" w14:textId="77777777" w:rsidR="00B3398C" w:rsidRPr="00BC2BFF" w:rsidRDefault="00796DA1" w:rsidP="008630D8">
      <w:r>
        <w:t>M</w:t>
      </w:r>
      <w:r w:rsidR="00B3398C" w:rsidRPr="00BC2BFF">
        <w:t xml:space="preserve">’engage sans réserve, conformément aux stipulations du présent document et des documents qui y sont mentionnés, à exécuter dans les conditions fixées par lesdits documents les prestations désignées en objet du présent acte d’engagement valant </w:t>
      </w:r>
      <w:r w:rsidR="00065251">
        <w:t>c</w:t>
      </w:r>
      <w:r w:rsidR="00B3398C" w:rsidRPr="00BC2BFF">
        <w:t xml:space="preserve">ahier des </w:t>
      </w:r>
      <w:r w:rsidR="00065251">
        <w:t>c</w:t>
      </w:r>
      <w:r w:rsidR="00B3398C" w:rsidRPr="00BC2BFF">
        <w:t xml:space="preserve">lauses </w:t>
      </w:r>
      <w:r w:rsidR="00065251">
        <w:t>p</w:t>
      </w:r>
      <w:r w:rsidR="00B3398C" w:rsidRPr="00BC2BFF">
        <w:t>articulières.</w:t>
      </w:r>
    </w:p>
    <w:p w14:paraId="49A264A3" w14:textId="35E7045F" w:rsidR="00B3398C" w:rsidRPr="007155A1" w:rsidRDefault="00B3398C" w:rsidP="008630D8">
      <w:r w:rsidRPr="007155A1">
        <w:t xml:space="preserve">L’offre, ainsi présentée ne me lie toutefois que si son acceptation m’est notifiée dans le délai de </w:t>
      </w:r>
      <w:r w:rsidR="007155A1" w:rsidRPr="007155A1">
        <w:rPr>
          <w:b/>
        </w:rPr>
        <w:t>90 jours</w:t>
      </w:r>
      <w:r w:rsidR="007155A1" w:rsidRPr="007155A1">
        <w:t xml:space="preserve"> </w:t>
      </w:r>
      <w:r w:rsidRPr="007155A1">
        <w:t xml:space="preserve">à compter de la date </w:t>
      </w:r>
      <w:r w:rsidR="00B152C6" w:rsidRPr="007155A1">
        <w:t>limite de remise des plis</w:t>
      </w:r>
      <w:r w:rsidR="00391DB4" w:rsidRPr="007155A1">
        <w:t xml:space="preserve"> ou de la date </w:t>
      </w:r>
      <w:r w:rsidR="007155A1" w:rsidRPr="007155A1">
        <w:t xml:space="preserve">limite de remise des offres négociées </w:t>
      </w:r>
      <w:r w:rsidR="00014879">
        <w:t>le cas échéant</w:t>
      </w:r>
      <w:r w:rsidR="00391DB4" w:rsidRPr="007155A1">
        <w:t xml:space="preserve">.  </w:t>
      </w:r>
    </w:p>
    <w:p w14:paraId="25EE430F" w14:textId="77777777" w:rsidR="00904E99" w:rsidRPr="00BC2BFF" w:rsidRDefault="00904E99" w:rsidP="00904E99">
      <w:r w:rsidRPr="00BC2BFF">
        <w:t>Le titulaire</w:t>
      </w:r>
      <w:r w:rsidRPr="00BC2BFF">
        <w:rPr>
          <w:rStyle w:val="Appelnotedebasdep"/>
          <w:rFonts w:cs="Arial"/>
        </w:rPr>
        <w:footnoteReference w:id="1"/>
      </w:r>
    </w:p>
    <w:p w14:paraId="408F6A25" w14:textId="77777777" w:rsidR="00904E99" w:rsidRPr="00BC2BFF" w:rsidRDefault="00904E99" w:rsidP="00904E99">
      <w:r>
        <w:sym w:font="Wingdings" w:char="F0A8"/>
      </w:r>
      <w:r>
        <w:t xml:space="preserve"> </w:t>
      </w:r>
      <w:proofErr w:type="gramStart"/>
      <w:r w:rsidRPr="00BC2BFF">
        <w:t>ne</w:t>
      </w:r>
      <w:proofErr w:type="gramEnd"/>
      <w:r w:rsidRPr="00BC2BFF">
        <w:t xml:space="preserve"> refuse pas de percevoir </w:t>
      </w:r>
      <w:r w:rsidRPr="00291DA7">
        <w:t>l’avance prévue à l’article 8 du présent document.</w:t>
      </w:r>
    </w:p>
    <w:p w14:paraId="0A57C4DC" w14:textId="77777777" w:rsidR="00904E99" w:rsidRDefault="00904E99" w:rsidP="00904E99">
      <w:r>
        <w:sym w:font="Wingdings" w:char="F06F"/>
      </w:r>
      <w:r>
        <w:t xml:space="preserve"> </w:t>
      </w:r>
      <w:proofErr w:type="gramStart"/>
      <w:r w:rsidRPr="00BC2BFF">
        <w:t>refuse</w:t>
      </w:r>
      <w:proofErr w:type="gramEnd"/>
      <w:r w:rsidRPr="00BC2BFF">
        <w:t xml:space="preserve"> de percevoir l’avance prévue à l’article 8 du présent document. </w:t>
      </w:r>
    </w:p>
    <w:p w14:paraId="523005F8" w14:textId="1F408C6C" w:rsidR="00B3398C" w:rsidRPr="00BC2BFF" w:rsidRDefault="00B3398C" w:rsidP="00014879">
      <w:pPr>
        <w:spacing w:before="240"/>
        <w:rPr>
          <w:rFonts w:cs="Arial"/>
          <w:b/>
        </w:rPr>
      </w:pPr>
      <w:r w:rsidRPr="00BC2BFF">
        <w:rPr>
          <w:rFonts w:cs="Arial"/>
          <w:b/>
        </w:rPr>
        <w:t>Fait à ………………… le ……………</w:t>
      </w:r>
      <w:proofErr w:type="gramStart"/>
      <w:r w:rsidRPr="00BC2BFF">
        <w:rPr>
          <w:rFonts w:cs="Arial"/>
          <w:b/>
        </w:rPr>
        <w:t>…….</w:t>
      </w:r>
      <w:proofErr w:type="gramEnd"/>
      <w:r w:rsidRPr="00BC2BFF">
        <w:rPr>
          <w:rFonts w:cs="Arial"/>
          <w:b/>
        </w:rPr>
        <w:t>.</w:t>
      </w:r>
    </w:p>
    <w:p w14:paraId="779CF3AA" w14:textId="51E740B4" w:rsidR="00904E99" w:rsidRDefault="00904E99" w:rsidP="00904E99">
      <w:pPr>
        <w:rPr>
          <w:rFonts w:cs="Arial"/>
          <w:b/>
        </w:rPr>
      </w:pPr>
      <w:r>
        <w:rPr>
          <w:rFonts w:cs="Arial"/>
          <w:b/>
        </w:rPr>
        <w:t xml:space="preserve">Signature et cachet commercial du titulaire avec mention des nom et qualité du signataire </w:t>
      </w:r>
    </w:p>
    <w:p w14:paraId="2FAA11BB" w14:textId="77777777" w:rsidR="00014879" w:rsidRDefault="00014879" w:rsidP="00904E99">
      <w:pPr>
        <w:rPr>
          <w:rFonts w:cs="Arial"/>
          <w:b/>
        </w:rPr>
      </w:pPr>
    </w:p>
    <w:p w14:paraId="5FDD9F0E" w14:textId="5A91538C" w:rsidR="00D70D82" w:rsidRDefault="00D70D82" w:rsidP="008630D8"/>
    <w:p w14:paraId="33C9D34F" w14:textId="60BC5776" w:rsidR="00904E99" w:rsidRDefault="005D71A9" w:rsidP="00904E99">
      <w:r>
        <w:rPr>
          <w:noProof/>
        </w:rPr>
        <w:pict w14:anchorId="1AC10347">
          <v:rect id="_x0000_i1025" alt="" style="width:451.35pt;height:.05pt;mso-width-percent:0;mso-height-percent:0;mso-width-percent:0;mso-height-percent:0" o:hrpct="995" o:hralign="center" o:hrstd="t" o:hr="t" fillcolor="#a0a0a0" stroked="f"/>
        </w:pict>
      </w:r>
    </w:p>
    <w:p w14:paraId="01D70AF6" w14:textId="6F678E69" w:rsidR="00904E99" w:rsidRPr="00014879" w:rsidRDefault="00904E99" w:rsidP="00904E99">
      <w:pPr>
        <w:rPr>
          <w:rFonts w:ascii="AvenirNext LT Pro LightCn" w:hAnsi="AvenirNext LT Pro LightCn"/>
          <w:b/>
        </w:rPr>
      </w:pPr>
      <w:r w:rsidRPr="00014879">
        <w:rPr>
          <w:rFonts w:ascii="AvenirNext LT Pro LightCn" w:hAnsi="AvenirNext LT Pro LightCn"/>
          <w:b/>
        </w:rPr>
        <w:t>INRAE – Centre</w:t>
      </w:r>
      <w:r w:rsidR="00014879" w:rsidRPr="00014879">
        <w:rPr>
          <w:rFonts w:ascii="AvenirNext LT Pro LightCn" w:hAnsi="AvenirNext LT Pro LightCn"/>
          <w:b/>
        </w:rPr>
        <w:t xml:space="preserve"> IDF V</w:t>
      </w:r>
      <w:r w:rsidR="00014879">
        <w:rPr>
          <w:rFonts w:ascii="AvenirNext LT Pro LightCn" w:hAnsi="AvenirNext LT Pro LightCn"/>
          <w:b/>
        </w:rPr>
        <w:t>ersailles</w:t>
      </w:r>
      <w:r w:rsidR="00014879" w:rsidRPr="00014879">
        <w:rPr>
          <w:rFonts w:ascii="AvenirNext LT Pro LightCn" w:hAnsi="AvenirNext LT Pro LightCn"/>
          <w:b/>
        </w:rPr>
        <w:t>–</w:t>
      </w:r>
      <w:r w:rsidR="00014879">
        <w:rPr>
          <w:rFonts w:ascii="AvenirNext LT Pro LightCn" w:hAnsi="AvenirNext LT Pro LightCn"/>
          <w:b/>
        </w:rPr>
        <w:t>Saclay</w:t>
      </w:r>
      <w:r w:rsidR="00014879" w:rsidRPr="00014879">
        <w:rPr>
          <w:rFonts w:ascii="AvenirNext LT Pro LightCn" w:hAnsi="AvenirNext LT Pro LightCn"/>
          <w:b/>
        </w:rPr>
        <w:t xml:space="preserve"> - </w:t>
      </w:r>
      <w:r w:rsidRPr="00014879">
        <w:rPr>
          <w:rFonts w:ascii="AvenirNext LT Pro LightCn" w:hAnsi="AvenirNext LT Pro LightCn"/>
          <w:b/>
        </w:rPr>
        <w:t xml:space="preserve">Unité </w:t>
      </w:r>
      <w:r w:rsidR="00014879" w:rsidRPr="00014879">
        <w:rPr>
          <w:rFonts w:ascii="AvenirNext LT Pro LightCn" w:hAnsi="AvenirNext LT Pro LightCn"/>
          <w:b/>
        </w:rPr>
        <w:t>BIOGER</w:t>
      </w:r>
    </w:p>
    <w:p w14:paraId="10932F9B" w14:textId="2E186F66" w:rsidR="00B3398C" w:rsidRDefault="00B3398C" w:rsidP="00D70D82">
      <w:pPr>
        <w:spacing w:after="0"/>
        <w:rPr>
          <w:rFonts w:ascii="AvenirNext LT Pro LightCn" w:hAnsi="AvenirNext LT Pro LightCn"/>
        </w:rPr>
      </w:pPr>
      <w:r w:rsidRPr="00C21452">
        <w:rPr>
          <w:rFonts w:ascii="AvenirNext LT Pro LightCn" w:hAnsi="AvenirNext LT Pro LightCn"/>
        </w:rPr>
        <w:t xml:space="preserve">Est acceptée la présente offre </w:t>
      </w:r>
      <w:r w:rsidR="00911DB8" w:rsidRPr="00C21452">
        <w:rPr>
          <w:rFonts w:ascii="AvenirNext LT Pro LightCn" w:hAnsi="AvenirNext LT Pro LightCn"/>
        </w:rPr>
        <w:t>pour valoir Acte d’Engagement.</w:t>
      </w:r>
    </w:p>
    <w:p w14:paraId="2FD9A8FA" w14:textId="5406E077" w:rsidR="00D70D82" w:rsidRPr="00904E99" w:rsidRDefault="00D70D82" w:rsidP="00904E99">
      <w:pPr>
        <w:rPr>
          <w:rFonts w:cs="Arial"/>
          <w:b/>
        </w:rPr>
      </w:pPr>
      <w:r w:rsidRPr="00904E99">
        <w:rPr>
          <w:rFonts w:cs="Arial"/>
          <w:b/>
        </w:rPr>
        <w:t>Signature du représentant du Pouvoir Adjudicateur</w:t>
      </w:r>
    </w:p>
    <w:p w14:paraId="32229E1F" w14:textId="77777777" w:rsidR="00D70D82" w:rsidRPr="00BC2BFF" w:rsidRDefault="00D70D82" w:rsidP="00D70D82">
      <w:pPr>
        <w:rPr>
          <w:rFonts w:cs="Arial"/>
          <w:b/>
        </w:rPr>
      </w:pPr>
      <w:r w:rsidRPr="00BC2BFF">
        <w:rPr>
          <w:rFonts w:cs="Arial"/>
          <w:b/>
        </w:rPr>
        <w:t>Fait à ………………… le ……………</w:t>
      </w:r>
      <w:proofErr w:type="gramStart"/>
      <w:r w:rsidRPr="00BC2BFF">
        <w:rPr>
          <w:rFonts w:cs="Arial"/>
          <w:b/>
        </w:rPr>
        <w:t>…….</w:t>
      </w:r>
      <w:proofErr w:type="gramEnd"/>
      <w:r w:rsidRPr="00BC2BFF">
        <w:rPr>
          <w:rFonts w:cs="Arial"/>
          <w:b/>
        </w:rPr>
        <w:t>.</w:t>
      </w:r>
    </w:p>
    <w:p w14:paraId="09EE191A" w14:textId="2B27B9E8" w:rsidR="00C21452" w:rsidRPr="00014879" w:rsidRDefault="00C21452" w:rsidP="00014879">
      <w:pPr>
        <w:rPr>
          <w:rFonts w:cs="Arial"/>
          <w:b/>
        </w:rPr>
      </w:pPr>
      <w:r w:rsidRPr="00014879">
        <w:rPr>
          <w:rFonts w:cs="Arial"/>
          <w:b/>
        </w:rPr>
        <w:t>L</w:t>
      </w:r>
      <w:r w:rsidR="00014879" w:rsidRPr="00014879">
        <w:rPr>
          <w:rFonts w:cs="Arial"/>
          <w:b/>
        </w:rPr>
        <w:t>a Directrice</w:t>
      </w:r>
      <w:r w:rsidRPr="00014879">
        <w:rPr>
          <w:rFonts w:cs="Arial"/>
          <w:b/>
        </w:rPr>
        <w:t xml:space="preserve"> d’Unité</w:t>
      </w:r>
    </w:p>
    <w:p w14:paraId="0E45ACE0" w14:textId="47BD9265" w:rsidR="00796DA1" w:rsidRPr="00014879" w:rsidRDefault="00014879" w:rsidP="00014879">
      <w:pPr>
        <w:pStyle w:val="TM2"/>
      </w:pPr>
      <w:r w:rsidRPr="00014879">
        <w:t>Sabine FILLINGER</w:t>
      </w:r>
    </w:p>
    <w:p w14:paraId="2205CA38" w14:textId="77777777" w:rsidR="00796DA1" w:rsidRPr="00014879" w:rsidRDefault="00796DA1" w:rsidP="00014879">
      <w:pPr>
        <w:pStyle w:val="TM2"/>
      </w:pPr>
    </w:p>
    <w:p w14:paraId="59F759AE" w14:textId="4EA6088E" w:rsidR="00014879" w:rsidRDefault="00014879">
      <w:pPr>
        <w:spacing w:before="0" w:after="0"/>
        <w:jc w:val="left"/>
        <w:rPr>
          <w:rFonts w:ascii="AvenirNext LT Pro LightCn" w:hAnsi="AvenirNext LT Pro LightCn" w:cs="Arial"/>
          <w:b/>
        </w:rPr>
      </w:pPr>
      <w:r>
        <w:br w:type="page"/>
      </w:r>
    </w:p>
    <w:p w14:paraId="52A2FD96" w14:textId="77777777" w:rsidR="00D74AB2" w:rsidRDefault="00D74AB2" w:rsidP="00014879">
      <w:pPr>
        <w:pStyle w:val="TM2"/>
      </w:pPr>
    </w:p>
    <w:p w14:paraId="532B8CB3" w14:textId="71AB76BE" w:rsidR="00796DA1" w:rsidRDefault="00796DA1" w:rsidP="00014879">
      <w:pPr>
        <w:pStyle w:val="TM2"/>
      </w:pPr>
      <w:r>
        <w:t>SOMMAIRE</w:t>
      </w:r>
    </w:p>
    <w:p w14:paraId="68A92C44" w14:textId="11E8CFC0" w:rsidR="005D71A9" w:rsidRPr="005D71A9" w:rsidRDefault="00B3398C">
      <w:pPr>
        <w:pStyle w:val="TM1"/>
        <w:tabs>
          <w:tab w:val="left" w:pos="480"/>
          <w:tab w:val="right" w:leader="dot" w:pos="9054"/>
        </w:tabs>
        <w:rPr>
          <w:rFonts w:ascii="AvenirNext LT Pro LightCn" w:eastAsiaTheme="minorEastAsia" w:hAnsi="AvenirNext LT Pro LightCn"/>
          <w:noProof/>
          <w:lang w:eastAsia="fr-FR"/>
        </w:rPr>
      </w:pPr>
      <w:r w:rsidRPr="005D71A9">
        <w:rPr>
          <w:rFonts w:ascii="AvenirNext LT Pro LightCn" w:hAnsi="AvenirNext LT Pro LightCn"/>
        </w:rPr>
        <w:fldChar w:fldCharType="begin"/>
      </w:r>
      <w:r w:rsidRPr="005D71A9">
        <w:rPr>
          <w:rFonts w:ascii="AvenirNext LT Pro LightCn" w:hAnsi="AvenirNext LT Pro LightCn"/>
        </w:rPr>
        <w:instrText xml:space="preserve"> TOC \o "1-3" \h \z \u </w:instrText>
      </w:r>
      <w:r w:rsidRPr="005D71A9">
        <w:rPr>
          <w:rFonts w:ascii="AvenirNext LT Pro LightCn" w:hAnsi="AvenirNext LT Pro LightCn"/>
        </w:rPr>
        <w:fldChar w:fldCharType="separate"/>
      </w:r>
      <w:hyperlink w:anchor="_Toc203648539" w:history="1">
        <w:r w:rsidR="005D71A9" w:rsidRPr="005D71A9">
          <w:rPr>
            <w:rStyle w:val="Lienhypertexte"/>
            <w:rFonts w:ascii="AvenirNext LT Pro LightCn" w:hAnsi="AvenirNext LT Pro LightCn"/>
            <w:i/>
            <w:iCs/>
            <w:noProof/>
          </w:rPr>
          <w:t>1.</w:t>
        </w:r>
        <w:r w:rsidR="005D71A9" w:rsidRPr="005D71A9">
          <w:rPr>
            <w:rFonts w:ascii="AvenirNext LT Pro LightCn" w:eastAsiaTheme="minorEastAsia" w:hAnsi="AvenirNext LT Pro LightCn"/>
            <w:noProof/>
            <w:lang w:eastAsia="fr-FR"/>
          </w:rPr>
          <w:tab/>
        </w:r>
        <w:r w:rsidR="005D71A9" w:rsidRPr="005D71A9">
          <w:rPr>
            <w:rStyle w:val="Lienhypertexte"/>
            <w:rFonts w:ascii="AvenirNext LT Pro LightCn" w:hAnsi="AvenirNext LT Pro LightCn"/>
            <w:noProof/>
          </w:rPr>
          <w:t>OBJET ET FORME DU MARCHE</w:t>
        </w:r>
        <w:r w:rsidR="005D71A9" w:rsidRPr="005D71A9">
          <w:rPr>
            <w:rFonts w:ascii="AvenirNext LT Pro LightCn" w:hAnsi="AvenirNext LT Pro LightCn"/>
            <w:noProof/>
            <w:webHidden/>
          </w:rPr>
          <w:tab/>
        </w:r>
        <w:r w:rsidR="005D71A9" w:rsidRPr="005D71A9">
          <w:rPr>
            <w:rFonts w:ascii="AvenirNext LT Pro LightCn" w:hAnsi="AvenirNext LT Pro LightCn"/>
            <w:noProof/>
            <w:webHidden/>
          </w:rPr>
          <w:fldChar w:fldCharType="begin"/>
        </w:r>
        <w:r w:rsidR="005D71A9" w:rsidRPr="005D71A9">
          <w:rPr>
            <w:rFonts w:ascii="AvenirNext LT Pro LightCn" w:hAnsi="AvenirNext LT Pro LightCn"/>
            <w:noProof/>
            <w:webHidden/>
          </w:rPr>
          <w:instrText xml:space="preserve"> PAGEREF _Toc203648539 \h </w:instrText>
        </w:r>
        <w:r w:rsidR="005D71A9" w:rsidRPr="005D71A9">
          <w:rPr>
            <w:rFonts w:ascii="AvenirNext LT Pro LightCn" w:hAnsi="AvenirNext LT Pro LightCn"/>
            <w:noProof/>
            <w:webHidden/>
          </w:rPr>
        </w:r>
        <w:r w:rsidR="005D71A9" w:rsidRPr="005D71A9">
          <w:rPr>
            <w:rFonts w:ascii="AvenirNext LT Pro LightCn" w:hAnsi="AvenirNext LT Pro LightCn"/>
            <w:noProof/>
            <w:webHidden/>
          </w:rPr>
          <w:fldChar w:fldCharType="separate"/>
        </w:r>
        <w:r w:rsidR="005D71A9" w:rsidRPr="005D71A9">
          <w:rPr>
            <w:rFonts w:ascii="AvenirNext LT Pro LightCn" w:hAnsi="AvenirNext LT Pro LightCn"/>
            <w:noProof/>
            <w:webHidden/>
          </w:rPr>
          <w:t>5</w:t>
        </w:r>
        <w:r w:rsidR="005D71A9" w:rsidRPr="005D71A9">
          <w:rPr>
            <w:rFonts w:ascii="AvenirNext LT Pro LightCn" w:hAnsi="AvenirNext LT Pro LightCn"/>
            <w:noProof/>
            <w:webHidden/>
          </w:rPr>
          <w:fldChar w:fldCharType="end"/>
        </w:r>
      </w:hyperlink>
    </w:p>
    <w:p w14:paraId="3D140FFC" w14:textId="2ECC3891" w:rsidR="005D71A9" w:rsidRPr="005D71A9" w:rsidRDefault="005D71A9">
      <w:pPr>
        <w:pStyle w:val="TM2"/>
        <w:rPr>
          <w:rFonts w:eastAsiaTheme="minorEastAsia" w:cstheme="minorBidi"/>
          <w:b w:val="0"/>
          <w:noProof/>
          <w:lang w:eastAsia="fr-FR"/>
        </w:rPr>
      </w:pPr>
      <w:hyperlink w:anchor="_Toc203648540" w:history="1">
        <w:r w:rsidRPr="005D71A9">
          <w:rPr>
            <w:rStyle w:val="Lienhypertexte"/>
            <w:b w:val="0"/>
            <w:noProof/>
          </w:rPr>
          <w:t>1.1 - Objet du marché</w:t>
        </w:r>
        <w:r w:rsidRPr="005D71A9">
          <w:rPr>
            <w:b w:val="0"/>
            <w:noProof/>
            <w:webHidden/>
          </w:rPr>
          <w:tab/>
        </w:r>
        <w:r w:rsidRPr="005D71A9">
          <w:rPr>
            <w:b w:val="0"/>
            <w:noProof/>
            <w:webHidden/>
          </w:rPr>
          <w:fldChar w:fldCharType="begin"/>
        </w:r>
        <w:r w:rsidRPr="005D71A9">
          <w:rPr>
            <w:b w:val="0"/>
            <w:noProof/>
            <w:webHidden/>
          </w:rPr>
          <w:instrText xml:space="preserve"> PAGEREF _Toc203648540 \h </w:instrText>
        </w:r>
        <w:r w:rsidRPr="005D71A9">
          <w:rPr>
            <w:b w:val="0"/>
            <w:noProof/>
            <w:webHidden/>
          </w:rPr>
        </w:r>
        <w:r w:rsidRPr="005D71A9">
          <w:rPr>
            <w:b w:val="0"/>
            <w:noProof/>
            <w:webHidden/>
          </w:rPr>
          <w:fldChar w:fldCharType="separate"/>
        </w:r>
        <w:r w:rsidRPr="005D71A9">
          <w:rPr>
            <w:b w:val="0"/>
            <w:noProof/>
            <w:webHidden/>
          </w:rPr>
          <w:t>5</w:t>
        </w:r>
        <w:r w:rsidRPr="005D71A9">
          <w:rPr>
            <w:b w:val="0"/>
            <w:noProof/>
            <w:webHidden/>
          </w:rPr>
          <w:fldChar w:fldCharType="end"/>
        </w:r>
      </w:hyperlink>
    </w:p>
    <w:p w14:paraId="45B603DF" w14:textId="406644DB" w:rsidR="005D71A9" w:rsidRPr="005D71A9" w:rsidRDefault="005D71A9">
      <w:pPr>
        <w:pStyle w:val="TM2"/>
        <w:rPr>
          <w:rFonts w:eastAsiaTheme="minorEastAsia" w:cstheme="minorBidi"/>
          <w:b w:val="0"/>
          <w:noProof/>
          <w:lang w:eastAsia="fr-FR"/>
        </w:rPr>
      </w:pPr>
      <w:hyperlink w:anchor="_Toc203648541" w:history="1">
        <w:r w:rsidRPr="005D71A9">
          <w:rPr>
            <w:rStyle w:val="Lienhypertexte"/>
            <w:b w:val="0"/>
            <w:noProof/>
          </w:rPr>
          <w:t>1.2. – Décomposition en lots/Tranches/Options/Prestations Supplémentaires Eventuelles/Variantes</w:t>
        </w:r>
        <w:r w:rsidRPr="005D71A9">
          <w:rPr>
            <w:b w:val="0"/>
            <w:noProof/>
            <w:webHidden/>
          </w:rPr>
          <w:tab/>
        </w:r>
        <w:r w:rsidRPr="005D71A9">
          <w:rPr>
            <w:b w:val="0"/>
            <w:noProof/>
            <w:webHidden/>
          </w:rPr>
          <w:fldChar w:fldCharType="begin"/>
        </w:r>
        <w:r w:rsidRPr="005D71A9">
          <w:rPr>
            <w:b w:val="0"/>
            <w:noProof/>
            <w:webHidden/>
          </w:rPr>
          <w:instrText xml:space="preserve"> PAGEREF _Toc203648541 \h </w:instrText>
        </w:r>
        <w:r w:rsidRPr="005D71A9">
          <w:rPr>
            <w:b w:val="0"/>
            <w:noProof/>
            <w:webHidden/>
          </w:rPr>
        </w:r>
        <w:r w:rsidRPr="005D71A9">
          <w:rPr>
            <w:b w:val="0"/>
            <w:noProof/>
            <w:webHidden/>
          </w:rPr>
          <w:fldChar w:fldCharType="separate"/>
        </w:r>
        <w:r w:rsidRPr="005D71A9">
          <w:rPr>
            <w:b w:val="0"/>
            <w:noProof/>
            <w:webHidden/>
          </w:rPr>
          <w:t>5</w:t>
        </w:r>
        <w:r w:rsidRPr="005D71A9">
          <w:rPr>
            <w:b w:val="0"/>
            <w:noProof/>
            <w:webHidden/>
          </w:rPr>
          <w:fldChar w:fldCharType="end"/>
        </w:r>
      </w:hyperlink>
    </w:p>
    <w:p w14:paraId="72BF6D3B" w14:textId="2137F543" w:rsidR="005D71A9" w:rsidRPr="005D71A9" w:rsidRDefault="005D71A9">
      <w:pPr>
        <w:pStyle w:val="TM2"/>
        <w:rPr>
          <w:rFonts w:eastAsiaTheme="minorEastAsia" w:cstheme="minorBidi"/>
          <w:b w:val="0"/>
          <w:noProof/>
          <w:lang w:eastAsia="fr-FR"/>
        </w:rPr>
      </w:pPr>
      <w:hyperlink w:anchor="_Toc203648542" w:history="1">
        <w:r w:rsidRPr="005D71A9">
          <w:rPr>
            <w:rStyle w:val="Lienhypertexte"/>
            <w:b w:val="0"/>
            <w:i/>
            <w:iCs/>
            <w:noProof/>
          </w:rPr>
          <w:t>Article 1.2.1 – Décomposition en lots</w:t>
        </w:r>
        <w:r w:rsidRPr="005D71A9">
          <w:rPr>
            <w:b w:val="0"/>
            <w:noProof/>
            <w:webHidden/>
          </w:rPr>
          <w:tab/>
        </w:r>
        <w:r w:rsidRPr="005D71A9">
          <w:rPr>
            <w:b w:val="0"/>
            <w:noProof/>
            <w:webHidden/>
          </w:rPr>
          <w:fldChar w:fldCharType="begin"/>
        </w:r>
        <w:r w:rsidRPr="005D71A9">
          <w:rPr>
            <w:b w:val="0"/>
            <w:noProof/>
            <w:webHidden/>
          </w:rPr>
          <w:instrText xml:space="preserve"> PAGEREF _Toc203648542 \h </w:instrText>
        </w:r>
        <w:r w:rsidRPr="005D71A9">
          <w:rPr>
            <w:b w:val="0"/>
            <w:noProof/>
            <w:webHidden/>
          </w:rPr>
        </w:r>
        <w:r w:rsidRPr="005D71A9">
          <w:rPr>
            <w:b w:val="0"/>
            <w:noProof/>
            <w:webHidden/>
          </w:rPr>
          <w:fldChar w:fldCharType="separate"/>
        </w:r>
        <w:r w:rsidRPr="005D71A9">
          <w:rPr>
            <w:b w:val="0"/>
            <w:noProof/>
            <w:webHidden/>
          </w:rPr>
          <w:t>5</w:t>
        </w:r>
        <w:r w:rsidRPr="005D71A9">
          <w:rPr>
            <w:b w:val="0"/>
            <w:noProof/>
            <w:webHidden/>
          </w:rPr>
          <w:fldChar w:fldCharType="end"/>
        </w:r>
      </w:hyperlink>
    </w:p>
    <w:p w14:paraId="6E5993D2" w14:textId="7C539BCB" w:rsidR="005D71A9" w:rsidRPr="005D71A9" w:rsidRDefault="005D71A9">
      <w:pPr>
        <w:pStyle w:val="TM2"/>
        <w:rPr>
          <w:rFonts w:eastAsiaTheme="minorEastAsia" w:cstheme="minorBidi"/>
          <w:b w:val="0"/>
          <w:noProof/>
          <w:lang w:eastAsia="fr-FR"/>
        </w:rPr>
      </w:pPr>
      <w:hyperlink w:anchor="_Toc203648544" w:history="1">
        <w:r w:rsidRPr="005D71A9">
          <w:rPr>
            <w:rStyle w:val="Lienhypertexte"/>
            <w:b w:val="0"/>
            <w:i/>
            <w:iCs/>
            <w:noProof/>
          </w:rPr>
          <w:t>Article 1.2.2 – Décomposition en tranches</w:t>
        </w:r>
        <w:r w:rsidRPr="005D71A9">
          <w:rPr>
            <w:b w:val="0"/>
            <w:noProof/>
            <w:webHidden/>
          </w:rPr>
          <w:tab/>
        </w:r>
        <w:r w:rsidRPr="005D71A9">
          <w:rPr>
            <w:b w:val="0"/>
            <w:noProof/>
            <w:webHidden/>
          </w:rPr>
          <w:fldChar w:fldCharType="begin"/>
        </w:r>
        <w:r w:rsidRPr="005D71A9">
          <w:rPr>
            <w:b w:val="0"/>
            <w:noProof/>
            <w:webHidden/>
          </w:rPr>
          <w:instrText xml:space="preserve"> PAGEREF _Toc203648544 \h </w:instrText>
        </w:r>
        <w:r w:rsidRPr="005D71A9">
          <w:rPr>
            <w:b w:val="0"/>
            <w:noProof/>
            <w:webHidden/>
          </w:rPr>
        </w:r>
        <w:r w:rsidRPr="005D71A9">
          <w:rPr>
            <w:b w:val="0"/>
            <w:noProof/>
            <w:webHidden/>
          </w:rPr>
          <w:fldChar w:fldCharType="separate"/>
        </w:r>
        <w:r w:rsidRPr="005D71A9">
          <w:rPr>
            <w:b w:val="0"/>
            <w:noProof/>
            <w:webHidden/>
          </w:rPr>
          <w:t>5</w:t>
        </w:r>
        <w:r w:rsidRPr="005D71A9">
          <w:rPr>
            <w:b w:val="0"/>
            <w:noProof/>
            <w:webHidden/>
          </w:rPr>
          <w:fldChar w:fldCharType="end"/>
        </w:r>
      </w:hyperlink>
    </w:p>
    <w:p w14:paraId="03130337" w14:textId="29056A00" w:rsidR="005D71A9" w:rsidRPr="005D71A9" w:rsidRDefault="005D71A9">
      <w:pPr>
        <w:pStyle w:val="TM2"/>
        <w:rPr>
          <w:rFonts w:eastAsiaTheme="minorEastAsia" w:cstheme="minorBidi"/>
          <w:b w:val="0"/>
          <w:noProof/>
          <w:lang w:eastAsia="fr-FR"/>
        </w:rPr>
      </w:pPr>
      <w:hyperlink w:anchor="_Toc203648546" w:history="1">
        <w:r w:rsidRPr="005D71A9">
          <w:rPr>
            <w:rStyle w:val="Lienhypertexte"/>
            <w:b w:val="0"/>
            <w:i/>
            <w:iCs/>
            <w:noProof/>
          </w:rPr>
          <w:t>Article 1.2.3 – Options</w:t>
        </w:r>
        <w:r w:rsidRPr="005D71A9">
          <w:rPr>
            <w:b w:val="0"/>
            <w:noProof/>
            <w:webHidden/>
          </w:rPr>
          <w:tab/>
        </w:r>
        <w:r w:rsidRPr="005D71A9">
          <w:rPr>
            <w:b w:val="0"/>
            <w:noProof/>
            <w:webHidden/>
          </w:rPr>
          <w:fldChar w:fldCharType="begin"/>
        </w:r>
        <w:r w:rsidRPr="005D71A9">
          <w:rPr>
            <w:b w:val="0"/>
            <w:noProof/>
            <w:webHidden/>
          </w:rPr>
          <w:instrText xml:space="preserve"> PAGEREF _Toc203648546 \h </w:instrText>
        </w:r>
        <w:r w:rsidRPr="005D71A9">
          <w:rPr>
            <w:b w:val="0"/>
            <w:noProof/>
            <w:webHidden/>
          </w:rPr>
        </w:r>
        <w:r w:rsidRPr="005D71A9">
          <w:rPr>
            <w:b w:val="0"/>
            <w:noProof/>
            <w:webHidden/>
          </w:rPr>
          <w:fldChar w:fldCharType="separate"/>
        </w:r>
        <w:r w:rsidRPr="005D71A9">
          <w:rPr>
            <w:b w:val="0"/>
            <w:noProof/>
            <w:webHidden/>
          </w:rPr>
          <w:t>5</w:t>
        </w:r>
        <w:r w:rsidRPr="005D71A9">
          <w:rPr>
            <w:b w:val="0"/>
            <w:noProof/>
            <w:webHidden/>
          </w:rPr>
          <w:fldChar w:fldCharType="end"/>
        </w:r>
      </w:hyperlink>
    </w:p>
    <w:p w14:paraId="0B6F1858" w14:textId="19C04022" w:rsidR="005D71A9" w:rsidRPr="005D71A9" w:rsidRDefault="005D71A9">
      <w:pPr>
        <w:pStyle w:val="TM2"/>
        <w:rPr>
          <w:rFonts w:eastAsiaTheme="minorEastAsia" w:cstheme="minorBidi"/>
          <w:b w:val="0"/>
          <w:noProof/>
          <w:lang w:eastAsia="fr-FR"/>
        </w:rPr>
      </w:pPr>
      <w:hyperlink w:anchor="_Toc203648547" w:history="1">
        <w:r w:rsidRPr="005D71A9">
          <w:rPr>
            <w:rStyle w:val="Lienhypertexte"/>
            <w:b w:val="0"/>
            <w:i/>
            <w:iCs/>
            <w:noProof/>
          </w:rPr>
          <w:t>Article 1.2.4 – Prestations Supplémentaires Eventuelles (PSE)</w:t>
        </w:r>
        <w:r w:rsidRPr="005D71A9">
          <w:rPr>
            <w:b w:val="0"/>
            <w:noProof/>
            <w:webHidden/>
          </w:rPr>
          <w:tab/>
        </w:r>
        <w:r w:rsidRPr="005D71A9">
          <w:rPr>
            <w:b w:val="0"/>
            <w:noProof/>
            <w:webHidden/>
          </w:rPr>
          <w:fldChar w:fldCharType="begin"/>
        </w:r>
        <w:r w:rsidRPr="005D71A9">
          <w:rPr>
            <w:b w:val="0"/>
            <w:noProof/>
            <w:webHidden/>
          </w:rPr>
          <w:instrText xml:space="preserve"> PAGEREF _Toc203648547 \h </w:instrText>
        </w:r>
        <w:r w:rsidRPr="005D71A9">
          <w:rPr>
            <w:b w:val="0"/>
            <w:noProof/>
            <w:webHidden/>
          </w:rPr>
        </w:r>
        <w:r w:rsidRPr="005D71A9">
          <w:rPr>
            <w:b w:val="0"/>
            <w:noProof/>
            <w:webHidden/>
          </w:rPr>
          <w:fldChar w:fldCharType="separate"/>
        </w:r>
        <w:r w:rsidRPr="005D71A9">
          <w:rPr>
            <w:b w:val="0"/>
            <w:noProof/>
            <w:webHidden/>
          </w:rPr>
          <w:t>5</w:t>
        </w:r>
        <w:r w:rsidRPr="005D71A9">
          <w:rPr>
            <w:b w:val="0"/>
            <w:noProof/>
            <w:webHidden/>
          </w:rPr>
          <w:fldChar w:fldCharType="end"/>
        </w:r>
      </w:hyperlink>
    </w:p>
    <w:p w14:paraId="33DB598D" w14:textId="576EC734" w:rsidR="005D71A9" w:rsidRPr="005D71A9" w:rsidRDefault="005D71A9">
      <w:pPr>
        <w:pStyle w:val="TM2"/>
        <w:rPr>
          <w:rFonts w:eastAsiaTheme="minorEastAsia" w:cstheme="minorBidi"/>
          <w:b w:val="0"/>
          <w:noProof/>
          <w:lang w:eastAsia="fr-FR"/>
        </w:rPr>
      </w:pPr>
      <w:hyperlink w:anchor="_Toc203648549" w:history="1">
        <w:r w:rsidRPr="005D71A9">
          <w:rPr>
            <w:rStyle w:val="Lienhypertexte"/>
            <w:b w:val="0"/>
            <w:i/>
            <w:iCs/>
            <w:noProof/>
          </w:rPr>
          <w:t>Article 1.2.5 - Variantes</w:t>
        </w:r>
        <w:r w:rsidRPr="005D71A9">
          <w:rPr>
            <w:b w:val="0"/>
            <w:noProof/>
            <w:webHidden/>
          </w:rPr>
          <w:tab/>
        </w:r>
        <w:r w:rsidRPr="005D71A9">
          <w:rPr>
            <w:b w:val="0"/>
            <w:noProof/>
            <w:webHidden/>
          </w:rPr>
          <w:fldChar w:fldCharType="begin"/>
        </w:r>
        <w:r w:rsidRPr="005D71A9">
          <w:rPr>
            <w:b w:val="0"/>
            <w:noProof/>
            <w:webHidden/>
          </w:rPr>
          <w:instrText xml:space="preserve"> PAGEREF _Toc203648549 \h </w:instrText>
        </w:r>
        <w:r w:rsidRPr="005D71A9">
          <w:rPr>
            <w:b w:val="0"/>
            <w:noProof/>
            <w:webHidden/>
          </w:rPr>
        </w:r>
        <w:r w:rsidRPr="005D71A9">
          <w:rPr>
            <w:b w:val="0"/>
            <w:noProof/>
            <w:webHidden/>
          </w:rPr>
          <w:fldChar w:fldCharType="separate"/>
        </w:r>
        <w:r w:rsidRPr="005D71A9">
          <w:rPr>
            <w:b w:val="0"/>
            <w:noProof/>
            <w:webHidden/>
          </w:rPr>
          <w:t>5</w:t>
        </w:r>
        <w:r w:rsidRPr="005D71A9">
          <w:rPr>
            <w:b w:val="0"/>
            <w:noProof/>
            <w:webHidden/>
          </w:rPr>
          <w:fldChar w:fldCharType="end"/>
        </w:r>
      </w:hyperlink>
    </w:p>
    <w:p w14:paraId="115ABEB1" w14:textId="31F75E01" w:rsidR="005D71A9" w:rsidRPr="005D71A9" w:rsidRDefault="005D71A9">
      <w:pPr>
        <w:pStyle w:val="TM2"/>
        <w:rPr>
          <w:rFonts w:eastAsiaTheme="minorEastAsia" w:cstheme="minorBidi"/>
          <w:b w:val="0"/>
          <w:noProof/>
          <w:lang w:eastAsia="fr-FR"/>
        </w:rPr>
      </w:pPr>
      <w:hyperlink w:anchor="_Toc203648551" w:history="1">
        <w:r w:rsidRPr="005D71A9">
          <w:rPr>
            <w:rStyle w:val="Lienhypertexte"/>
            <w:b w:val="0"/>
            <w:noProof/>
          </w:rPr>
          <w:t>1.3. – Forme</w:t>
        </w:r>
        <w:r w:rsidRPr="005D71A9">
          <w:rPr>
            <w:b w:val="0"/>
            <w:noProof/>
            <w:webHidden/>
          </w:rPr>
          <w:tab/>
        </w:r>
        <w:r w:rsidRPr="005D71A9">
          <w:rPr>
            <w:b w:val="0"/>
            <w:noProof/>
            <w:webHidden/>
          </w:rPr>
          <w:fldChar w:fldCharType="begin"/>
        </w:r>
        <w:r w:rsidRPr="005D71A9">
          <w:rPr>
            <w:b w:val="0"/>
            <w:noProof/>
            <w:webHidden/>
          </w:rPr>
          <w:instrText xml:space="preserve"> PAGEREF _Toc203648551 \h </w:instrText>
        </w:r>
        <w:r w:rsidRPr="005D71A9">
          <w:rPr>
            <w:b w:val="0"/>
            <w:noProof/>
            <w:webHidden/>
          </w:rPr>
        </w:r>
        <w:r w:rsidRPr="005D71A9">
          <w:rPr>
            <w:b w:val="0"/>
            <w:noProof/>
            <w:webHidden/>
          </w:rPr>
          <w:fldChar w:fldCharType="separate"/>
        </w:r>
        <w:r w:rsidRPr="005D71A9">
          <w:rPr>
            <w:b w:val="0"/>
            <w:noProof/>
            <w:webHidden/>
          </w:rPr>
          <w:t>5</w:t>
        </w:r>
        <w:r w:rsidRPr="005D71A9">
          <w:rPr>
            <w:b w:val="0"/>
            <w:noProof/>
            <w:webHidden/>
          </w:rPr>
          <w:fldChar w:fldCharType="end"/>
        </w:r>
      </w:hyperlink>
    </w:p>
    <w:p w14:paraId="61525A00" w14:textId="3D7ADB57" w:rsidR="005D71A9" w:rsidRPr="005D71A9" w:rsidRDefault="005D71A9">
      <w:pPr>
        <w:pStyle w:val="TM2"/>
        <w:rPr>
          <w:rFonts w:eastAsiaTheme="minorEastAsia" w:cstheme="minorBidi"/>
          <w:b w:val="0"/>
          <w:noProof/>
          <w:lang w:eastAsia="fr-FR"/>
        </w:rPr>
      </w:pPr>
      <w:hyperlink w:anchor="_Toc203648552" w:history="1">
        <w:r w:rsidRPr="005D71A9">
          <w:rPr>
            <w:rStyle w:val="Lienhypertexte"/>
            <w:b w:val="0"/>
            <w:noProof/>
          </w:rPr>
          <w:t>1.4. – Modifications du marché</w:t>
        </w:r>
        <w:r w:rsidRPr="005D71A9">
          <w:rPr>
            <w:b w:val="0"/>
            <w:noProof/>
            <w:webHidden/>
          </w:rPr>
          <w:tab/>
        </w:r>
        <w:r w:rsidRPr="005D71A9">
          <w:rPr>
            <w:b w:val="0"/>
            <w:noProof/>
            <w:webHidden/>
          </w:rPr>
          <w:fldChar w:fldCharType="begin"/>
        </w:r>
        <w:r w:rsidRPr="005D71A9">
          <w:rPr>
            <w:b w:val="0"/>
            <w:noProof/>
            <w:webHidden/>
          </w:rPr>
          <w:instrText xml:space="preserve"> PAGEREF _Toc203648552 \h </w:instrText>
        </w:r>
        <w:r w:rsidRPr="005D71A9">
          <w:rPr>
            <w:b w:val="0"/>
            <w:noProof/>
            <w:webHidden/>
          </w:rPr>
        </w:r>
        <w:r w:rsidRPr="005D71A9">
          <w:rPr>
            <w:b w:val="0"/>
            <w:noProof/>
            <w:webHidden/>
          </w:rPr>
          <w:fldChar w:fldCharType="separate"/>
        </w:r>
        <w:r w:rsidRPr="005D71A9">
          <w:rPr>
            <w:b w:val="0"/>
            <w:noProof/>
            <w:webHidden/>
          </w:rPr>
          <w:t>5</w:t>
        </w:r>
        <w:r w:rsidRPr="005D71A9">
          <w:rPr>
            <w:b w:val="0"/>
            <w:noProof/>
            <w:webHidden/>
          </w:rPr>
          <w:fldChar w:fldCharType="end"/>
        </w:r>
      </w:hyperlink>
    </w:p>
    <w:p w14:paraId="2F53A534" w14:textId="1D8C6A6C" w:rsidR="005D71A9" w:rsidRPr="005D71A9" w:rsidRDefault="005D71A9">
      <w:pPr>
        <w:pStyle w:val="TM1"/>
        <w:tabs>
          <w:tab w:val="left" w:pos="480"/>
          <w:tab w:val="right" w:leader="dot" w:pos="9054"/>
        </w:tabs>
        <w:rPr>
          <w:rFonts w:ascii="AvenirNext LT Pro LightCn" w:eastAsiaTheme="minorEastAsia" w:hAnsi="AvenirNext LT Pro LightCn"/>
          <w:noProof/>
          <w:lang w:eastAsia="fr-FR"/>
        </w:rPr>
      </w:pPr>
      <w:hyperlink w:anchor="_Toc203648553" w:history="1">
        <w:r w:rsidRPr="005D71A9">
          <w:rPr>
            <w:rStyle w:val="Lienhypertexte"/>
            <w:rFonts w:ascii="AvenirNext LT Pro LightCn" w:hAnsi="AvenirNext LT Pro LightCn"/>
            <w:i/>
            <w:iCs/>
            <w:noProof/>
          </w:rPr>
          <w:t>2.</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PIÈCES CONTRACTUELLES DU MARCHÉ</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_Toc203648553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6</w:t>
        </w:r>
        <w:r w:rsidRPr="005D71A9">
          <w:rPr>
            <w:rFonts w:ascii="AvenirNext LT Pro LightCn" w:hAnsi="AvenirNext LT Pro LightCn"/>
            <w:noProof/>
            <w:webHidden/>
          </w:rPr>
          <w:fldChar w:fldCharType="end"/>
        </w:r>
      </w:hyperlink>
    </w:p>
    <w:p w14:paraId="36F58CF7" w14:textId="674FEE8C" w:rsidR="005D71A9" w:rsidRPr="005D71A9" w:rsidRDefault="005D71A9">
      <w:pPr>
        <w:pStyle w:val="TM2"/>
        <w:rPr>
          <w:rFonts w:eastAsiaTheme="minorEastAsia" w:cstheme="minorBidi"/>
          <w:b w:val="0"/>
          <w:noProof/>
          <w:lang w:eastAsia="fr-FR"/>
        </w:rPr>
      </w:pPr>
      <w:hyperlink w:anchor="_Toc203648554" w:history="1">
        <w:r w:rsidRPr="005D71A9">
          <w:rPr>
            <w:rStyle w:val="Lienhypertexte"/>
            <w:b w:val="0"/>
            <w:noProof/>
          </w:rPr>
          <w:t>2.1 – Pièces particulières</w:t>
        </w:r>
        <w:r w:rsidRPr="005D71A9">
          <w:rPr>
            <w:b w:val="0"/>
            <w:noProof/>
            <w:webHidden/>
          </w:rPr>
          <w:tab/>
        </w:r>
        <w:r w:rsidRPr="005D71A9">
          <w:rPr>
            <w:b w:val="0"/>
            <w:noProof/>
            <w:webHidden/>
          </w:rPr>
          <w:fldChar w:fldCharType="begin"/>
        </w:r>
        <w:r w:rsidRPr="005D71A9">
          <w:rPr>
            <w:b w:val="0"/>
            <w:noProof/>
            <w:webHidden/>
          </w:rPr>
          <w:instrText xml:space="preserve"> PAGEREF _Toc203648554 \h </w:instrText>
        </w:r>
        <w:r w:rsidRPr="005D71A9">
          <w:rPr>
            <w:b w:val="0"/>
            <w:noProof/>
            <w:webHidden/>
          </w:rPr>
        </w:r>
        <w:r w:rsidRPr="005D71A9">
          <w:rPr>
            <w:b w:val="0"/>
            <w:noProof/>
            <w:webHidden/>
          </w:rPr>
          <w:fldChar w:fldCharType="separate"/>
        </w:r>
        <w:r w:rsidRPr="005D71A9">
          <w:rPr>
            <w:b w:val="0"/>
            <w:noProof/>
            <w:webHidden/>
          </w:rPr>
          <w:t>6</w:t>
        </w:r>
        <w:r w:rsidRPr="005D71A9">
          <w:rPr>
            <w:b w:val="0"/>
            <w:noProof/>
            <w:webHidden/>
          </w:rPr>
          <w:fldChar w:fldCharType="end"/>
        </w:r>
      </w:hyperlink>
    </w:p>
    <w:p w14:paraId="052DA7BE" w14:textId="20E4FDE7" w:rsidR="005D71A9" w:rsidRPr="005D71A9" w:rsidRDefault="005D71A9">
      <w:pPr>
        <w:pStyle w:val="TM2"/>
        <w:rPr>
          <w:rFonts w:eastAsiaTheme="minorEastAsia" w:cstheme="minorBidi"/>
          <w:b w:val="0"/>
          <w:noProof/>
          <w:lang w:eastAsia="fr-FR"/>
        </w:rPr>
      </w:pPr>
      <w:hyperlink w:anchor="_Toc203648555" w:history="1">
        <w:r w:rsidRPr="005D71A9">
          <w:rPr>
            <w:rStyle w:val="Lienhypertexte"/>
            <w:b w:val="0"/>
            <w:noProof/>
          </w:rPr>
          <w:t>2.2 – Pièces générales</w:t>
        </w:r>
        <w:r w:rsidRPr="005D71A9">
          <w:rPr>
            <w:b w:val="0"/>
            <w:noProof/>
            <w:webHidden/>
          </w:rPr>
          <w:tab/>
        </w:r>
        <w:r w:rsidRPr="005D71A9">
          <w:rPr>
            <w:b w:val="0"/>
            <w:noProof/>
            <w:webHidden/>
          </w:rPr>
          <w:fldChar w:fldCharType="begin"/>
        </w:r>
        <w:r w:rsidRPr="005D71A9">
          <w:rPr>
            <w:b w:val="0"/>
            <w:noProof/>
            <w:webHidden/>
          </w:rPr>
          <w:instrText xml:space="preserve"> PAGEREF _Toc203648555 \h </w:instrText>
        </w:r>
        <w:r w:rsidRPr="005D71A9">
          <w:rPr>
            <w:b w:val="0"/>
            <w:noProof/>
            <w:webHidden/>
          </w:rPr>
        </w:r>
        <w:r w:rsidRPr="005D71A9">
          <w:rPr>
            <w:b w:val="0"/>
            <w:noProof/>
            <w:webHidden/>
          </w:rPr>
          <w:fldChar w:fldCharType="separate"/>
        </w:r>
        <w:r w:rsidRPr="005D71A9">
          <w:rPr>
            <w:b w:val="0"/>
            <w:noProof/>
            <w:webHidden/>
          </w:rPr>
          <w:t>6</w:t>
        </w:r>
        <w:r w:rsidRPr="005D71A9">
          <w:rPr>
            <w:b w:val="0"/>
            <w:noProof/>
            <w:webHidden/>
          </w:rPr>
          <w:fldChar w:fldCharType="end"/>
        </w:r>
      </w:hyperlink>
    </w:p>
    <w:p w14:paraId="4388C67E" w14:textId="3E7188B5" w:rsidR="005D71A9" w:rsidRPr="005D71A9" w:rsidRDefault="005D71A9">
      <w:pPr>
        <w:pStyle w:val="TM1"/>
        <w:tabs>
          <w:tab w:val="left" w:pos="480"/>
          <w:tab w:val="right" w:leader="dot" w:pos="9054"/>
        </w:tabs>
        <w:rPr>
          <w:rFonts w:ascii="AvenirNext LT Pro LightCn" w:eastAsiaTheme="minorEastAsia" w:hAnsi="AvenirNext LT Pro LightCn"/>
          <w:noProof/>
          <w:lang w:eastAsia="fr-FR"/>
        </w:rPr>
      </w:pPr>
      <w:hyperlink w:anchor="_Toc203648556" w:history="1">
        <w:r w:rsidRPr="005D71A9">
          <w:rPr>
            <w:rStyle w:val="Lienhypertexte"/>
            <w:rFonts w:ascii="AvenirNext LT Pro LightCn" w:hAnsi="AvenirNext LT Pro LightCn"/>
            <w:i/>
            <w:iCs/>
            <w:noProof/>
          </w:rPr>
          <w:t>3.</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CONTENU DES PRESTATIONS</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_Toc203648556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6</w:t>
        </w:r>
        <w:r w:rsidRPr="005D71A9">
          <w:rPr>
            <w:rFonts w:ascii="AvenirNext LT Pro LightCn" w:hAnsi="AvenirNext LT Pro LightCn"/>
            <w:noProof/>
            <w:webHidden/>
          </w:rPr>
          <w:fldChar w:fldCharType="end"/>
        </w:r>
      </w:hyperlink>
    </w:p>
    <w:p w14:paraId="71339887" w14:textId="336ED743" w:rsidR="005D71A9" w:rsidRPr="005D71A9" w:rsidRDefault="005D71A9">
      <w:pPr>
        <w:pStyle w:val="TM2"/>
        <w:tabs>
          <w:tab w:val="left" w:pos="660"/>
        </w:tabs>
        <w:rPr>
          <w:rFonts w:eastAsiaTheme="minorEastAsia" w:cstheme="minorBidi"/>
          <w:b w:val="0"/>
          <w:noProof/>
          <w:lang w:eastAsia="fr-FR"/>
        </w:rPr>
      </w:pPr>
      <w:hyperlink w:anchor="_Toc203648557" w:history="1">
        <w:r w:rsidRPr="005D71A9">
          <w:rPr>
            <w:rStyle w:val="Lienhypertexte"/>
            <w:b w:val="0"/>
            <w:noProof/>
          </w:rPr>
          <w:t>3.1.</w:t>
        </w:r>
        <w:r w:rsidRPr="005D71A9">
          <w:rPr>
            <w:rFonts w:eastAsiaTheme="minorEastAsia" w:cstheme="minorBidi"/>
            <w:b w:val="0"/>
            <w:noProof/>
            <w:lang w:eastAsia="fr-FR"/>
          </w:rPr>
          <w:tab/>
        </w:r>
        <w:r w:rsidRPr="005D71A9">
          <w:rPr>
            <w:rStyle w:val="Lienhypertexte"/>
            <w:b w:val="0"/>
            <w:noProof/>
          </w:rPr>
          <w:t>– Performances techniques - Normes</w:t>
        </w:r>
        <w:r w:rsidRPr="005D71A9">
          <w:rPr>
            <w:b w:val="0"/>
            <w:noProof/>
            <w:webHidden/>
          </w:rPr>
          <w:tab/>
        </w:r>
        <w:r w:rsidRPr="005D71A9">
          <w:rPr>
            <w:b w:val="0"/>
            <w:noProof/>
            <w:webHidden/>
          </w:rPr>
          <w:fldChar w:fldCharType="begin"/>
        </w:r>
        <w:r w:rsidRPr="005D71A9">
          <w:rPr>
            <w:b w:val="0"/>
            <w:noProof/>
            <w:webHidden/>
          </w:rPr>
          <w:instrText xml:space="preserve"> PAGEREF _Toc203648557 \h </w:instrText>
        </w:r>
        <w:r w:rsidRPr="005D71A9">
          <w:rPr>
            <w:b w:val="0"/>
            <w:noProof/>
            <w:webHidden/>
          </w:rPr>
        </w:r>
        <w:r w:rsidRPr="005D71A9">
          <w:rPr>
            <w:b w:val="0"/>
            <w:noProof/>
            <w:webHidden/>
          </w:rPr>
          <w:fldChar w:fldCharType="separate"/>
        </w:r>
        <w:r w:rsidRPr="005D71A9">
          <w:rPr>
            <w:b w:val="0"/>
            <w:noProof/>
            <w:webHidden/>
          </w:rPr>
          <w:t>6</w:t>
        </w:r>
        <w:r w:rsidRPr="005D71A9">
          <w:rPr>
            <w:b w:val="0"/>
            <w:noProof/>
            <w:webHidden/>
          </w:rPr>
          <w:fldChar w:fldCharType="end"/>
        </w:r>
      </w:hyperlink>
    </w:p>
    <w:p w14:paraId="636F5B31" w14:textId="28B39DAB" w:rsidR="005D71A9" w:rsidRPr="005D71A9" w:rsidRDefault="005D71A9">
      <w:pPr>
        <w:pStyle w:val="TM2"/>
        <w:tabs>
          <w:tab w:val="left" w:pos="660"/>
        </w:tabs>
        <w:rPr>
          <w:rFonts w:eastAsiaTheme="minorEastAsia" w:cstheme="minorBidi"/>
          <w:b w:val="0"/>
          <w:noProof/>
          <w:lang w:eastAsia="fr-FR"/>
        </w:rPr>
      </w:pPr>
      <w:hyperlink w:anchor="_Toc203648558" w:history="1">
        <w:r w:rsidRPr="005D71A9">
          <w:rPr>
            <w:rStyle w:val="Lienhypertexte"/>
            <w:b w:val="0"/>
            <w:noProof/>
          </w:rPr>
          <w:t>3.2.</w:t>
        </w:r>
        <w:r w:rsidRPr="005D71A9">
          <w:rPr>
            <w:rFonts w:eastAsiaTheme="minorEastAsia" w:cstheme="minorBidi"/>
            <w:b w:val="0"/>
            <w:noProof/>
            <w:lang w:eastAsia="fr-FR"/>
          </w:rPr>
          <w:tab/>
        </w:r>
        <w:r w:rsidRPr="005D71A9">
          <w:rPr>
            <w:rStyle w:val="Lienhypertexte"/>
            <w:b w:val="0"/>
            <w:noProof/>
          </w:rPr>
          <w:t>– Spécifications techniques</w:t>
        </w:r>
        <w:r w:rsidRPr="005D71A9">
          <w:rPr>
            <w:b w:val="0"/>
            <w:noProof/>
            <w:webHidden/>
          </w:rPr>
          <w:tab/>
        </w:r>
        <w:r w:rsidRPr="005D71A9">
          <w:rPr>
            <w:b w:val="0"/>
            <w:noProof/>
            <w:webHidden/>
          </w:rPr>
          <w:fldChar w:fldCharType="begin"/>
        </w:r>
        <w:r w:rsidRPr="005D71A9">
          <w:rPr>
            <w:b w:val="0"/>
            <w:noProof/>
            <w:webHidden/>
          </w:rPr>
          <w:instrText xml:space="preserve"> PAGEREF _Toc203648558 \h </w:instrText>
        </w:r>
        <w:r w:rsidRPr="005D71A9">
          <w:rPr>
            <w:b w:val="0"/>
            <w:noProof/>
            <w:webHidden/>
          </w:rPr>
        </w:r>
        <w:r w:rsidRPr="005D71A9">
          <w:rPr>
            <w:b w:val="0"/>
            <w:noProof/>
            <w:webHidden/>
          </w:rPr>
          <w:fldChar w:fldCharType="separate"/>
        </w:r>
        <w:r w:rsidRPr="005D71A9">
          <w:rPr>
            <w:b w:val="0"/>
            <w:noProof/>
            <w:webHidden/>
          </w:rPr>
          <w:t>7</w:t>
        </w:r>
        <w:r w:rsidRPr="005D71A9">
          <w:rPr>
            <w:b w:val="0"/>
            <w:noProof/>
            <w:webHidden/>
          </w:rPr>
          <w:fldChar w:fldCharType="end"/>
        </w:r>
      </w:hyperlink>
    </w:p>
    <w:p w14:paraId="420A5339" w14:textId="46ACED28" w:rsidR="005D71A9" w:rsidRPr="005D71A9" w:rsidRDefault="005D71A9">
      <w:pPr>
        <w:pStyle w:val="TM2"/>
        <w:tabs>
          <w:tab w:val="left" w:pos="660"/>
        </w:tabs>
        <w:rPr>
          <w:rFonts w:eastAsiaTheme="minorEastAsia" w:cstheme="minorBidi"/>
          <w:b w:val="0"/>
          <w:noProof/>
          <w:lang w:eastAsia="fr-FR"/>
        </w:rPr>
      </w:pPr>
      <w:hyperlink w:anchor="_Toc203648559" w:history="1">
        <w:r w:rsidRPr="005D71A9">
          <w:rPr>
            <w:rStyle w:val="Lienhypertexte"/>
            <w:b w:val="0"/>
            <w:noProof/>
          </w:rPr>
          <w:t>3.3.</w:t>
        </w:r>
        <w:r w:rsidRPr="005D71A9">
          <w:rPr>
            <w:rFonts w:eastAsiaTheme="minorEastAsia" w:cstheme="minorBidi"/>
            <w:b w:val="0"/>
            <w:noProof/>
            <w:lang w:eastAsia="fr-FR"/>
          </w:rPr>
          <w:tab/>
        </w:r>
        <w:r w:rsidRPr="005D71A9">
          <w:rPr>
            <w:rStyle w:val="Lienhypertexte"/>
            <w:b w:val="0"/>
            <w:noProof/>
          </w:rPr>
          <w:t>Indicateurs de suivi et taux de disponibilité</w:t>
        </w:r>
        <w:r w:rsidRPr="005D71A9">
          <w:rPr>
            <w:b w:val="0"/>
            <w:noProof/>
            <w:webHidden/>
          </w:rPr>
          <w:tab/>
        </w:r>
        <w:r w:rsidRPr="005D71A9">
          <w:rPr>
            <w:b w:val="0"/>
            <w:noProof/>
            <w:webHidden/>
          </w:rPr>
          <w:fldChar w:fldCharType="begin"/>
        </w:r>
        <w:r w:rsidRPr="005D71A9">
          <w:rPr>
            <w:b w:val="0"/>
            <w:noProof/>
            <w:webHidden/>
          </w:rPr>
          <w:instrText xml:space="preserve"> PAGEREF _Toc203648559 \h </w:instrText>
        </w:r>
        <w:r w:rsidRPr="005D71A9">
          <w:rPr>
            <w:b w:val="0"/>
            <w:noProof/>
            <w:webHidden/>
          </w:rPr>
        </w:r>
        <w:r w:rsidRPr="005D71A9">
          <w:rPr>
            <w:b w:val="0"/>
            <w:noProof/>
            <w:webHidden/>
          </w:rPr>
          <w:fldChar w:fldCharType="separate"/>
        </w:r>
        <w:r w:rsidRPr="005D71A9">
          <w:rPr>
            <w:b w:val="0"/>
            <w:noProof/>
            <w:webHidden/>
          </w:rPr>
          <w:t>9</w:t>
        </w:r>
        <w:r w:rsidRPr="005D71A9">
          <w:rPr>
            <w:b w:val="0"/>
            <w:noProof/>
            <w:webHidden/>
          </w:rPr>
          <w:fldChar w:fldCharType="end"/>
        </w:r>
      </w:hyperlink>
    </w:p>
    <w:p w14:paraId="2127852E" w14:textId="577BBE98" w:rsidR="005D71A9" w:rsidRPr="005D71A9" w:rsidRDefault="005D71A9">
      <w:pPr>
        <w:pStyle w:val="TM2"/>
        <w:tabs>
          <w:tab w:val="left" w:pos="660"/>
        </w:tabs>
        <w:rPr>
          <w:rFonts w:eastAsiaTheme="minorEastAsia" w:cstheme="minorBidi"/>
          <w:b w:val="0"/>
          <w:noProof/>
          <w:lang w:eastAsia="fr-FR"/>
        </w:rPr>
      </w:pPr>
      <w:hyperlink w:anchor="_Toc203648560" w:history="1">
        <w:r w:rsidRPr="005D71A9">
          <w:rPr>
            <w:rStyle w:val="Lienhypertexte"/>
            <w:b w:val="0"/>
            <w:noProof/>
          </w:rPr>
          <w:t>3.4.</w:t>
        </w:r>
        <w:r w:rsidRPr="005D71A9">
          <w:rPr>
            <w:rFonts w:eastAsiaTheme="minorEastAsia" w:cstheme="minorBidi"/>
            <w:b w:val="0"/>
            <w:noProof/>
            <w:lang w:eastAsia="fr-FR"/>
          </w:rPr>
          <w:tab/>
        </w:r>
        <w:r w:rsidRPr="005D71A9">
          <w:rPr>
            <w:rStyle w:val="Lienhypertexte"/>
            <w:b w:val="0"/>
            <w:noProof/>
          </w:rPr>
          <w:t>Définition de l’indisponibilité</w:t>
        </w:r>
        <w:r w:rsidRPr="005D71A9">
          <w:rPr>
            <w:b w:val="0"/>
            <w:noProof/>
            <w:webHidden/>
          </w:rPr>
          <w:tab/>
        </w:r>
        <w:r w:rsidRPr="005D71A9">
          <w:rPr>
            <w:b w:val="0"/>
            <w:noProof/>
            <w:webHidden/>
          </w:rPr>
          <w:fldChar w:fldCharType="begin"/>
        </w:r>
        <w:r w:rsidRPr="005D71A9">
          <w:rPr>
            <w:b w:val="0"/>
            <w:noProof/>
            <w:webHidden/>
          </w:rPr>
          <w:instrText xml:space="preserve"> PAGEREF _Toc203648560 \h </w:instrText>
        </w:r>
        <w:r w:rsidRPr="005D71A9">
          <w:rPr>
            <w:b w:val="0"/>
            <w:noProof/>
            <w:webHidden/>
          </w:rPr>
        </w:r>
        <w:r w:rsidRPr="005D71A9">
          <w:rPr>
            <w:b w:val="0"/>
            <w:noProof/>
            <w:webHidden/>
          </w:rPr>
          <w:fldChar w:fldCharType="separate"/>
        </w:r>
        <w:r w:rsidRPr="005D71A9">
          <w:rPr>
            <w:b w:val="0"/>
            <w:noProof/>
            <w:webHidden/>
          </w:rPr>
          <w:t>9</w:t>
        </w:r>
        <w:r w:rsidRPr="005D71A9">
          <w:rPr>
            <w:b w:val="0"/>
            <w:noProof/>
            <w:webHidden/>
          </w:rPr>
          <w:fldChar w:fldCharType="end"/>
        </w:r>
      </w:hyperlink>
    </w:p>
    <w:p w14:paraId="042CF687" w14:textId="4572D7DB" w:rsidR="005D71A9" w:rsidRPr="005D71A9" w:rsidRDefault="005D71A9">
      <w:pPr>
        <w:pStyle w:val="TM3"/>
        <w:tabs>
          <w:tab w:val="left" w:pos="1320"/>
          <w:tab w:val="right" w:leader="dot" w:pos="9054"/>
        </w:tabs>
        <w:rPr>
          <w:rFonts w:ascii="AvenirNext LT Pro LightCn" w:eastAsiaTheme="minorEastAsia" w:hAnsi="AvenirNext LT Pro LightCn"/>
          <w:noProof/>
          <w:lang w:eastAsia="fr-FR"/>
        </w:rPr>
      </w:pPr>
      <w:hyperlink w:anchor="_Toc203648561" w:history="1">
        <w:r w:rsidRPr="005D71A9">
          <w:rPr>
            <w:rStyle w:val="Lienhypertexte"/>
            <w:rFonts w:ascii="AvenirNext LT Pro LightCn" w:eastAsiaTheme="majorEastAsia" w:hAnsi="AvenirNext LT Pro LightCn" w:cstheme="majorBidi"/>
            <w:noProof/>
          </w:rPr>
          <w:t>3.4.1.</w:t>
        </w:r>
        <w:r w:rsidRPr="005D71A9">
          <w:rPr>
            <w:rFonts w:ascii="AvenirNext LT Pro LightCn" w:eastAsiaTheme="minorEastAsia" w:hAnsi="AvenirNext LT Pro LightCn"/>
            <w:noProof/>
            <w:lang w:eastAsia="fr-FR"/>
          </w:rPr>
          <w:tab/>
        </w:r>
        <w:r w:rsidRPr="005D71A9">
          <w:rPr>
            <w:rStyle w:val="Lienhypertexte"/>
            <w:rFonts w:ascii="AvenirNext LT Pro LightCn" w:eastAsiaTheme="majorEastAsia" w:hAnsi="AvenirNext LT Pro LightCn" w:cstheme="majorBidi"/>
            <w:noProof/>
          </w:rPr>
          <w:t>Mesure de la durée d’arrêt</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_Toc203648561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9</w:t>
        </w:r>
        <w:r w:rsidRPr="005D71A9">
          <w:rPr>
            <w:rFonts w:ascii="AvenirNext LT Pro LightCn" w:hAnsi="AvenirNext LT Pro LightCn"/>
            <w:noProof/>
            <w:webHidden/>
          </w:rPr>
          <w:fldChar w:fldCharType="end"/>
        </w:r>
      </w:hyperlink>
    </w:p>
    <w:p w14:paraId="4BFA5117" w14:textId="7653BB71" w:rsidR="005D71A9" w:rsidRPr="005D71A9" w:rsidRDefault="005D71A9">
      <w:pPr>
        <w:pStyle w:val="TM2"/>
        <w:tabs>
          <w:tab w:val="left" w:pos="660"/>
        </w:tabs>
        <w:rPr>
          <w:rFonts w:eastAsiaTheme="minorEastAsia" w:cstheme="minorBidi"/>
          <w:b w:val="0"/>
          <w:noProof/>
          <w:lang w:eastAsia="fr-FR"/>
        </w:rPr>
      </w:pPr>
      <w:hyperlink w:anchor="_Toc203648562" w:history="1">
        <w:r w:rsidRPr="005D71A9">
          <w:rPr>
            <w:rStyle w:val="Lienhypertexte"/>
            <w:b w:val="0"/>
            <w:noProof/>
          </w:rPr>
          <w:t>3.5.</w:t>
        </w:r>
        <w:r w:rsidRPr="005D71A9">
          <w:rPr>
            <w:rFonts w:eastAsiaTheme="minorEastAsia" w:cstheme="minorBidi"/>
            <w:b w:val="0"/>
            <w:noProof/>
            <w:lang w:eastAsia="fr-FR"/>
          </w:rPr>
          <w:tab/>
        </w:r>
        <w:r w:rsidRPr="005D71A9">
          <w:rPr>
            <w:rStyle w:val="Lienhypertexte"/>
            <w:b w:val="0"/>
            <w:noProof/>
          </w:rPr>
          <w:t>Taux de disponibilité</w:t>
        </w:r>
        <w:r w:rsidRPr="005D71A9">
          <w:rPr>
            <w:b w:val="0"/>
            <w:noProof/>
            <w:webHidden/>
          </w:rPr>
          <w:tab/>
        </w:r>
        <w:r w:rsidRPr="005D71A9">
          <w:rPr>
            <w:b w:val="0"/>
            <w:noProof/>
            <w:webHidden/>
          </w:rPr>
          <w:fldChar w:fldCharType="begin"/>
        </w:r>
        <w:r w:rsidRPr="005D71A9">
          <w:rPr>
            <w:b w:val="0"/>
            <w:noProof/>
            <w:webHidden/>
          </w:rPr>
          <w:instrText xml:space="preserve"> PAGEREF _Toc203648562 \h </w:instrText>
        </w:r>
        <w:r w:rsidRPr="005D71A9">
          <w:rPr>
            <w:b w:val="0"/>
            <w:noProof/>
            <w:webHidden/>
          </w:rPr>
        </w:r>
        <w:r w:rsidRPr="005D71A9">
          <w:rPr>
            <w:b w:val="0"/>
            <w:noProof/>
            <w:webHidden/>
          </w:rPr>
          <w:fldChar w:fldCharType="separate"/>
        </w:r>
        <w:r w:rsidRPr="005D71A9">
          <w:rPr>
            <w:b w:val="0"/>
            <w:noProof/>
            <w:webHidden/>
          </w:rPr>
          <w:t>9</w:t>
        </w:r>
        <w:r w:rsidRPr="005D71A9">
          <w:rPr>
            <w:b w:val="0"/>
            <w:noProof/>
            <w:webHidden/>
          </w:rPr>
          <w:fldChar w:fldCharType="end"/>
        </w:r>
      </w:hyperlink>
    </w:p>
    <w:p w14:paraId="5D05B419" w14:textId="71B66967" w:rsidR="005D71A9" w:rsidRPr="005D71A9" w:rsidRDefault="005D71A9">
      <w:pPr>
        <w:pStyle w:val="TM3"/>
        <w:tabs>
          <w:tab w:val="left" w:pos="1320"/>
          <w:tab w:val="right" w:leader="dot" w:pos="9054"/>
        </w:tabs>
        <w:rPr>
          <w:rFonts w:ascii="AvenirNext LT Pro LightCn" w:eastAsiaTheme="minorEastAsia" w:hAnsi="AvenirNext LT Pro LightCn"/>
          <w:noProof/>
          <w:lang w:eastAsia="fr-FR"/>
        </w:rPr>
      </w:pPr>
      <w:hyperlink w:anchor="_Toc203648563" w:history="1">
        <w:r w:rsidRPr="005D71A9">
          <w:rPr>
            <w:rStyle w:val="Lienhypertexte"/>
            <w:rFonts w:ascii="AvenirNext LT Pro LightCn" w:eastAsiaTheme="majorEastAsia" w:hAnsi="AvenirNext LT Pro LightCn" w:cstheme="majorBidi"/>
            <w:noProof/>
          </w:rPr>
          <w:t>3.5.1.</w:t>
        </w:r>
        <w:r w:rsidRPr="005D71A9">
          <w:rPr>
            <w:rFonts w:ascii="AvenirNext LT Pro LightCn" w:eastAsiaTheme="minorEastAsia" w:hAnsi="AvenirNext LT Pro LightCn"/>
            <w:noProof/>
            <w:lang w:eastAsia="fr-FR"/>
          </w:rPr>
          <w:tab/>
        </w:r>
        <w:r w:rsidRPr="005D71A9">
          <w:rPr>
            <w:rStyle w:val="Lienhypertexte"/>
            <w:rFonts w:ascii="AvenirNext LT Pro LightCn" w:eastAsiaTheme="majorEastAsia" w:hAnsi="AvenirNext LT Pro LightCn" w:cstheme="majorBidi"/>
            <w:noProof/>
          </w:rPr>
          <w:t>Délai maximal autorisé</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_Toc203648563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9</w:t>
        </w:r>
        <w:r w:rsidRPr="005D71A9">
          <w:rPr>
            <w:rFonts w:ascii="AvenirNext LT Pro LightCn" w:hAnsi="AvenirNext LT Pro LightCn"/>
            <w:noProof/>
            <w:webHidden/>
          </w:rPr>
          <w:fldChar w:fldCharType="end"/>
        </w:r>
      </w:hyperlink>
    </w:p>
    <w:p w14:paraId="3EDB0DA1" w14:textId="7A400CCB" w:rsidR="005D71A9" w:rsidRPr="005D71A9" w:rsidRDefault="005D71A9">
      <w:pPr>
        <w:pStyle w:val="TM2"/>
        <w:tabs>
          <w:tab w:val="left" w:pos="660"/>
        </w:tabs>
        <w:rPr>
          <w:rFonts w:eastAsiaTheme="minorEastAsia" w:cstheme="minorBidi"/>
          <w:b w:val="0"/>
          <w:noProof/>
          <w:lang w:eastAsia="fr-FR"/>
        </w:rPr>
      </w:pPr>
      <w:hyperlink w:anchor="_Toc203648564" w:history="1">
        <w:r w:rsidRPr="005D71A9">
          <w:rPr>
            <w:rStyle w:val="Lienhypertexte"/>
            <w:b w:val="0"/>
            <w:noProof/>
          </w:rPr>
          <w:t>3.6.</w:t>
        </w:r>
        <w:r w:rsidRPr="005D71A9">
          <w:rPr>
            <w:rFonts w:eastAsiaTheme="minorEastAsia" w:cstheme="minorBidi"/>
            <w:b w:val="0"/>
            <w:noProof/>
            <w:lang w:eastAsia="fr-FR"/>
          </w:rPr>
          <w:tab/>
        </w:r>
        <w:r w:rsidRPr="005D71A9">
          <w:rPr>
            <w:rStyle w:val="Lienhypertexte"/>
            <w:b w:val="0"/>
            <w:noProof/>
          </w:rPr>
          <w:t>– Emballage et transport</w:t>
        </w:r>
        <w:r w:rsidRPr="005D71A9">
          <w:rPr>
            <w:b w:val="0"/>
            <w:noProof/>
            <w:webHidden/>
          </w:rPr>
          <w:tab/>
        </w:r>
        <w:r w:rsidRPr="005D71A9">
          <w:rPr>
            <w:b w:val="0"/>
            <w:noProof/>
            <w:webHidden/>
          </w:rPr>
          <w:fldChar w:fldCharType="begin"/>
        </w:r>
        <w:r w:rsidRPr="005D71A9">
          <w:rPr>
            <w:b w:val="0"/>
            <w:noProof/>
            <w:webHidden/>
          </w:rPr>
          <w:instrText xml:space="preserve"> PAGEREF _Toc203648564 \h </w:instrText>
        </w:r>
        <w:r w:rsidRPr="005D71A9">
          <w:rPr>
            <w:b w:val="0"/>
            <w:noProof/>
            <w:webHidden/>
          </w:rPr>
        </w:r>
        <w:r w:rsidRPr="005D71A9">
          <w:rPr>
            <w:b w:val="0"/>
            <w:noProof/>
            <w:webHidden/>
          </w:rPr>
          <w:fldChar w:fldCharType="separate"/>
        </w:r>
        <w:r w:rsidRPr="005D71A9">
          <w:rPr>
            <w:b w:val="0"/>
            <w:noProof/>
            <w:webHidden/>
          </w:rPr>
          <w:t>9</w:t>
        </w:r>
        <w:r w:rsidRPr="005D71A9">
          <w:rPr>
            <w:b w:val="0"/>
            <w:noProof/>
            <w:webHidden/>
          </w:rPr>
          <w:fldChar w:fldCharType="end"/>
        </w:r>
      </w:hyperlink>
    </w:p>
    <w:p w14:paraId="74A6BE90" w14:textId="1656D24D" w:rsidR="005D71A9" w:rsidRPr="005D71A9" w:rsidRDefault="005D71A9">
      <w:pPr>
        <w:pStyle w:val="TM2"/>
        <w:tabs>
          <w:tab w:val="left" w:pos="660"/>
        </w:tabs>
        <w:rPr>
          <w:rFonts w:eastAsiaTheme="minorEastAsia" w:cstheme="minorBidi"/>
          <w:b w:val="0"/>
          <w:noProof/>
          <w:lang w:eastAsia="fr-FR"/>
        </w:rPr>
      </w:pPr>
      <w:hyperlink w:anchor="_Toc203648565" w:history="1">
        <w:r w:rsidRPr="005D71A9">
          <w:rPr>
            <w:rStyle w:val="Lienhypertexte"/>
            <w:b w:val="0"/>
            <w:noProof/>
          </w:rPr>
          <w:t>3.7.</w:t>
        </w:r>
        <w:r w:rsidRPr="005D71A9">
          <w:rPr>
            <w:rFonts w:eastAsiaTheme="minorEastAsia" w:cstheme="minorBidi"/>
            <w:b w:val="0"/>
            <w:noProof/>
            <w:lang w:eastAsia="fr-FR"/>
          </w:rPr>
          <w:tab/>
        </w:r>
        <w:r w:rsidRPr="005D71A9">
          <w:rPr>
            <w:rStyle w:val="Lienhypertexte"/>
            <w:b w:val="0"/>
            <w:noProof/>
          </w:rPr>
          <w:t>– Livraison</w:t>
        </w:r>
        <w:r w:rsidRPr="005D71A9">
          <w:rPr>
            <w:b w:val="0"/>
            <w:noProof/>
            <w:webHidden/>
          </w:rPr>
          <w:tab/>
        </w:r>
        <w:r w:rsidRPr="005D71A9">
          <w:rPr>
            <w:b w:val="0"/>
            <w:noProof/>
            <w:webHidden/>
          </w:rPr>
          <w:fldChar w:fldCharType="begin"/>
        </w:r>
        <w:r w:rsidRPr="005D71A9">
          <w:rPr>
            <w:b w:val="0"/>
            <w:noProof/>
            <w:webHidden/>
          </w:rPr>
          <w:instrText xml:space="preserve"> PAGEREF _Toc203648565 \h </w:instrText>
        </w:r>
        <w:r w:rsidRPr="005D71A9">
          <w:rPr>
            <w:b w:val="0"/>
            <w:noProof/>
            <w:webHidden/>
          </w:rPr>
        </w:r>
        <w:r w:rsidRPr="005D71A9">
          <w:rPr>
            <w:b w:val="0"/>
            <w:noProof/>
            <w:webHidden/>
          </w:rPr>
          <w:fldChar w:fldCharType="separate"/>
        </w:r>
        <w:r w:rsidRPr="005D71A9">
          <w:rPr>
            <w:b w:val="0"/>
            <w:noProof/>
            <w:webHidden/>
          </w:rPr>
          <w:t>10</w:t>
        </w:r>
        <w:r w:rsidRPr="005D71A9">
          <w:rPr>
            <w:b w:val="0"/>
            <w:noProof/>
            <w:webHidden/>
          </w:rPr>
          <w:fldChar w:fldCharType="end"/>
        </w:r>
      </w:hyperlink>
    </w:p>
    <w:p w14:paraId="3BE99BCA" w14:textId="153D7F95" w:rsidR="005D71A9" w:rsidRPr="005D71A9" w:rsidRDefault="005D71A9">
      <w:pPr>
        <w:pStyle w:val="TM2"/>
        <w:tabs>
          <w:tab w:val="left" w:pos="660"/>
        </w:tabs>
        <w:rPr>
          <w:rFonts w:eastAsiaTheme="minorEastAsia" w:cstheme="minorBidi"/>
          <w:b w:val="0"/>
          <w:noProof/>
          <w:lang w:eastAsia="fr-FR"/>
        </w:rPr>
      </w:pPr>
      <w:hyperlink w:anchor="_Toc203648566" w:history="1">
        <w:r w:rsidRPr="005D71A9">
          <w:rPr>
            <w:rStyle w:val="Lienhypertexte"/>
            <w:b w:val="0"/>
            <w:noProof/>
          </w:rPr>
          <w:t>3.8.</w:t>
        </w:r>
        <w:r w:rsidRPr="005D71A9">
          <w:rPr>
            <w:rFonts w:eastAsiaTheme="minorEastAsia" w:cstheme="minorBidi"/>
            <w:b w:val="0"/>
            <w:noProof/>
            <w:lang w:eastAsia="fr-FR"/>
          </w:rPr>
          <w:tab/>
        </w:r>
        <w:r w:rsidRPr="005D71A9">
          <w:rPr>
            <w:rStyle w:val="Lienhypertexte"/>
            <w:b w:val="0"/>
            <w:noProof/>
          </w:rPr>
          <w:t>– Documentation à fournir</w:t>
        </w:r>
        <w:r w:rsidRPr="005D71A9">
          <w:rPr>
            <w:b w:val="0"/>
            <w:noProof/>
            <w:webHidden/>
          </w:rPr>
          <w:tab/>
        </w:r>
        <w:r w:rsidRPr="005D71A9">
          <w:rPr>
            <w:b w:val="0"/>
            <w:noProof/>
            <w:webHidden/>
          </w:rPr>
          <w:fldChar w:fldCharType="begin"/>
        </w:r>
        <w:r w:rsidRPr="005D71A9">
          <w:rPr>
            <w:b w:val="0"/>
            <w:noProof/>
            <w:webHidden/>
          </w:rPr>
          <w:instrText xml:space="preserve"> PAGEREF _Toc203648566 \h </w:instrText>
        </w:r>
        <w:r w:rsidRPr="005D71A9">
          <w:rPr>
            <w:b w:val="0"/>
            <w:noProof/>
            <w:webHidden/>
          </w:rPr>
        </w:r>
        <w:r w:rsidRPr="005D71A9">
          <w:rPr>
            <w:b w:val="0"/>
            <w:noProof/>
            <w:webHidden/>
          </w:rPr>
          <w:fldChar w:fldCharType="separate"/>
        </w:r>
        <w:r w:rsidRPr="005D71A9">
          <w:rPr>
            <w:b w:val="0"/>
            <w:noProof/>
            <w:webHidden/>
          </w:rPr>
          <w:t>11</w:t>
        </w:r>
        <w:r w:rsidRPr="005D71A9">
          <w:rPr>
            <w:b w:val="0"/>
            <w:noProof/>
            <w:webHidden/>
          </w:rPr>
          <w:fldChar w:fldCharType="end"/>
        </w:r>
      </w:hyperlink>
    </w:p>
    <w:p w14:paraId="0C0A696E" w14:textId="6A4DD62E" w:rsidR="005D71A9" w:rsidRPr="005D71A9" w:rsidRDefault="005D71A9">
      <w:pPr>
        <w:pStyle w:val="TM2"/>
        <w:tabs>
          <w:tab w:val="left" w:pos="660"/>
        </w:tabs>
        <w:rPr>
          <w:rFonts w:eastAsiaTheme="minorEastAsia" w:cstheme="minorBidi"/>
          <w:b w:val="0"/>
          <w:noProof/>
          <w:lang w:eastAsia="fr-FR"/>
        </w:rPr>
      </w:pPr>
      <w:hyperlink w:anchor="_Toc203648567" w:history="1">
        <w:r w:rsidRPr="005D71A9">
          <w:rPr>
            <w:rStyle w:val="Lienhypertexte"/>
            <w:b w:val="0"/>
            <w:noProof/>
          </w:rPr>
          <w:t>3.9.</w:t>
        </w:r>
        <w:r w:rsidRPr="005D71A9">
          <w:rPr>
            <w:rFonts w:eastAsiaTheme="minorEastAsia" w:cstheme="minorBidi"/>
            <w:b w:val="0"/>
            <w:noProof/>
            <w:lang w:eastAsia="fr-FR"/>
          </w:rPr>
          <w:tab/>
        </w:r>
        <w:r w:rsidRPr="005D71A9">
          <w:rPr>
            <w:rStyle w:val="Lienhypertexte"/>
            <w:b w:val="0"/>
            <w:noProof/>
          </w:rPr>
          <w:t>– Licence logiciel</w:t>
        </w:r>
        <w:r w:rsidRPr="005D71A9">
          <w:rPr>
            <w:b w:val="0"/>
            <w:noProof/>
            <w:webHidden/>
          </w:rPr>
          <w:tab/>
        </w:r>
        <w:r w:rsidRPr="005D71A9">
          <w:rPr>
            <w:b w:val="0"/>
            <w:noProof/>
            <w:webHidden/>
          </w:rPr>
          <w:fldChar w:fldCharType="begin"/>
        </w:r>
        <w:r w:rsidRPr="005D71A9">
          <w:rPr>
            <w:b w:val="0"/>
            <w:noProof/>
            <w:webHidden/>
          </w:rPr>
          <w:instrText xml:space="preserve"> PAGEREF _Toc203648567 \h </w:instrText>
        </w:r>
        <w:r w:rsidRPr="005D71A9">
          <w:rPr>
            <w:b w:val="0"/>
            <w:noProof/>
            <w:webHidden/>
          </w:rPr>
        </w:r>
        <w:r w:rsidRPr="005D71A9">
          <w:rPr>
            <w:b w:val="0"/>
            <w:noProof/>
            <w:webHidden/>
          </w:rPr>
          <w:fldChar w:fldCharType="separate"/>
        </w:r>
        <w:r w:rsidRPr="005D71A9">
          <w:rPr>
            <w:b w:val="0"/>
            <w:noProof/>
            <w:webHidden/>
          </w:rPr>
          <w:t>11</w:t>
        </w:r>
        <w:r w:rsidRPr="005D71A9">
          <w:rPr>
            <w:b w:val="0"/>
            <w:noProof/>
            <w:webHidden/>
          </w:rPr>
          <w:fldChar w:fldCharType="end"/>
        </w:r>
      </w:hyperlink>
    </w:p>
    <w:p w14:paraId="067B5AA9" w14:textId="64C9BB0F" w:rsidR="005D71A9" w:rsidRPr="005D71A9" w:rsidRDefault="005D71A9">
      <w:pPr>
        <w:pStyle w:val="TM2"/>
        <w:tabs>
          <w:tab w:val="left" w:pos="660"/>
        </w:tabs>
        <w:rPr>
          <w:rFonts w:eastAsiaTheme="minorEastAsia" w:cstheme="minorBidi"/>
          <w:b w:val="0"/>
          <w:noProof/>
          <w:lang w:eastAsia="fr-FR"/>
        </w:rPr>
      </w:pPr>
      <w:hyperlink w:anchor="_Toc203648568" w:history="1">
        <w:r w:rsidRPr="005D71A9">
          <w:rPr>
            <w:rStyle w:val="Lienhypertexte"/>
            <w:b w:val="0"/>
            <w:noProof/>
          </w:rPr>
          <w:t>3.10.</w:t>
        </w:r>
        <w:r w:rsidRPr="005D71A9">
          <w:rPr>
            <w:rFonts w:eastAsiaTheme="minorEastAsia" w:cstheme="minorBidi"/>
            <w:b w:val="0"/>
            <w:noProof/>
            <w:lang w:eastAsia="fr-FR"/>
          </w:rPr>
          <w:tab/>
        </w:r>
        <w:r w:rsidRPr="005D71A9">
          <w:rPr>
            <w:rStyle w:val="Lienhypertexte"/>
            <w:b w:val="0"/>
            <w:noProof/>
          </w:rPr>
          <w:t>– Formation à l’utilisation et à la maintenance de l’équipement</w:t>
        </w:r>
        <w:r w:rsidRPr="005D71A9">
          <w:rPr>
            <w:b w:val="0"/>
            <w:noProof/>
            <w:webHidden/>
          </w:rPr>
          <w:tab/>
        </w:r>
        <w:r w:rsidRPr="005D71A9">
          <w:rPr>
            <w:b w:val="0"/>
            <w:noProof/>
            <w:webHidden/>
          </w:rPr>
          <w:fldChar w:fldCharType="begin"/>
        </w:r>
        <w:r w:rsidRPr="005D71A9">
          <w:rPr>
            <w:b w:val="0"/>
            <w:noProof/>
            <w:webHidden/>
          </w:rPr>
          <w:instrText xml:space="preserve"> PAGEREF _Toc203648568 \h </w:instrText>
        </w:r>
        <w:r w:rsidRPr="005D71A9">
          <w:rPr>
            <w:b w:val="0"/>
            <w:noProof/>
            <w:webHidden/>
          </w:rPr>
        </w:r>
        <w:r w:rsidRPr="005D71A9">
          <w:rPr>
            <w:b w:val="0"/>
            <w:noProof/>
            <w:webHidden/>
          </w:rPr>
          <w:fldChar w:fldCharType="separate"/>
        </w:r>
        <w:r w:rsidRPr="005D71A9">
          <w:rPr>
            <w:b w:val="0"/>
            <w:noProof/>
            <w:webHidden/>
          </w:rPr>
          <w:t>11</w:t>
        </w:r>
        <w:r w:rsidRPr="005D71A9">
          <w:rPr>
            <w:b w:val="0"/>
            <w:noProof/>
            <w:webHidden/>
          </w:rPr>
          <w:fldChar w:fldCharType="end"/>
        </w:r>
      </w:hyperlink>
    </w:p>
    <w:p w14:paraId="4551B3A0" w14:textId="278217AA" w:rsidR="005D71A9" w:rsidRPr="005D71A9" w:rsidRDefault="005D71A9">
      <w:pPr>
        <w:pStyle w:val="TM2"/>
        <w:tabs>
          <w:tab w:val="left" w:pos="660"/>
        </w:tabs>
        <w:rPr>
          <w:rFonts w:eastAsiaTheme="minorEastAsia" w:cstheme="minorBidi"/>
          <w:b w:val="0"/>
          <w:noProof/>
          <w:lang w:eastAsia="fr-FR"/>
        </w:rPr>
      </w:pPr>
      <w:hyperlink w:anchor="_Toc203648569" w:history="1">
        <w:r w:rsidRPr="005D71A9">
          <w:rPr>
            <w:rStyle w:val="Lienhypertexte"/>
            <w:b w:val="0"/>
            <w:noProof/>
          </w:rPr>
          <w:t>3.11.</w:t>
        </w:r>
        <w:r w:rsidRPr="005D71A9">
          <w:rPr>
            <w:rFonts w:eastAsiaTheme="minorEastAsia" w:cstheme="minorBidi"/>
            <w:b w:val="0"/>
            <w:noProof/>
            <w:lang w:eastAsia="fr-FR"/>
          </w:rPr>
          <w:tab/>
        </w:r>
        <w:r w:rsidRPr="005D71A9">
          <w:rPr>
            <w:rStyle w:val="Lienhypertexte"/>
            <w:b w:val="0"/>
            <w:noProof/>
          </w:rPr>
          <w:t>– Brevets et licences</w:t>
        </w:r>
        <w:r w:rsidRPr="005D71A9">
          <w:rPr>
            <w:b w:val="0"/>
            <w:noProof/>
            <w:webHidden/>
          </w:rPr>
          <w:tab/>
        </w:r>
        <w:r w:rsidRPr="005D71A9">
          <w:rPr>
            <w:b w:val="0"/>
            <w:noProof/>
            <w:webHidden/>
          </w:rPr>
          <w:fldChar w:fldCharType="begin"/>
        </w:r>
        <w:r w:rsidRPr="005D71A9">
          <w:rPr>
            <w:b w:val="0"/>
            <w:noProof/>
            <w:webHidden/>
          </w:rPr>
          <w:instrText xml:space="preserve"> PAGEREF _Toc203648569 \h </w:instrText>
        </w:r>
        <w:r w:rsidRPr="005D71A9">
          <w:rPr>
            <w:b w:val="0"/>
            <w:noProof/>
            <w:webHidden/>
          </w:rPr>
        </w:r>
        <w:r w:rsidRPr="005D71A9">
          <w:rPr>
            <w:b w:val="0"/>
            <w:noProof/>
            <w:webHidden/>
          </w:rPr>
          <w:fldChar w:fldCharType="separate"/>
        </w:r>
        <w:r w:rsidRPr="005D71A9">
          <w:rPr>
            <w:b w:val="0"/>
            <w:noProof/>
            <w:webHidden/>
          </w:rPr>
          <w:t>11</w:t>
        </w:r>
        <w:r w:rsidRPr="005D71A9">
          <w:rPr>
            <w:b w:val="0"/>
            <w:noProof/>
            <w:webHidden/>
          </w:rPr>
          <w:fldChar w:fldCharType="end"/>
        </w:r>
      </w:hyperlink>
    </w:p>
    <w:p w14:paraId="6A64DDBC" w14:textId="64BC32D9" w:rsidR="005D71A9" w:rsidRPr="005D71A9" w:rsidRDefault="005D71A9">
      <w:pPr>
        <w:pStyle w:val="TM2"/>
        <w:tabs>
          <w:tab w:val="left" w:pos="660"/>
        </w:tabs>
        <w:rPr>
          <w:rFonts w:eastAsiaTheme="minorEastAsia" w:cstheme="minorBidi"/>
          <w:b w:val="0"/>
          <w:noProof/>
          <w:lang w:eastAsia="fr-FR"/>
        </w:rPr>
      </w:pPr>
      <w:hyperlink w:anchor="_Toc203648570" w:history="1">
        <w:r w:rsidRPr="005D71A9">
          <w:rPr>
            <w:rStyle w:val="Lienhypertexte"/>
            <w:b w:val="0"/>
            <w:noProof/>
          </w:rPr>
          <w:t>3.12.</w:t>
        </w:r>
        <w:r w:rsidRPr="005D71A9">
          <w:rPr>
            <w:rFonts w:eastAsiaTheme="minorEastAsia" w:cstheme="minorBidi"/>
            <w:b w:val="0"/>
            <w:noProof/>
            <w:lang w:eastAsia="fr-FR"/>
          </w:rPr>
          <w:tab/>
        </w:r>
        <w:r w:rsidRPr="005D71A9">
          <w:rPr>
            <w:rStyle w:val="Lienhypertexte"/>
            <w:b w:val="0"/>
            <w:noProof/>
          </w:rPr>
          <w:t>– Dispositions en cas de quench (spectromètres)</w:t>
        </w:r>
        <w:r w:rsidRPr="005D71A9">
          <w:rPr>
            <w:b w:val="0"/>
            <w:noProof/>
            <w:webHidden/>
          </w:rPr>
          <w:tab/>
        </w:r>
        <w:r w:rsidRPr="005D71A9">
          <w:rPr>
            <w:b w:val="0"/>
            <w:noProof/>
            <w:webHidden/>
          </w:rPr>
          <w:fldChar w:fldCharType="begin"/>
        </w:r>
        <w:r w:rsidRPr="005D71A9">
          <w:rPr>
            <w:b w:val="0"/>
            <w:noProof/>
            <w:webHidden/>
          </w:rPr>
          <w:instrText xml:space="preserve"> PAGEREF _Toc203648570 \h </w:instrText>
        </w:r>
        <w:r w:rsidRPr="005D71A9">
          <w:rPr>
            <w:b w:val="0"/>
            <w:noProof/>
            <w:webHidden/>
          </w:rPr>
        </w:r>
        <w:r w:rsidRPr="005D71A9">
          <w:rPr>
            <w:b w:val="0"/>
            <w:noProof/>
            <w:webHidden/>
          </w:rPr>
          <w:fldChar w:fldCharType="separate"/>
        </w:r>
        <w:r w:rsidRPr="005D71A9">
          <w:rPr>
            <w:b w:val="0"/>
            <w:noProof/>
            <w:webHidden/>
          </w:rPr>
          <w:t>11</w:t>
        </w:r>
        <w:r w:rsidRPr="005D71A9">
          <w:rPr>
            <w:b w:val="0"/>
            <w:noProof/>
            <w:webHidden/>
          </w:rPr>
          <w:fldChar w:fldCharType="end"/>
        </w:r>
      </w:hyperlink>
    </w:p>
    <w:p w14:paraId="3A9B629E" w14:textId="2DB96A2F" w:rsidR="005D71A9" w:rsidRPr="005D71A9" w:rsidRDefault="005D71A9">
      <w:pPr>
        <w:pStyle w:val="TM2"/>
        <w:tabs>
          <w:tab w:val="left" w:pos="660"/>
        </w:tabs>
        <w:rPr>
          <w:rFonts w:eastAsiaTheme="minorEastAsia" w:cstheme="minorBidi"/>
          <w:b w:val="0"/>
          <w:noProof/>
          <w:lang w:eastAsia="fr-FR"/>
        </w:rPr>
      </w:pPr>
      <w:hyperlink w:anchor="_Toc203648571" w:history="1">
        <w:r w:rsidRPr="005D71A9">
          <w:rPr>
            <w:rStyle w:val="Lienhypertexte"/>
            <w:b w:val="0"/>
            <w:noProof/>
          </w:rPr>
          <w:t>3.13.</w:t>
        </w:r>
        <w:r w:rsidRPr="005D71A9">
          <w:rPr>
            <w:rFonts w:eastAsiaTheme="minorEastAsia" w:cstheme="minorBidi"/>
            <w:b w:val="0"/>
            <w:noProof/>
            <w:lang w:eastAsia="fr-FR"/>
          </w:rPr>
          <w:tab/>
        </w:r>
        <w:r w:rsidRPr="005D71A9">
          <w:rPr>
            <w:rStyle w:val="Lienhypertexte"/>
            <w:b w:val="0"/>
            <w:noProof/>
          </w:rPr>
          <w:t>– Sous-traitance</w:t>
        </w:r>
        <w:r w:rsidRPr="005D71A9">
          <w:rPr>
            <w:b w:val="0"/>
            <w:noProof/>
            <w:webHidden/>
          </w:rPr>
          <w:tab/>
        </w:r>
        <w:r w:rsidRPr="005D71A9">
          <w:rPr>
            <w:b w:val="0"/>
            <w:noProof/>
            <w:webHidden/>
          </w:rPr>
          <w:fldChar w:fldCharType="begin"/>
        </w:r>
        <w:r w:rsidRPr="005D71A9">
          <w:rPr>
            <w:b w:val="0"/>
            <w:noProof/>
            <w:webHidden/>
          </w:rPr>
          <w:instrText xml:space="preserve"> PAGEREF _Toc203648571 \h </w:instrText>
        </w:r>
        <w:r w:rsidRPr="005D71A9">
          <w:rPr>
            <w:b w:val="0"/>
            <w:noProof/>
            <w:webHidden/>
          </w:rPr>
        </w:r>
        <w:r w:rsidRPr="005D71A9">
          <w:rPr>
            <w:b w:val="0"/>
            <w:noProof/>
            <w:webHidden/>
          </w:rPr>
          <w:fldChar w:fldCharType="separate"/>
        </w:r>
        <w:r w:rsidRPr="005D71A9">
          <w:rPr>
            <w:b w:val="0"/>
            <w:noProof/>
            <w:webHidden/>
          </w:rPr>
          <w:t>11</w:t>
        </w:r>
        <w:r w:rsidRPr="005D71A9">
          <w:rPr>
            <w:b w:val="0"/>
            <w:noProof/>
            <w:webHidden/>
          </w:rPr>
          <w:fldChar w:fldCharType="end"/>
        </w:r>
      </w:hyperlink>
    </w:p>
    <w:p w14:paraId="762321C2" w14:textId="2CD81846" w:rsidR="005D71A9" w:rsidRPr="005D71A9" w:rsidRDefault="005D71A9">
      <w:pPr>
        <w:pStyle w:val="TM1"/>
        <w:tabs>
          <w:tab w:val="left" w:pos="480"/>
          <w:tab w:val="right" w:leader="dot" w:pos="9054"/>
        </w:tabs>
        <w:rPr>
          <w:rFonts w:ascii="AvenirNext LT Pro LightCn" w:eastAsiaTheme="minorEastAsia" w:hAnsi="AvenirNext LT Pro LightCn"/>
          <w:noProof/>
          <w:lang w:eastAsia="fr-FR"/>
        </w:rPr>
      </w:pPr>
      <w:hyperlink w:anchor="_Toc203648572" w:history="1">
        <w:r w:rsidRPr="005D71A9">
          <w:rPr>
            <w:rStyle w:val="Lienhypertexte"/>
            <w:rFonts w:ascii="AvenirNext LT Pro LightCn" w:hAnsi="AvenirNext LT Pro LightCn"/>
            <w:i/>
            <w:iCs/>
            <w:noProof/>
          </w:rPr>
          <w:t>4.</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DURÉE ET DELAIS D’EXECUTION DU MARCHÉ</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_Toc203648572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12</w:t>
        </w:r>
        <w:r w:rsidRPr="005D71A9">
          <w:rPr>
            <w:rFonts w:ascii="AvenirNext LT Pro LightCn" w:hAnsi="AvenirNext LT Pro LightCn"/>
            <w:noProof/>
            <w:webHidden/>
          </w:rPr>
          <w:fldChar w:fldCharType="end"/>
        </w:r>
      </w:hyperlink>
    </w:p>
    <w:p w14:paraId="3CD311ED" w14:textId="0AA802BD" w:rsidR="005D71A9" w:rsidRPr="005D71A9" w:rsidRDefault="005D71A9">
      <w:pPr>
        <w:pStyle w:val="TM2"/>
        <w:tabs>
          <w:tab w:val="left" w:pos="660"/>
        </w:tabs>
        <w:rPr>
          <w:rFonts w:eastAsiaTheme="minorEastAsia" w:cstheme="minorBidi"/>
          <w:b w:val="0"/>
          <w:noProof/>
          <w:lang w:eastAsia="fr-FR"/>
        </w:rPr>
      </w:pPr>
      <w:hyperlink w:anchor="_Toc203648573" w:history="1">
        <w:r w:rsidRPr="005D71A9">
          <w:rPr>
            <w:rStyle w:val="Lienhypertexte"/>
            <w:b w:val="0"/>
            <w:noProof/>
          </w:rPr>
          <w:t>4.1.</w:t>
        </w:r>
        <w:r w:rsidRPr="005D71A9">
          <w:rPr>
            <w:rFonts w:eastAsiaTheme="minorEastAsia" w:cstheme="minorBidi"/>
            <w:b w:val="0"/>
            <w:noProof/>
            <w:lang w:eastAsia="fr-FR"/>
          </w:rPr>
          <w:tab/>
        </w:r>
        <w:r w:rsidRPr="005D71A9">
          <w:rPr>
            <w:rStyle w:val="Lienhypertexte"/>
            <w:b w:val="0"/>
            <w:noProof/>
          </w:rPr>
          <w:t>– Durée du marché</w:t>
        </w:r>
        <w:r w:rsidRPr="005D71A9">
          <w:rPr>
            <w:b w:val="0"/>
            <w:noProof/>
            <w:webHidden/>
          </w:rPr>
          <w:tab/>
        </w:r>
        <w:r w:rsidRPr="005D71A9">
          <w:rPr>
            <w:b w:val="0"/>
            <w:noProof/>
            <w:webHidden/>
          </w:rPr>
          <w:fldChar w:fldCharType="begin"/>
        </w:r>
        <w:r w:rsidRPr="005D71A9">
          <w:rPr>
            <w:b w:val="0"/>
            <w:noProof/>
            <w:webHidden/>
          </w:rPr>
          <w:instrText xml:space="preserve"> PAGEREF _Toc203648573 \h </w:instrText>
        </w:r>
        <w:r w:rsidRPr="005D71A9">
          <w:rPr>
            <w:b w:val="0"/>
            <w:noProof/>
            <w:webHidden/>
          </w:rPr>
        </w:r>
        <w:r w:rsidRPr="005D71A9">
          <w:rPr>
            <w:b w:val="0"/>
            <w:noProof/>
            <w:webHidden/>
          </w:rPr>
          <w:fldChar w:fldCharType="separate"/>
        </w:r>
        <w:r w:rsidRPr="005D71A9">
          <w:rPr>
            <w:b w:val="0"/>
            <w:noProof/>
            <w:webHidden/>
          </w:rPr>
          <w:t>12</w:t>
        </w:r>
        <w:r w:rsidRPr="005D71A9">
          <w:rPr>
            <w:b w:val="0"/>
            <w:noProof/>
            <w:webHidden/>
          </w:rPr>
          <w:fldChar w:fldCharType="end"/>
        </w:r>
      </w:hyperlink>
    </w:p>
    <w:p w14:paraId="08639415" w14:textId="0D5C4C3E" w:rsidR="005D71A9" w:rsidRPr="005D71A9" w:rsidRDefault="005D71A9">
      <w:pPr>
        <w:pStyle w:val="TM2"/>
        <w:tabs>
          <w:tab w:val="left" w:pos="660"/>
        </w:tabs>
        <w:rPr>
          <w:rFonts w:eastAsiaTheme="minorEastAsia" w:cstheme="minorBidi"/>
          <w:b w:val="0"/>
          <w:noProof/>
          <w:lang w:eastAsia="fr-FR"/>
        </w:rPr>
      </w:pPr>
      <w:hyperlink w:anchor="_Toc203648574" w:history="1">
        <w:r w:rsidRPr="005D71A9">
          <w:rPr>
            <w:rStyle w:val="Lienhypertexte"/>
            <w:b w:val="0"/>
            <w:noProof/>
          </w:rPr>
          <w:t>4.2.</w:t>
        </w:r>
        <w:r w:rsidRPr="005D71A9">
          <w:rPr>
            <w:rFonts w:eastAsiaTheme="minorEastAsia" w:cstheme="minorBidi"/>
            <w:b w:val="0"/>
            <w:noProof/>
            <w:lang w:eastAsia="fr-FR"/>
          </w:rPr>
          <w:tab/>
        </w:r>
        <w:r w:rsidRPr="005D71A9">
          <w:rPr>
            <w:rStyle w:val="Lienhypertexte"/>
            <w:b w:val="0"/>
            <w:noProof/>
          </w:rPr>
          <w:t>– Délai de livraison</w:t>
        </w:r>
        <w:r w:rsidRPr="005D71A9">
          <w:rPr>
            <w:b w:val="0"/>
            <w:noProof/>
            <w:webHidden/>
          </w:rPr>
          <w:tab/>
        </w:r>
        <w:r w:rsidRPr="005D71A9">
          <w:rPr>
            <w:b w:val="0"/>
            <w:noProof/>
            <w:webHidden/>
          </w:rPr>
          <w:fldChar w:fldCharType="begin"/>
        </w:r>
        <w:r w:rsidRPr="005D71A9">
          <w:rPr>
            <w:b w:val="0"/>
            <w:noProof/>
            <w:webHidden/>
          </w:rPr>
          <w:instrText xml:space="preserve"> PAGEREF _Toc203648574 \h </w:instrText>
        </w:r>
        <w:r w:rsidRPr="005D71A9">
          <w:rPr>
            <w:b w:val="0"/>
            <w:noProof/>
            <w:webHidden/>
          </w:rPr>
        </w:r>
        <w:r w:rsidRPr="005D71A9">
          <w:rPr>
            <w:b w:val="0"/>
            <w:noProof/>
            <w:webHidden/>
          </w:rPr>
          <w:fldChar w:fldCharType="separate"/>
        </w:r>
        <w:r w:rsidRPr="005D71A9">
          <w:rPr>
            <w:b w:val="0"/>
            <w:noProof/>
            <w:webHidden/>
          </w:rPr>
          <w:t>12</w:t>
        </w:r>
        <w:r w:rsidRPr="005D71A9">
          <w:rPr>
            <w:b w:val="0"/>
            <w:noProof/>
            <w:webHidden/>
          </w:rPr>
          <w:fldChar w:fldCharType="end"/>
        </w:r>
      </w:hyperlink>
    </w:p>
    <w:p w14:paraId="6F349B14" w14:textId="0FAC1569" w:rsidR="005D71A9" w:rsidRPr="005D71A9" w:rsidRDefault="005D71A9">
      <w:pPr>
        <w:pStyle w:val="TM2"/>
        <w:tabs>
          <w:tab w:val="left" w:pos="660"/>
        </w:tabs>
        <w:rPr>
          <w:rFonts w:eastAsiaTheme="minorEastAsia" w:cstheme="minorBidi"/>
          <w:b w:val="0"/>
          <w:noProof/>
          <w:lang w:eastAsia="fr-FR"/>
        </w:rPr>
      </w:pPr>
      <w:hyperlink w:anchor="_Toc203648575" w:history="1">
        <w:r w:rsidRPr="005D71A9">
          <w:rPr>
            <w:rStyle w:val="Lienhypertexte"/>
            <w:b w:val="0"/>
            <w:noProof/>
          </w:rPr>
          <w:t>4.3.</w:t>
        </w:r>
        <w:r w:rsidRPr="005D71A9">
          <w:rPr>
            <w:rFonts w:eastAsiaTheme="minorEastAsia" w:cstheme="minorBidi"/>
            <w:b w:val="0"/>
            <w:noProof/>
            <w:lang w:eastAsia="fr-FR"/>
          </w:rPr>
          <w:tab/>
        </w:r>
        <w:r w:rsidRPr="005D71A9">
          <w:rPr>
            <w:rStyle w:val="Lienhypertexte"/>
            <w:b w:val="0"/>
            <w:noProof/>
          </w:rPr>
          <w:t>- Prolongation du délai</w:t>
        </w:r>
        <w:r w:rsidRPr="005D71A9">
          <w:rPr>
            <w:b w:val="0"/>
            <w:noProof/>
            <w:webHidden/>
          </w:rPr>
          <w:tab/>
        </w:r>
        <w:r w:rsidRPr="005D71A9">
          <w:rPr>
            <w:b w:val="0"/>
            <w:noProof/>
            <w:webHidden/>
          </w:rPr>
          <w:fldChar w:fldCharType="begin"/>
        </w:r>
        <w:r w:rsidRPr="005D71A9">
          <w:rPr>
            <w:b w:val="0"/>
            <w:noProof/>
            <w:webHidden/>
          </w:rPr>
          <w:instrText xml:space="preserve"> PAGEREF _Toc203648575 \h </w:instrText>
        </w:r>
        <w:r w:rsidRPr="005D71A9">
          <w:rPr>
            <w:b w:val="0"/>
            <w:noProof/>
            <w:webHidden/>
          </w:rPr>
        </w:r>
        <w:r w:rsidRPr="005D71A9">
          <w:rPr>
            <w:b w:val="0"/>
            <w:noProof/>
            <w:webHidden/>
          </w:rPr>
          <w:fldChar w:fldCharType="separate"/>
        </w:r>
        <w:r w:rsidRPr="005D71A9">
          <w:rPr>
            <w:b w:val="0"/>
            <w:noProof/>
            <w:webHidden/>
          </w:rPr>
          <w:t>12</w:t>
        </w:r>
        <w:r w:rsidRPr="005D71A9">
          <w:rPr>
            <w:b w:val="0"/>
            <w:noProof/>
            <w:webHidden/>
          </w:rPr>
          <w:fldChar w:fldCharType="end"/>
        </w:r>
      </w:hyperlink>
    </w:p>
    <w:p w14:paraId="502E49F9" w14:textId="14FFF56F" w:rsidR="005D71A9" w:rsidRPr="005D71A9" w:rsidRDefault="005D71A9">
      <w:pPr>
        <w:pStyle w:val="TM1"/>
        <w:tabs>
          <w:tab w:val="left" w:pos="480"/>
          <w:tab w:val="right" w:leader="dot" w:pos="9054"/>
        </w:tabs>
        <w:rPr>
          <w:rFonts w:ascii="AvenirNext LT Pro LightCn" w:eastAsiaTheme="minorEastAsia" w:hAnsi="AvenirNext LT Pro LightCn"/>
          <w:noProof/>
          <w:lang w:eastAsia="fr-FR"/>
        </w:rPr>
      </w:pPr>
      <w:hyperlink w:anchor="_Toc203648576" w:history="1">
        <w:r w:rsidRPr="005D71A9">
          <w:rPr>
            <w:rStyle w:val="Lienhypertexte"/>
            <w:rFonts w:ascii="AvenirNext LT Pro LightCn" w:hAnsi="AvenirNext LT Pro LightCn"/>
            <w:noProof/>
          </w:rPr>
          <w:t>5.</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INSTALLATIONS, MISE EN ORDRE DE MARCHE, VÉRIFICATION ET ADMISSION DES FOURNITURES</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_Toc203648576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12</w:t>
        </w:r>
        <w:r w:rsidRPr="005D71A9">
          <w:rPr>
            <w:rFonts w:ascii="AvenirNext LT Pro LightCn" w:hAnsi="AvenirNext LT Pro LightCn"/>
            <w:noProof/>
            <w:webHidden/>
          </w:rPr>
          <w:fldChar w:fldCharType="end"/>
        </w:r>
      </w:hyperlink>
    </w:p>
    <w:p w14:paraId="1AD8AB1A" w14:textId="60F04DD2" w:rsidR="005D71A9" w:rsidRPr="005D71A9" w:rsidRDefault="005D71A9">
      <w:pPr>
        <w:pStyle w:val="TM2"/>
        <w:tabs>
          <w:tab w:val="left" w:pos="660"/>
        </w:tabs>
        <w:rPr>
          <w:rFonts w:eastAsiaTheme="minorEastAsia" w:cstheme="minorBidi"/>
          <w:b w:val="0"/>
          <w:noProof/>
          <w:lang w:eastAsia="fr-FR"/>
        </w:rPr>
      </w:pPr>
      <w:hyperlink w:anchor="_Toc203648577" w:history="1">
        <w:r w:rsidRPr="005D71A9">
          <w:rPr>
            <w:rStyle w:val="Lienhypertexte"/>
            <w:b w:val="0"/>
            <w:noProof/>
          </w:rPr>
          <w:t>5.1.</w:t>
        </w:r>
        <w:r w:rsidRPr="005D71A9">
          <w:rPr>
            <w:rFonts w:eastAsiaTheme="minorEastAsia" w:cstheme="minorBidi"/>
            <w:b w:val="0"/>
            <w:noProof/>
            <w:lang w:eastAsia="fr-FR"/>
          </w:rPr>
          <w:tab/>
        </w:r>
        <w:r w:rsidRPr="005D71A9">
          <w:rPr>
            <w:rStyle w:val="Lienhypertexte"/>
            <w:b w:val="0"/>
            <w:noProof/>
          </w:rPr>
          <w:t>– Installation et mise en ordre de marche</w:t>
        </w:r>
        <w:r w:rsidRPr="005D71A9">
          <w:rPr>
            <w:b w:val="0"/>
            <w:noProof/>
            <w:webHidden/>
          </w:rPr>
          <w:tab/>
        </w:r>
        <w:r w:rsidRPr="005D71A9">
          <w:rPr>
            <w:b w:val="0"/>
            <w:noProof/>
            <w:webHidden/>
          </w:rPr>
          <w:fldChar w:fldCharType="begin"/>
        </w:r>
        <w:r w:rsidRPr="005D71A9">
          <w:rPr>
            <w:b w:val="0"/>
            <w:noProof/>
            <w:webHidden/>
          </w:rPr>
          <w:instrText xml:space="preserve"> PAGEREF _Toc203648577 \h </w:instrText>
        </w:r>
        <w:r w:rsidRPr="005D71A9">
          <w:rPr>
            <w:b w:val="0"/>
            <w:noProof/>
            <w:webHidden/>
          </w:rPr>
        </w:r>
        <w:r w:rsidRPr="005D71A9">
          <w:rPr>
            <w:b w:val="0"/>
            <w:noProof/>
            <w:webHidden/>
          </w:rPr>
          <w:fldChar w:fldCharType="separate"/>
        </w:r>
        <w:r w:rsidRPr="005D71A9">
          <w:rPr>
            <w:b w:val="0"/>
            <w:noProof/>
            <w:webHidden/>
          </w:rPr>
          <w:t>12</w:t>
        </w:r>
        <w:r w:rsidRPr="005D71A9">
          <w:rPr>
            <w:b w:val="0"/>
            <w:noProof/>
            <w:webHidden/>
          </w:rPr>
          <w:fldChar w:fldCharType="end"/>
        </w:r>
      </w:hyperlink>
    </w:p>
    <w:p w14:paraId="0528CF87" w14:textId="181ACBAF" w:rsidR="005D71A9" w:rsidRPr="005D71A9" w:rsidRDefault="005D71A9">
      <w:pPr>
        <w:pStyle w:val="TM2"/>
        <w:tabs>
          <w:tab w:val="left" w:pos="660"/>
        </w:tabs>
        <w:rPr>
          <w:rFonts w:eastAsiaTheme="minorEastAsia" w:cstheme="minorBidi"/>
          <w:b w:val="0"/>
          <w:noProof/>
          <w:lang w:eastAsia="fr-FR"/>
        </w:rPr>
      </w:pPr>
      <w:hyperlink w:anchor="_Toc203648578" w:history="1">
        <w:r w:rsidRPr="005D71A9">
          <w:rPr>
            <w:rStyle w:val="Lienhypertexte"/>
            <w:b w:val="0"/>
            <w:noProof/>
          </w:rPr>
          <w:t>5.2.</w:t>
        </w:r>
        <w:r w:rsidRPr="005D71A9">
          <w:rPr>
            <w:rFonts w:eastAsiaTheme="minorEastAsia" w:cstheme="minorBidi"/>
            <w:b w:val="0"/>
            <w:noProof/>
            <w:lang w:eastAsia="fr-FR"/>
          </w:rPr>
          <w:tab/>
        </w:r>
        <w:r w:rsidRPr="005D71A9">
          <w:rPr>
            <w:rStyle w:val="Lienhypertexte"/>
            <w:b w:val="0"/>
            <w:noProof/>
          </w:rPr>
          <w:t>– Opérations de vérification – Admission des prestations</w:t>
        </w:r>
        <w:r w:rsidRPr="005D71A9">
          <w:rPr>
            <w:b w:val="0"/>
            <w:noProof/>
            <w:webHidden/>
          </w:rPr>
          <w:tab/>
        </w:r>
        <w:r w:rsidRPr="005D71A9">
          <w:rPr>
            <w:b w:val="0"/>
            <w:noProof/>
            <w:webHidden/>
          </w:rPr>
          <w:fldChar w:fldCharType="begin"/>
        </w:r>
        <w:r w:rsidRPr="005D71A9">
          <w:rPr>
            <w:b w:val="0"/>
            <w:noProof/>
            <w:webHidden/>
          </w:rPr>
          <w:instrText xml:space="preserve"> PAGEREF _Toc203648578 \h </w:instrText>
        </w:r>
        <w:r w:rsidRPr="005D71A9">
          <w:rPr>
            <w:b w:val="0"/>
            <w:noProof/>
            <w:webHidden/>
          </w:rPr>
        </w:r>
        <w:r w:rsidRPr="005D71A9">
          <w:rPr>
            <w:b w:val="0"/>
            <w:noProof/>
            <w:webHidden/>
          </w:rPr>
          <w:fldChar w:fldCharType="separate"/>
        </w:r>
        <w:r w:rsidRPr="005D71A9">
          <w:rPr>
            <w:b w:val="0"/>
            <w:noProof/>
            <w:webHidden/>
          </w:rPr>
          <w:t>12</w:t>
        </w:r>
        <w:r w:rsidRPr="005D71A9">
          <w:rPr>
            <w:b w:val="0"/>
            <w:noProof/>
            <w:webHidden/>
          </w:rPr>
          <w:fldChar w:fldCharType="end"/>
        </w:r>
      </w:hyperlink>
    </w:p>
    <w:p w14:paraId="09AE21AC" w14:textId="2C3B6245" w:rsidR="005D71A9" w:rsidRPr="005D71A9" w:rsidRDefault="005D71A9">
      <w:pPr>
        <w:pStyle w:val="TM1"/>
        <w:tabs>
          <w:tab w:val="left" w:pos="480"/>
          <w:tab w:val="right" w:leader="dot" w:pos="9054"/>
        </w:tabs>
        <w:rPr>
          <w:rFonts w:ascii="AvenirNext LT Pro LightCn" w:eastAsiaTheme="minorEastAsia" w:hAnsi="AvenirNext LT Pro LightCn"/>
          <w:noProof/>
          <w:lang w:eastAsia="fr-FR"/>
        </w:rPr>
      </w:pPr>
      <w:hyperlink w:anchor="_Toc203648579" w:history="1">
        <w:r w:rsidRPr="005D71A9">
          <w:rPr>
            <w:rStyle w:val="Lienhypertexte"/>
            <w:rFonts w:ascii="AvenirNext LT Pro LightCn" w:hAnsi="AvenirNext LT Pro LightCn"/>
            <w:noProof/>
          </w:rPr>
          <w:t>6.</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ZONES A REGIME RESTRICTIF (ZRR) ET SECURITE DE L’INFORMATION</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_Toc203648579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13</w:t>
        </w:r>
        <w:r w:rsidRPr="005D71A9">
          <w:rPr>
            <w:rFonts w:ascii="AvenirNext LT Pro LightCn" w:hAnsi="AvenirNext LT Pro LightCn"/>
            <w:noProof/>
            <w:webHidden/>
          </w:rPr>
          <w:fldChar w:fldCharType="end"/>
        </w:r>
      </w:hyperlink>
    </w:p>
    <w:p w14:paraId="784E7CBA" w14:textId="512AB7CB" w:rsidR="005D71A9" w:rsidRPr="005D71A9" w:rsidRDefault="005D71A9">
      <w:pPr>
        <w:pStyle w:val="TM1"/>
        <w:tabs>
          <w:tab w:val="left" w:pos="480"/>
          <w:tab w:val="right" w:leader="dot" w:pos="9054"/>
        </w:tabs>
        <w:rPr>
          <w:rFonts w:ascii="AvenirNext LT Pro LightCn" w:eastAsiaTheme="minorEastAsia" w:hAnsi="AvenirNext LT Pro LightCn"/>
          <w:noProof/>
          <w:lang w:eastAsia="fr-FR"/>
        </w:rPr>
      </w:pPr>
      <w:hyperlink w:anchor="_Toc203648580" w:history="1">
        <w:r w:rsidRPr="005D71A9">
          <w:rPr>
            <w:rStyle w:val="Lienhypertexte"/>
            <w:rFonts w:ascii="AvenirNext LT Pro LightCn" w:hAnsi="AvenirNext LT Pro LightCn"/>
            <w:noProof/>
          </w:rPr>
          <w:t>7.</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PRIX ET MODALITÉS DE PAIEMENTS</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_Toc203648580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13</w:t>
        </w:r>
        <w:r w:rsidRPr="005D71A9">
          <w:rPr>
            <w:rFonts w:ascii="AvenirNext LT Pro LightCn" w:hAnsi="AvenirNext LT Pro LightCn"/>
            <w:noProof/>
            <w:webHidden/>
          </w:rPr>
          <w:fldChar w:fldCharType="end"/>
        </w:r>
      </w:hyperlink>
    </w:p>
    <w:p w14:paraId="7613E314" w14:textId="24B08E9B" w:rsidR="005D71A9" w:rsidRPr="005D71A9" w:rsidRDefault="005D71A9">
      <w:pPr>
        <w:pStyle w:val="TM2"/>
        <w:tabs>
          <w:tab w:val="left" w:pos="660"/>
        </w:tabs>
        <w:rPr>
          <w:rFonts w:eastAsiaTheme="minorEastAsia" w:cstheme="minorBidi"/>
          <w:b w:val="0"/>
          <w:noProof/>
          <w:lang w:eastAsia="fr-FR"/>
        </w:rPr>
      </w:pPr>
      <w:hyperlink w:anchor="_Toc203648581" w:history="1">
        <w:r w:rsidRPr="005D71A9">
          <w:rPr>
            <w:rStyle w:val="Lienhypertexte"/>
            <w:b w:val="0"/>
            <w:noProof/>
          </w:rPr>
          <w:t>7.1.</w:t>
        </w:r>
        <w:r w:rsidRPr="005D71A9">
          <w:rPr>
            <w:rFonts w:eastAsiaTheme="minorEastAsia" w:cstheme="minorBidi"/>
            <w:b w:val="0"/>
            <w:noProof/>
            <w:lang w:eastAsia="fr-FR"/>
          </w:rPr>
          <w:tab/>
        </w:r>
        <w:r w:rsidRPr="005D71A9">
          <w:rPr>
            <w:rStyle w:val="Lienhypertexte"/>
            <w:b w:val="0"/>
            <w:noProof/>
          </w:rPr>
          <w:t>Prix du marché</w:t>
        </w:r>
        <w:r w:rsidRPr="005D71A9">
          <w:rPr>
            <w:b w:val="0"/>
            <w:noProof/>
            <w:webHidden/>
          </w:rPr>
          <w:tab/>
        </w:r>
        <w:r w:rsidRPr="005D71A9">
          <w:rPr>
            <w:b w:val="0"/>
            <w:noProof/>
            <w:webHidden/>
          </w:rPr>
          <w:fldChar w:fldCharType="begin"/>
        </w:r>
        <w:r w:rsidRPr="005D71A9">
          <w:rPr>
            <w:b w:val="0"/>
            <w:noProof/>
            <w:webHidden/>
          </w:rPr>
          <w:instrText xml:space="preserve"> PAGEREF _Toc203648581 \h </w:instrText>
        </w:r>
        <w:r w:rsidRPr="005D71A9">
          <w:rPr>
            <w:b w:val="0"/>
            <w:noProof/>
            <w:webHidden/>
          </w:rPr>
        </w:r>
        <w:r w:rsidRPr="005D71A9">
          <w:rPr>
            <w:b w:val="0"/>
            <w:noProof/>
            <w:webHidden/>
          </w:rPr>
          <w:fldChar w:fldCharType="separate"/>
        </w:r>
        <w:r w:rsidRPr="005D71A9">
          <w:rPr>
            <w:b w:val="0"/>
            <w:noProof/>
            <w:webHidden/>
          </w:rPr>
          <w:t>13</w:t>
        </w:r>
        <w:r w:rsidRPr="005D71A9">
          <w:rPr>
            <w:b w:val="0"/>
            <w:noProof/>
            <w:webHidden/>
          </w:rPr>
          <w:fldChar w:fldCharType="end"/>
        </w:r>
      </w:hyperlink>
    </w:p>
    <w:p w14:paraId="73FB6BAD" w14:textId="316C87F9" w:rsidR="005D71A9" w:rsidRPr="005D71A9" w:rsidRDefault="005D71A9">
      <w:pPr>
        <w:pStyle w:val="TM2"/>
        <w:tabs>
          <w:tab w:val="left" w:pos="660"/>
        </w:tabs>
        <w:rPr>
          <w:rFonts w:eastAsiaTheme="minorEastAsia" w:cstheme="minorBidi"/>
          <w:b w:val="0"/>
          <w:noProof/>
          <w:lang w:eastAsia="fr-FR"/>
        </w:rPr>
      </w:pPr>
      <w:hyperlink w:anchor="_Toc203648582" w:history="1">
        <w:r w:rsidRPr="005D71A9">
          <w:rPr>
            <w:rStyle w:val="Lienhypertexte"/>
            <w:b w:val="0"/>
            <w:noProof/>
          </w:rPr>
          <w:t>7.2.</w:t>
        </w:r>
        <w:r w:rsidRPr="005D71A9">
          <w:rPr>
            <w:rFonts w:eastAsiaTheme="minorEastAsia" w:cstheme="minorBidi"/>
            <w:b w:val="0"/>
            <w:noProof/>
            <w:lang w:eastAsia="fr-FR"/>
          </w:rPr>
          <w:tab/>
        </w:r>
        <w:r w:rsidRPr="005D71A9">
          <w:rPr>
            <w:rStyle w:val="Lienhypertexte"/>
            <w:b w:val="0"/>
            <w:noProof/>
          </w:rPr>
          <w:t>Echéancier de paiement</w:t>
        </w:r>
        <w:r w:rsidRPr="005D71A9">
          <w:rPr>
            <w:b w:val="0"/>
            <w:noProof/>
            <w:webHidden/>
          </w:rPr>
          <w:tab/>
        </w:r>
        <w:r w:rsidRPr="005D71A9">
          <w:rPr>
            <w:b w:val="0"/>
            <w:noProof/>
            <w:webHidden/>
          </w:rPr>
          <w:fldChar w:fldCharType="begin"/>
        </w:r>
        <w:r w:rsidRPr="005D71A9">
          <w:rPr>
            <w:b w:val="0"/>
            <w:noProof/>
            <w:webHidden/>
          </w:rPr>
          <w:instrText xml:space="preserve"> PAGEREF _Toc203648582 \h </w:instrText>
        </w:r>
        <w:r w:rsidRPr="005D71A9">
          <w:rPr>
            <w:b w:val="0"/>
            <w:noProof/>
            <w:webHidden/>
          </w:rPr>
        </w:r>
        <w:r w:rsidRPr="005D71A9">
          <w:rPr>
            <w:b w:val="0"/>
            <w:noProof/>
            <w:webHidden/>
          </w:rPr>
          <w:fldChar w:fldCharType="separate"/>
        </w:r>
        <w:r w:rsidRPr="005D71A9">
          <w:rPr>
            <w:b w:val="0"/>
            <w:noProof/>
            <w:webHidden/>
          </w:rPr>
          <w:t>14</w:t>
        </w:r>
        <w:r w:rsidRPr="005D71A9">
          <w:rPr>
            <w:b w:val="0"/>
            <w:noProof/>
            <w:webHidden/>
          </w:rPr>
          <w:fldChar w:fldCharType="end"/>
        </w:r>
      </w:hyperlink>
    </w:p>
    <w:p w14:paraId="0F5EBDF7" w14:textId="1A498FC3" w:rsidR="005D71A9" w:rsidRPr="005D71A9" w:rsidRDefault="005D71A9">
      <w:pPr>
        <w:pStyle w:val="TM2"/>
        <w:tabs>
          <w:tab w:val="left" w:pos="660"/>
        </w:tabs>
        <w:rPr>
          <w:rFonts w:eastAsiaTheme="minorEastAsia" w:cstheme="minorBidi"/>
          <w:b w:val="0"/>
          <w:noProof/>
          <w:lang w:eastAsia="fr-FR"/>
        </w:rPr>
      </w:pPr>
      <w:hyperlink w:anchor="_Toc203648583" w:history="1">
        <w:r w:rsidRPr="005D71A9">
          <w:rPr>
            <w:rStyle w:val="Lienhypertexte"/>
            <w:b w:val="0"/>
            <w:noProof/>
          </w:rPr>
          <w:t>7.3.</w:t>
        </w:r>
        <w:r w:rsidRPr="005D71A9">
          <w:rPr>
            <w:rFonts w:eastAsiaTheme="minorEastAsia" w:cstheme="minorBidi"/>
            <w:b w:val="0"/>
            <w:noProof/>
            <w:lang w:eastAsia="fr-FR"/>
          </w:rPr>
          <w:tab/>
        </w:r>
        <w:r w:rsidRPr="005D71A9">
          <w:rPr>
            <w:rStyle w:val="Lienhypertexte"/>
            <w:b w:val="0"/>
            <w:noProof/>
          </w:rPr>
          <w:t>Modalités de paiement</w:t>
        </w:r>
        <w:r w:rsidRPr="005D71A9">
          <w:rPr>
            <w:b w:val="0"/>
            <w:noProof/>
            <w:webHidden/>
          </w:rPr>
          <w:tab/>
        </w:r>
        <w:r w:rsidRPr="005D71A9">
          <w:rPr>
            <w:b w:val="0"/>
            <w:noProof/>
            <w:webHidden/>
          </w:rPr>
          <w:fldChar w:fldCharType="begin"/>
        </w:r>
        <w:r w:rsidRPr="005D71A9">
          <w:rPr>
            <w:b w:val="0"/>
            <w:noProof/>
            <w:webHidden/>
          </w:rPr>
          <w:instrText xml:space="preserve"> PAGEREF _Toc203648583 \h </w:instrText>
        </w:r>
        <w:r w:rsidRPr="005D71A9">
          <w:rPr>
            <w:b w:val="0"/>
            <w:noProof/>
            <w:webHidden/>
          </w:rPr>
        </w:r>
        <w:r w:rsidRPr="005D71A9">
          <w:rPr>
            <w:b w:val="0"/>
            <w:noProof/>
            <w:webHidden/>
          </w:rPr>
          <w:fldChar w:fldCharType="separate"/>
        </w:r>
        <w:r w:rsidRPr="005D71A9">
          <w:rPr>
            <w:b w:val="0"/>
            <w:noProof/>
            <w:webHidden/>
          </w:rPr>
          <w:t>14</w:t>
        </w:r>
        <w:r w:rsidRPr="005D71A9">
          <w:rPr>
            <w:b w:val="0"/>
            <w:noProof/>
            <w:webHidden/>
          </w:rPr>
          <w:fldChar w:fldCharType="end"/>
        </w:r>
      </w:hyperlink>
    </w:p>
    <w:p w14:paraId="40AA78C8" w14:textId="3446E9CD" w:rsidR="005D71A9" w:rsidRPr="005D71A9" w:rsidRDefault="005D71A9">
      <w:pPr>
        <w:pStyle w:val="TM1"/>
        <w:tabs>
          <w:tab w:val="left" w:pos="480"/>
          <w:tab w:val="right" w:leader="dot" w:pos="9054"/>
        </w:tabs>
        <w:rPr>
          <w:rFonts w:ascii="AvenirNext LT Pro LightCn" w:eastAsiaTheme="minorEastAsia" w:hAnsi="AvenirNext LT Pro LightCn"/>
          <w:noProof/>
          <w:lang w:eastAsia="fr-FR"/>
        </w:rPr>
      </w:pPr>
      <w:hyperlink w:anchor="_Toc203648584" w:history="1">
        <w:r w:rsidRPr="005D71A9">
          <w:rPr>
            <w:rStyle w:val="Lienhypertexte"/>
            <w:rFonts w:ascii="AvenirNext LT Pro LightCn" w:hAnsi="AvenirNext LT Pro LightCn"/>
            <w:noProof/>
          </w:rPr>
          <w:t>8.</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AVANCE</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_Toc203648584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15</w:t>
        </w:r>
        <w:r w:rsidRPr="005D71A9">
          <w:rPr>
            <w:rFonts w:ascii="AvenirNext LT Pro LightCn" w:hAnsi="AvenirNext LT Pro LightCn"/>
            <w:noProof/>
            <w:webHidden/>
          </w:rPr>
          <w:fldChar w:fldCharType="end"/>
        </w:r>
      </w:hyperlink>
    </w:p>
    <w:p w14:paraId="66E87881" w14:textId="3789352C" w:rsidR="005D71A9" w:rsidRPr="005D71A9" w:rsidRDefault="005D71A9">
      <w:pPr>
        <w:pStyle w:val="TM1"/>
        <w:tabs>
          <w:tab w:val="left" w:pos="480"/>
          <w:tab w:val="right" w:leader="dot" w:pos="9054"/>
        </w:tabs>
        <w:rPr>
          <w:rFonts w:ascii="AvenirNext LT Pro LightCn" w:eastAsiaTheme="minorEastAsia" w:hAnsi="AvenirNext LT Pro LightCn"/>
          <w:noProof/>
          <w:lang w:eastAsia="fr-FR"/>
        </w:rPr>
      </w:pPr>
      <w:hyperlink w:anchor="_Toc203648585" w:history="1">
        <w:r w:rsidRPr="005D71A9">
          <w:rPr>
            <w:rStyle w:val="Lienhypertexte"/>
            <w:rFonts w:ascii="AvenirNext LT Pro LightCn" w:hAnsi="AvenirNext LT Pro LightCn"/>
            <w:noProof/>
          </w:rPr>
          <w:t>9.</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PENALITES APPLICABLES</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_Toc203648585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15</w:t>
        </w:r>
        <w:r w:rsidRPr="005D71A9">
          <w:rPr>
            <w:rFonts w:ascii="AvenirNext LT Pro LightCn" w:hAnsi="AvenirNext LT Pro LightCn"/>
            <w:noProof/>
            <w:webHidden/>
          </w:rPr>
          <w:fldChar w:fldCharType="end"/>
        </w:r>
      </w:hyperlink>
    </w:p>
    <w:p w14:paraId="7F63E39F" w14:textId="204E2515" w:rsidR="005D71A9" w:rsidRPr="005D71A9" w:rsidRDefault="005D71A9">
      <w:pPr>
        <w:pStyle w:val="TM2"/>
        <w:tabs>
          <w:tab w:val="left" w:pos="660"/>
        </w:tabs>
        <w:rPr>
          <w:rFonts w:eastAsiaTheme="minorEastAsia" w:cstheme="minorBidi"/>
          <w:b w:val="0"/>
          <w:noProof/>
          <w:lang w:eastAsia="fr-FR"/>
        </w:rPr>
      </w:pPr>
      <w:hyperlink w:anchor="_Toc203648586" w:history="1">
        <w:r w:rsidRPr="005D71A9">
          <w:rPr>
            <w:rStyle w:val="Lienhypertexte"/>
            <w:b w:val="0"/>
            <w:noProof/>
          </w:rPr>
          <w:t>9.1.</w:t>
        </w:r>
        <w:r w:rsidRPr="005D71A9">
          <w:rPr>
            <w:rFonts w:eastAsiaTheme="minorEastAsia" w:cstheme="minorBidi"/>
            <w:b w:val="0"/>
            <w:noProof/>
            <w:lang w:eastAsia="fr-FR"/>
          </w:rPr>
          <w:tab/>
        </w:r>
        <w:r w:rsidRPr="005D71A9">
          <w:rPr>
            <w:rStyle w:val="Lienhypertexte"/>
            <w:b w:val="0"/>
            <w:noProof/>
          </w:rPr>
          <w:t>- Pénalités pour retard</w:t>
        </w:r>
        <w:r w:rsidRPr="005D71A9">
          <w:rPr>
            <w:b w:val="0"/>
            <w:noProof/>
            <w:webHidden/>
          </w:rPr>
          <w:tab/>
        </w:r>
        <w:r w:rsidRPr="005D71A9">
          <w:rPr>
            <w:b w:val="0"/>
            <w:noProof/>
            <w:webHidden/>
          </w:rPr>
          <w:fldChar w:fldCharType="begin"/>
        </w:r>
        <w:r w:rsidRPr="005D71A9">
          <w:rPr>
            <w:b w:val="0"/>
            <w:noProof/>
            <w:webHidden/>
          </w:rPr>
          <w:instrText xml:space="preserve"> PAGEREF _Toc203648586 \h </w:instrText>
        </w:r>
        <w:r w:rsidRPr="005D71A9">
          <w:rPr>
            <w:b w:val="0"/>
            <w:noProof/>
            <w:webHidden/>
          </w:rPr>
        </w:r>
        <w:r w:rsidRPr="005D71A9">
          <w:rPr>
            <w:b w:val="0"/>
            <w:noProof/>
            <w:webHidden/>
          </w:rPr>
          <w:fldChar w:fldCharType="separate"/>
        </w:r>
        <w:r w:rsidRPr="005D71A9">
          <w:rPr>
            <w:b w:val="0"/>
            <w:noProof/>
            <w:webHidden/>
          </w:rPr>
          <w:t>15</w:t>
        </w:r>
        <w:r w:rsidRPr="005D71A9">
          <w:rPr>
            <w:b w:val="0"/>
            <w:noProof/>
            <w:webHidden/>
          </w:rPr>
          <w:fldChar w:fldCharType="end"/>
        </w:r>
      </w:hyperlink>
    </w:p>
    <w:p w14:paraId="36204725" w14:textId="2AB62725" w:rsidR="005D71A9" w:rsidRPr="005D71A9" w:rsidRDefault="005D71A9">
      <w:pPr>
        <w:pStyle w:val="TM2"/>
        <w:tabs>
          <w:tab w:val="left" w:pos="660"/>
        </w:tabs>
        <w:rPr>
          <w:rFonts w:eastAsiaTheme="minorEastAsia" w:cstheme="minorBidi"/>
          <w:b w:val="0"/>
          <w:noProof/>
          <w:lang w:eastAsia="fr-FR"/>
        </w:rPr>
      </w:pPr>
      <w:hyperlink w:anchor="_Toc203648587" w:history="1">
        <w:r w:rsidRPr="005D71A9">
          <w:rPr>
            <w:rStyle w:val="Lienhypertexte"/>
            <w:b w:val="0"/>
            <w:noProof/>
          </w:rPr>
          <w:t>9.2.</w:t>
        </w:r>
        <w:r w:rsidRPr="005D71A9">
          <w:rPr>
            <w:rFonts w:eastAsiaTheme="minorEastAsia" w:cstheme="minorBidi"/>
            <w:b w:val="0"/>
            <w:noProof/>
            <w:lang w:eastAsia="fr-FR"/>
          </w:rPr>
          <w:tab/>
        </w:r>
        <w:r w:rsidRPr="005D71A9">
          <w:rPr>
            <w:rStyle w:val="Lienhypertexte"/>
            <w:b w:val="0"/>
            <w:noProof/>
          </w:rPr>
          <w:t>- - Pénalités pour non-respect du délai d’intervention en cas de panne</w:t>
        </w:r>
        <w:r w:rsidRPr="005D71A9">
          <w:rPr>
            <w:b w:val="0"/>
            <w:noProof/>
            <w:webHidden/>
          </w:rPr>
          <w:tab/>
        </w:r>
        <w:r w:rsidRPr="005D71A9">
          <w:rPr>
            <w:b w:val="0"/>
            <w:noProof/>
            <w:webHidden/>
          </w:rPr>
          <w:fldChar w:fldCharType="begin"/>
        </w:r>
        <w:r w:rsidRPr="005D71A9">
          <w:rPr>
            <w:b w:val="0"/>
            <w:noProof/>
            <w:webHidden/>
          </w:rPr>
          <w:instrText xml:space="preserve"> PAGEREF _Toc203648587 \h </w:instrText>
        </w:r>
        <w:r w:rsidRPr="005D71A9">
          <w:rPr>
            <w:b w:val="0"/>
            <w:noProof/>
            <w:webHidden/>
          </w:rPr>
        </w:r>
        <w:r w:rsidRPr="005D71A9">
          <w:rPr>
            <w:b w:val="0"/>
            <w:noProof/>
            <w:webHidden/>
          </w:rPr>
          <w:fldChar w:fldCharType="separate"/>
        </w:r>
        <w:r w:rsidRPr="005D71A9">
          <w:rPr>
            <w:b w:val="0"/>
            <w:noProof/>
            <w:webHidden/>
          </w:rPr>
          <w:t>16</w:t>
        </w:r>
        <w:r w:rsidRPr="005D71A9">
          <w:rPr>
            <w:b w:val="0"/>
            <w:noProof/>
            <w:webHidden/>
          </w:rPr>
          <w:fldChar w:fldCharType="end"/>
        </w:r>
      </w:hyperlink>
    </w:p>
    <w:p w14:paraId="0F561E00" w14:textId="68FBBBFB" w:rsidR="005D71A9" w:rsidRPr="005D71A9" w:rsidRDefault="005D71A9">
      <w:pPr>
        <w:pStyle w:val="TM2"/>
        <w:tabs>
          <w:tab w:val="left" w:pos="660"/>
        </w:tabs>
        <w:rPr>
          <w:rFonts w:eastAsiaTheme="minorEastAsia" w:cstheme="minorBidi"/>
          <w:b w:val="0"/>
          <w:noProof/>
          <w:lang w:eastAsia="fr-FR"/>
        </w:rPr>
      </w:pPr>
      <w:hyperlink w:anchor="_Toc203648588" w:history="1">
        <w:r w:rsidRPr="005D71A9">
          <w:rPr>
            <w:rStyle w:val="Lienhypertexte"/>
            <w:b w:val="0"/>
            <w:noProof/>
          </w:rPr>
          <w:t>9.3.</w:t>
        </w:r>
        <w:r w:rsidRPr="005D71A9">
          <w:rPr>
            <w:rFonts w:eastAsiaTheme="minorEastAsia" w:cstheme="minorBidi"/>
            <w:b w:val="0"/>
            <w:noProof/>
            <w:lang w:eastAsia="fr-FR"/>
          </w:rPr>
          <w:tab/>
        </w:r>
        <w:r w:rsidRPr="005D71A9">
          <w:rPr>
            <w:rStyle w:val="Lienhypertexte"/>
            <w:b w:val="0"/>
            <w:noProof/>
          </w:rPr>
          <w:t>- Pénalités pour non-respect du délai de mise au point ou de réparation en cas de panne</w:t>
        </w:r>
        <w:r w:rsidRPr="005D71A9">
          <w:rPr>
            <w:b w:val="0"/>
            <w:noProof/>
            <w:webHidden/>
          </w:rPr>
          <w:tab/>
        </w:r>
        <w:r w:rsidRPr="005D71A9">
          <w:rPr>
            <w:b w:val="0"/>
            <w:noProof/>
            <w:webHidden/>
          </w:rPr>
          <w:fldChar w:fldCharType="begin"/>
        </w:r>
        <w:r w:rsidRPr="005D71A9">
          <w:rPr>
            <w:b w:val="0"/>
            <w:noProof/>
            <w:webHidden/>
          </w:rPr>
          <w:instrText xml:space="preserve"> PAGEREF _Toc203648588 \h </w:instrText>
        </w:r>
        <w:r w:rsidRPr="005D71A9">
          <w:rPr>
            <w:b w:val="0"/>
            <w:noProof/>
            <w:webHidden/>
          </w:rPr>
        </w:r>
        <w:r w:rsidRPr="005D71A9">
          <w:rPr>
            <w:b w:val="0"/>
            <w:noProof/>
            <w:webHidden/>
          </w:rPr>
          <w:fldChar w:fldCharType="separate"/>
        </w:r>
        <w:r w:rsidRPr="005D71A9">
          <w:rPr>
            <w:b w:val="0"/>
            <w:noProof/>
            <w:webHidden/>
          </w:rPr>
          <w:t>16</w:t>
        </w:r>
        <w:r w:rsidRPr="005D71A9">
          <w:rPr>
            <w:b w:val="0"/>
            <w:noProof/>
            <w:webHidden/>
          </w:rPr>
          <w:fldChar w:fldCharType="end"/>
        </w:r>
      </w:hyperlink>
    </w:p>
    <w:p w14:paraId="75C9AB61" w14:textId="5BFFFBDD" w:rsidR="005D71A9" w:rsidRPr="005D71A9" w:rsidRDefault="005D71A9">
      <w:pPr>
        <w:pStyle w:val="TM2"/>
        <w:tabs>
          <w:tab w:val="left" w:pos="660"/>
        </w:tabs>
        <w:rPr>
          <w:rFonts w:eastAsiaTheme="minorEastAsia" w:cstheme="minorBidi"/>
          <w:b w:val="0"/>
          <w:noProof/>
          <w:lang w:eastAsia="fr-FR"/>
        </w:rPr>
      </w:pPr>
      <w:hyperlink w:anchor="_Toc203648589" w:history="1">
        <w:r w:rsidRPr="005D71A9">
          <w:rPr>
            <w:rStyle w:val="Lienhypertexte"/>
            <w:rFonts w:eastAsiaTheme="majorEastAsia" w:cstheme="majorBidi"/>
            <w:b w:val="0"/>
            <w:noProof/>
          </w:rPr>
          <w:t>9.4.</w:t>
        </w:r>
        <w:r w:rsidRPr="005D71A9">
          <w:rPr>
            <w:rFonts w:eastAsiaTheme="minorEastAsia" w:cstheme="minorBidi"/>
            <w:b w:val="0"/>
            <w:noProof/>
            <w:lang w:eastAsia="fr-FR"/>
          </w:rPr>
          <w:tab/>
        </w:r>
        <w:r w:rsidRPr="005D71A9">
          <w:rPr>
            <w:rStyle w:val="Lienhypertexte"/>
            <w:rFonts w:eastAsiaTheme="majorEastAsia" w:cstheme="majorBidi"/>
            <w:b w:val="0"/>
            <w:noProof/>
          </w:rPr>
          <w:t>- Pénalités pour indisponibilité</w:t>
        </w:r>
        <w:r w:rsidRPr="005D71A9">
          <w:rPr>
            <w:b w:val="0"/>
            <w:noProof/>
            <w:webHidden/>
          </w:rPr>
          <w:tab/>
        </w:r>
        <w:r w:rsidRPr="005D71A9">
          <w:rPr>
            <w:b w:val="0"/>
            <w:noProof/>
            <w:webHidden/>
          </w:rPr>
          <w:fldChar w:fldCharType="begin"/>
        </w:r>
        <w:r w:rsidRPr="005D71A9">
          <w:rPr>
            <w:b w:val="0"/>
            <w:noProof/>
            <w:webHidden/>
          </w:rPr>
          <w:instrText xml:space="preserve"> PAGEREF _Toc203648589 \h </w:instrText>
        </w:r>
        <w:r w:rsidRPr="005D71A9">
          <w:rPr>
            <w:b w:val="0"/>
            <w:noProof/>
            <w:webHidden/>
          </w:rPr>
        </w:r>
        <w:r w:rsidRPr="005D71A9">
          <w:rPr>
            <w:b w:val="0"/>
            <w:noProof/>
            <w:webHidden/>
          </w:rPr>
          <w:fldChar w:fldCharType="separate"/>
        </w:r>
        <w:r w:rsidRPr="005D71A9">
          <w:rPr>
            <w:b w:val="0"/>
            <w:noProof/>
            <w:webHidden/>
          </w:rPr>
          <w:t>17</w:t>
        </w:r>
        <w:r w:rsidRPr="005D71A9">
          <w:rPr>
            <w:b w:val="0"/>
            <w:noProof/>
            <w:webHidden/>
          </w:rPr>
          <w:fldChar w:fldCharType="end"/>
        </w:r>
      </w:hyperlink>
    </w:p>
    <w:p w14:paraId="54C0B015" w14:textId="53A8619F" w:rsidR="005D71A9" w:rsidRPr="005D71A9" w:rsidRDefault="005D71A9">
      <w:pPr>
        <w:pStyle w:val="TM2"/>
        <w:tabs>
          <w:tab w:val="left" w:pos="660"/>
        </w:tabs>
        <w:rPr>
          <w:rFonts w:eastAsiaTheme="minorEastAsia" w:cstheme="minorBidi"/>
          <w:b w:val="0"/>
          <w:noProof/>
          <w:lang w:eastAsia="fr-FR"/>
        </w:rPr>
      </w:pPr>
      <w:hyperlink w:anchor="_Toc203648590" w:history="1">
        <w:r w:rsidRPr="005D71A9">
          <w:rPr>
            <w:rStyle w:val="Lienhypertexte"/>
            <w:b w:val="0"/>
            <w:noProof/>
          </w:rPr>
          <w:t>9.5.</w:t>
        </w:r>
        <w:r w:rsidRPr="005D71A9">
          <w:rPr>
            <w:rFonts w:eastAsiaTheme="minorEastAsia" w:cstheme="minorBidi"/>
            <w:b w:val="0"/>
            <w:noProof/>
            <w:lang w:eastAsia="fr-FR"/>
          </w:rPr>
          <w:tab/>
        </w:r>
        <w:r w:rsidRPr="005D71A9">
          <w:rPr>
            <w:rStyle w:val="Lienhypertexte"/>
            <w:b w:val="0"/>
            <w:noProof/>
          </w:rPr>
          <w:t>Pénalités pour indisponibilité des pièces détachées</w:t>
        </w:r>
        <w:r w:rsidRPr="005D71A9">
          <w:rPr>
            <w:b w:val="0"/>
            <w:noProof/>
            <w:webHidden/>
          </w:rPr>
          <w:tab/>
        </w:r>
        <w:r w:rsidRPr="005D71A9">
          <w:rPr>
            <w:b w:val="0"/>
            <w:noProof/>
            <w:webHidden/>
          </w:rPr>
          <w:fldChar w:fldCharType="begin"/>
        </w:r>
        <w:r w:rsidRPr="005D71A9">
          <w:rPr>
            <w:b w:val="0"/>
            <w:noProof/>
            <w:webHidden/>
          </w:rPr>
          <w:instrText xml:space="preserve"> PAGEREF _Toc203648590 \h </w:instrText>
        </w:r>
        <w:r w:rsidRPr="005D71A9">
          <w:rPr>
            <w:b w:val="0"/>
            <w:noProof/>
            <w:webHidden/>
          </w:rPr>
        </w:r>
        <w:r w:rsidRPr="005D71A9">
          <w:rPr>
            <w:b w:val="0"/>
            <w:noProof/>
            <w:webHidden/>
          </w:rPr>
          <w:fldChar w:fldCharType="separate"/>
        </w:r>
        <w:r w:rsidRPr="005D71A9">
          <w:rPr>
            <w:b w:val="0"/>
            <w:noProof/>
            <w:webHidden/>
          </w:rPr>
          <w:t>17</w:t>
        </w:r>
        <w:r w:rsidRPr="005D71A9">
          <w:rPr>
            <w:b w:val="0"/>
            <w:noProof/>
            <w:webHidden/>
          </w:rPr>
          <w:fldChar w:fldCharType="end"/>
        </w:r>
      </w:hyperlink>
    </w:p>
    <w:p w14:paraId="7F2FFB9A" w14:textId="51809846" w:rsidR="005D71A9" w:rsidRPr="005D71A9" w:rsidRDefault="005D71A9">
      <w:pPr>
        <w:pStyle w:val="TM2"/>
        <w:tabs>
          <w:tab w:val="left" w:pos="660"/>
        </w:tabs>
        <w:rPr>
          <w:rFonts w:eastAsiaTheme="minorEastAsia" w:cstheme="minorBidi"/>
          <w:b w:val="0"/>
          <w:noProof/>
          <w:lang w:eastAsia="fr-FR"/>
        </w:rPr>
      </w:pPr>
      <w:hyperlink w:anchor="_Toc203648591" w:history="1">
        <w:r w:rsidRPr="005D71A9">
          <w:rPr>
            <w:rStyle w:val="Lienhypertexte"/>
            <w:b w:val="0"/>
            <w:noProof/>
          </w:rPr>
          <w:t>9.6.</w:t>
        </w:r>
        <w:r w:rsidRPr="005D71A9">
          <w:rPr>
            <w:rFonts w:eastAsiaTheme="minorEastAsia" w:cstheme="minorBidi"/>
            <w:b w:val="0"/>
            <w:noProof/>
            <w:lang w:eastAsia="fr-FR"/>
          </w:rPr>
          <w:tab/>
        </w:r>
        <w:r w:rsidRPr="005D71A9">
          <w:rPr>
            <w:rStyle w:val="Lienhypertexte"/>
            <w:b w:val="0"/>
            <w:noProof/>
          </w:rPr>
          <w:t>- Pénalités pour non-respect des dispositions environnementales</w:t>
        </w:r>
        <w:r w:rsidRPr="005D71A9">
          <w:rPr>
            <w:b w:val="0"/>
            <w:noProof/>
            <w:webHidden/>
          </w:rPr>
          <w:tab/>
        </w:r>
        <w:r w:rsidRPr="005D71A9">
          <w:rPr>
            <w:b w:val="0"/>
            <w:noProof/>
            <w:webHidden/>
          </w:rPr>
          <w:fldChar w:fldCharType="begin"/>
        </w:r>
        <w:r w:rsidRPr="005D71A9">
          <w:rPr>
            <w:b w:val="0"/>
            <w:noProof/>
            <w:webHidden/>
          </w:rPr>
          <w:instrText xml:space="preserve"> PAGEREF _Toc203648591 \h </w:instrText>
        </w:r>
        <w:r w:rsidRPr="005D71A9">
          <w:rPr>
            <w:b w:val="0"/>
            <w:noProof/>
            <w:webHidden/>
          </w:rPr>
        </w:r>
        <w:r w:rsidRPr="005D71A9">
          <w:rPr>
            <w:b w:val="0"/>
            <w:noProof/>
            <w:webHidden/>
          </w:rPr>
          <w:fldChar w:fldCharType="separate"/>
        </w:r>
        <w:r w:rsidRPr="005D71A9">
          <w:rPr>
            <w:b w:val="0"/>
            <w:noProof/>
            <w:webHidden/>
          </w:rPr>
          <w:t>17</w:t>
        </w:r>
        <w:r w:rsidRPr="005D71A9">
          <w:rPr>
            <w:b w:val="0"/>
            <w:noProof/>
            <w:webHidden/>
          </w:rPr>
          <w:fldChar w:fldCharType="end"/>
        </w:r>
      </w:hyperlink>
    </w:p>
    <w:p w14:paraId="6ED44B50" w14:textId="43597EEF" w:rsidR="005D71A9" w:rsidRPr="005D71A9" w:rsidRDefault="005D71A9">
      <w:pPr>
        <w:pStyle w:val="TM2"/>
        <w:tabs>
          <w:tab w:val="left" w:pos="660"/>
        </w:tabs>
        <w:rPr>
          <w:rFonts w:eastAsiaTheme="minorEastAsia" w:cstheme="minorBidi"/>
          <w:b w:val="0"/>
          <w:noProof/>
          <w:lang w:eastAsia="fr-FR"/>
        </w:rPr>
      </w:pPr>
      <w:hyperlink w:anchor="_Toc203648592" w:history="1">
        <w:r w:rsidRPr="005D71A9">
          <w:rPr>
            <w:rStyle w:val="Lienhypertexte"/>
            <w:rFonts w:eastAsiaTheme="majorEastAsia" w:cstheme="majorBidi"/>
            <w:b w:val="0"/>
            <w:noProof/>
          </w:rPr>
          <w:t>9.7.</w:t>
        </w:r>
        <w:r w:rsidRPr="005D71A9">
          <w:rPr>
            <w:rFonts w:eastAsiaTheme="minorEastAsia" w:cstheme="minorBidi"/>
            <w:b w:val="0"/>
            <w:noProof/>
            <w:lang w:eastAsia="fr-FR"/>
          </w:rPr>
          <w:tab/>
        </w:r>
        <w:r w:rsidRPr="005D71A9">
          <w:rPr>
            <w:rStyle w:val="Lienhypertexte"/>
            <w:rFonts w:eastAsiaTheme="majorEastAsia" w:cstheme="majorBidi"/>
            <w:b w:val="0"/>
            <w:noProof/>
          </w:rPr>
          <w:t>- Pénalités pour non-respect des formalités relatives à la lutte contre le travail illégal</w:t>
        </w:r>
        <w:r w:rsidRPr="005D71A9">
          <w:rPr>
            <w:b w:val="0"/>
            <w:noProof/>
            <w:webHidden/>
          </w:rPr>
          <w:tab/>
        </w:r>
        <w:r w:rsidRPr="005D71A9">
          <w:rPr>
            <w:b w:val="0"/>
            <w:noProof/>
            <w:webHidden/>
          </w:rPr>
          <w:fldChar w:fldCharType="begin"/>
        </w:r>
        <w:r w:rsidRPr="005D71A9">
          <w:rPr>
            <w:b w:val="0"/>
            <w:noProof/>
            <w:webHidden/>
          </w:rPr>
          <w:instrText xml:space="preserve"> PAGEREF _Toc203648592 \h </w:instrText>
        </w:r>
        <w:r w:rsidRPr="005D71A9">
          <w:rPr>
            <w:b w:val="0"/>
            <w:noProof/>
            <w:webHidden/>
          </w:rPr>
        </w:r>
        <w:r w:rsidRPr="005D71A9">
          <w:rPr>
            <w:b w:val="0"/>
            <w:noProof/>
            <w:webHidden/>
          </w:rPr>
          <w:fldChar w:fldCharType="separate"/>
        </w:r>
        <w:r w:rsidRPr="005D71A9">
          <w:rPr>
            <w:b w:val="0"/>
            <w:noProof/>
            <w:webHidden/>
          </w:rPr>
          <w:t>17</w:t>
        </w:r>
        <w:r w:rsidRPr="005D71A9">
          <w:rPr>
            <w:b w:val="0"/>
            <w:noProof/>
            <w:webHidden/>
          </w:rPr>
          <w:fldChar w:fldCharType="end"/>
        </w:r>
      </w:hyperlink>
    </w:p>
    <w:p w14:paraId="615A2C61" w14:textId="50CF08F9" w:rsidR="005D71A9" w:rsidRPr="005D71A9" w:rsidRDefault="005D71A9">
      <w:pPr>
        <w:pStyle w:val="TM1"/>
        <w:tabs>
          <w:tab w:val="left" w:pos="660"/>
          <w:tab w:val="right" w:leader="dot" w:pos="9054"/>
        </w:tabs>
        <w:rPr>
          <w:rFonts w:ascii="AvenirNext LT Pro LightCn" w:eastAsiaTheme="minorEastAsia" w:hAnsi="AvenirNext LT Pro LightCn"/>
          <w:noProof/>
          <w:lang w:eastAsia="fr-FR"/>
        </w:rPr>
      </w:pPr>
      <w:hyperlink w:anchor="_Toc203648593" w:history="1">
        <w:r w:rsidRPr="005D71A9">
          <w:rPr>
            <w:rStyle w:val="Lienhypertexte"/>
            <w:rFonts w:ascii="AvenirNext LT Pro LightCn" w:hAnsi="AvenirNext LT Pro LightCn"/>
            <w:noProof/>
          </w:rPr>
          <w:t>10.</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CLAUSES ENVIRONNEMENTALES</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_Toc203648593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17</w:t>
        </w:r>
        <w:r w:rsidRPr="005D71A9">
          <w:rPr>
            <w:rFonts w:ascii="AvenirNext LT Pro LightCn" w:hAnsi="AvenirNext LT Pro LightCn"/>
            <w:noProof/>
            <w:webHidden/>
          </w:rPr>
          <w:fldChar w:fldCharType="end"/>
        </w:r>
      </w:hyperlink>
    </w:p>
    <w:p w14:paraId="5B6569DE" w14:textId="2412A69F" w:rsidR="005D71A9" w:rsidRPr="005D71A9" w:rsidRDefault="005D71A9">
      <w:pPr>
        <w:pStyle w:val="TM1"/>
        <w:tabs>
          <w:tab w:val="left" w:pos="660"/>
          <w:tab w:val="right" w:leader="dot" w:pos="9054"/>
        </w:tabs>
        <w:rPr>
          <w:rFonts w:ascii="AvenirNext LT Pro LightCn" w:eastAsiaTheme="minorEastAsia" w:hAnsi="AvenirNext LT Pro LightCn"/>
          <w:noProof/>
          <w:lang w:eastAsia="fr-FR"/>
        </w:rPr>
      </w:pPr>
      <w:hyperlink w:anchor="_Toc203648594" w:history="1">
        <w:r w:rsidRPr="005D71A9">
          <w:rPr>
            <w:rStyle w:val="Lienhypertexte"/>
            <w:rFonts w:ascii="AvenirNext LT Pro LightCn" w:hAnsi="AvenirNext LT Pro LightCn"/>
            <w:noProof/>
          </w:rPr>
          <w:t>11.</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GARANTIE ET SAV</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_Toc203648594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18</w:t>
        </w:r>
        <w:r w:rsidRPr="005D71A9">
          <w:rPr>
            <w:rFonts w:ascii="AvenirNext LT Pro LightCn" w:hAnsi="AvenirNext LT Pro LightCn"/>
            <w:noProof/>
            <w:webHidden/>
          </w:rPr>
          <w:fldChar w:fldCharType="end"/>
        </w:r>
      </w:hyperlink>
    </w:p>
    <w:p w14:paraId="5C9B4150" w14:textId="00216B3D" w:rsidR="005D71A9" w:rsidRPr="005D71A9" w:rsidRDefault="005D71A9">
      <w:pPr>
        <w:pStyle w:val="TM2"/>
        <w:tabs>
          <w:tab w:val="left" w:pos="660"/>
        </w:tabs>
        <w:rPr>
          <w:rFonts w:eastAsiaTheme="minorEastAsia" w:cstheme="minorBidi"/>
          <w:b w:val="0"/>
          <w:noProof/>
          <w:lang w:eastAsia="fr-FR"/>
        </w:rPr>
      </w:pPr>
      <w:hyperlink w:anchor="_Toc203648595" w:history="1">
        <w:r w:rsidRPr="005D71A9">
          <w:rPr>
            <w:rStyle w:val="Lienhypertexte"/>
            <w:b w:val="0"/>
            <w:noProof/>
          </w:rPr>
          <w:t>11.1.</w:t>
        </w:r>
        <w:r w:rsidRPr="005D71A9">
          <w:rPr>
            <w:rFonts w:eastAsiaTheme="minorEastAsia" w:cstheme="minorBidi"/>
            <w:b w:val="0"/>
            <w:noProof/>
            <w:lang w:eastAsia="fr-FR"/>
          </w:rPr>
          <w:tab/>
        </w:r>
        <w:r w:rsidRPr="005D71A9">
          <w:rPr>
            <w:rStyle w:val="Lienhypertexte"/>
            <w:b w:val="0"/>
            <w:noProof/>
          </w:rPr>
          <w:t>– Garantie</w:t>
        </w:r>
        <w:r w:rsidRPr="005D71A9">
          <w:rPr>
            <w:b w:val="0"/>
            <w:noProof/>
            <w:webHidden/>
          </w:rPr>
          <w:tab/>
        </w:r>
        <w:r w:rsidRPr="005D71A9">
          <w:rPr>
            <w:b w:val="0"/>
            <w:noProof/>
            <w:webHidden/>
          </w:rPr>
          <w:fldChar w:fldCharType="begin"/>
        </w:r>
        <w:r w:rsidRPr="005D71A9">
          <w:rPr>
            <w:b w:val="0"/>
            <w:noProof/>
            <w:webHidden/>
          </w:rPr>
          <w:instrText xml:space="preserve"> PAGEREF _Toc203648595 \h </w:instrText>
        </w:r>
        <w:r w:rsidRPr="005D71A9">
          <w:rPr>
            <w:b w:val="0"/>
            <w:noProof/>
            <w:webHidden/>
          </w:rPr>
        </w:r>
        <w:r w:rsidRPr="005D71A9">
          <w:rPr>
            <w:b w:val="0"/>
            <w:noProof/>
            <w:webHidden/>
          </w:rPr>
          <w:fldChar w:fldCharType="separate"/>
        </w:r>
        <w:r w:rsidRPr="005D71A9">
          <w:rPr>
            <w:b w:val="0"/>
            <w:noProof/>
            <w:webHidden/>
          </w:rPr>
          <w:t>18</w:t>
        </w:r>
        <w:r w:rsidRPr="005D71A9">
          <w:rPr>
            <w:b w:val="0"/>
            <w:noProof/>
            <w:webHidden/>
          </w:rPr>
          <w:fldChar w:fldCharType="end"/>
        </w:r>
      </w:hyperlink>
    </w:p>
    <w:p w14:paraId="4B2587D5" w14:textId="65888AEC" w:rsidR="005D71A9" w:rsidRPr="005D71A9" w:rsidRDefault="005D71A9">
      <w:pPr>
        <w:pStyle w:val="TM2"/>
        <w:tabs>
          <w:tab w:val="left" w:pos="660"/>
        </w:tabs>
        <w:rPr>
          <w:rFonts w:eastAsiaTheme="minorEastAsia" w:cstheme="minorBidi"/>
          <w:b w:val="0"/>
          <w:noProof/>
          <w:lang w:eastAsia="fr-FR"/>
        </w:rPr>
      </w:pPr>
      <w:hyperlink w:anchor="_Toc203648596" w:history="1">
        <w:r w:rsidRPr="005D71A9">
          <w:rPr>
            <w:rStyle w:val="Lienhypertexte"/>
            <w:b w:val="0"/>
            <w:noProof/>
          </w:rPr>
          <w:t>11.2.</w:t>
        </w:r>
        <w:r w:rsidRPr="005D71A9">
          <w:rPr>
            <w:rFonts w:eastAsiaTheme="minorEastAsia" w:cstheme="minorBidi"/>
            <w:b w:val="0"/>
            <w:noProof/>
            <w:lang w:eastAsia="fr-FR"/>
          </w:rPr>
          <w:tab/>
        </w:r>
        <w:r w:rsidRPr="005D71A9">
          <w:rPr>
            <w:rStyle w:val="Lienhypertexte"/>
            <w:b w:val="0"/>
            <w:noProof/>
          </w:rPr>
          <w:t>Support technique</w:t>
        </w:r>
        <w:r w:rsidRPr="005D71A9">
          <w:rPr>
            <w:b w:val="0"/>
            <w:noProof/>
            <w:webHidden/>
          </w:rPr>
          <w:tab/>
        </w:r>
        <w:r w:rsidRPr="005D71A9">
          <w:rPr>
            <w:b w:val="0"/>
            <w:noProof/>
            <w:webHidden/>
          </w:rPr>
          <w:fldChar w:fldCharType="begin"/>
        </w:r>
        <w:r w:rsidRPr="005D71A9">
          <w:rPr>
            <w:b w:val="0"/>
            <w:noProof/>
            <w:webHidden/>
          </w:rPr>
          <w:instrText xml:space="preserve"> PAGEREF _Toc203648596 \h </w:instrText>
        </w:r>
        <w:r w:rsidRPr="005D71A9">
          <w:rPr>
            <w:b w:val="0"/>
            <w:noProof/>
            <w:webHidden/>
          </w:rPr>
        </w:r>
        <w:r w:rsidRPr="005D71A9">
          <w:rPr>
            <w:b w:val="0"/>
            <w:noProof/>
            <w:webHidden/>
          </w:rPr>
          <w:fldChar w:fldCharType="separate"/>
        </w:r>
        <w:r w:rsidRPr="005D71A9">
          <w:rPr>
            <w:b w:val="0"/>
            <w:noProof/>
            <w:webHidden/>
          </w:rPr>
          <w:t>18</w:t>
        </w:r>
        <w:r w:rsidRPr="005D71A9">
          <w:rPr>
            <w:b w:val="0"/>
            <w:noProof/>
            <w:webHidden/>
          </w:rPr>
          <w:fldChar w:fldCharType="end"/>
        </w:r>
      </w:hyperlink>
    </w:p>
    <w:p w14:paraId="79D8D430" w14:textId="180D2CFF" w:rsidR="005D71A9" w:rsidRPr="005D71A9" w:rsidRDefault="005D71A9">
      <w:pPr>
        <w:pStyle w:val="TM2"/>
        <w:rPr>
          <w:rFonts w:eastAsiaTheme="minorEastAsia" w:cstheme="minorBidi"/>
          <w:b w:val="0"/>
          <w:noProof/>
          <w:lang w:eastAsia="fr-FR"/>
        </w:rPr>
      </w:pPr>
      <w:hyperlink w:anchor="_Toc203648597" w:history="1">
        <w:r w:rsidRPr="005D71A9">
          <w:rPr>
            <w:rStyle w:val="Lienhypertexte"/>
            <w:b w:val="0"/>
            <w:i/>
            <w:iCs/>
            <w:noProof/>
          </w:rPr>
          <w:t>11.2.1 - Logiciels de pilotage et de traitement des données</w:t>
        </w:r>
        <w:r w:rsidRPr="005D71A9">
          <w:rPr>
            <w:b w:val="0"/>
            <w:noProof/>
            <w:webHidden/>
          </w:rPr>
          <w:tab/>
        </w:r>
        <w:r w:rsidRPr="005D71A9">
          <w:rPr>
            <w:b w:val="0"/>
            <w:noProof/>
            <w:webHidden/>
          </w:rPr>
          <w:fldChar w:fldCharType="begin"/>
        </w:r>
        <w:r w:rsidRPr="005D71A9">
          <w:rPr>
            <w:b w:val="0"/>
            <w:noProof/>
            <w:webHidden/>
          </w:rPr>
          <w:instrText xml:space="preserve"> PAGEREF _Toc203648597 \h </w:instrText>
        </w:r>
        <w:r w:rsidRPr="005D71A9">
          <w:rPr>
            <w:b w:val="0"/>
            <w:noProof/>
            <w:webHidden/>
          </w:rPr>
        </w:r>
        <w:r w:rsidRPr="005D71A9">
          <w:rPr>
            <w:b w:val="0"/>
            <w:noProof/>
            <w:webHidden/>
          </w:rPr>
          <w:fldChar w:fldCharType="separate"/>
        </w:r>
        <w:r w:rsidRPr="005D71A9">
          <w:rPr>
            <w:b w:val="0"/>
            <w:noProof/>
            <w:webHidden/>
          </w:rPr>
          <w:t>19</w:t>
        </w:r>
        <w:r w:rsidRPr="005D71A9">
          <w:rPr>
            <w:b w:val="0"/>
            <w:noProof/>
            <w:webHidden/>
          </w:rPr>
          <w:fldChar w:fldCharType="end"/>
        </w:r>
      </w:hyperlink>
    </w:p>
    <w:p w14:paraId="0E511F2A" w14:textId="4462AC0C" w:rsidR="005D71A9" w:rsidRPr="005D71A9" w:rsidRDefault="005D71A9">
      <w:pPr>
        <w:pStyle w:val="TM2"/>
        <w:rPr>
          <w:rFonts w:eastAsiaTheme="minorEastAsia" w:cstheme="minorBidi"/>
          <w:b w:val="0"/>
          <w:noProof/>
          <w:lang w:eastAsia="fr-FR"/>
        </w:rPr>
      </w:pPr>
      <w:hyperlink w:anchor="_Toc203648598" w:history="1">
        <w:r w:rsidRPr="005D71A9">
          <w:rPr>
            <w:rStyle w:val="Lienhypertexte"/>
            <w:b w:val="0"/>
            <w:i/>
            <w:iCs/>
            <w:noProof/>
          </w:rPr>
          <w:t>11.2.2 - Délais d’intervention en cas de panne</w:t>
        </w:r>
        <w:r w:rsidRPr="005D71A9">
          <w:rPr>
            <w:b w:val="0"/>
            <w:noProof/>
            <w:webHidden/>
          </w:rPr>
          <w:tab/>
        </w:r>
        <w:r w:rsidRPr="005D71A9">
          <w:rPr>
            <w:b w:val="0"/>
            <w:noProof/>
            <w:webHidden/>
          </w:rPr>
          <w:fldChar w:fldCharType="begin"/>
        </w:r>
        <w:r w:rsidRPr="005D71A9">
          <w:rPr>
            <w:b w:val="0"/>
            <w:noProof/>
            <w:webHidden/>
          </w:rPr>
          <w:instrText xml:space="preserve"> PAGEREF _Toc203648598 \h </w:instrText>
        </w:r>
        <w:r w:rsidRPr="005D71A9">
          <w:rPr>
            <w:b w:val="0"/>
            <w:noProof/>
            <w:webHidden/>
          </w:rPr>
        </w:r>
        <w:r w:rsidRPr="005D71A9">
          <w:rPr>
            <w:b w:val="0"/>
            <w:noProof/>
            <w:webHidden/>
          </w:rPr>
          <w:fldChar w:fldCharType="separate"/>
        </w:r>
        <w:r w:rsidRPr="005D71A9">
          <w:rPr>
            <w:b w:val="0"/>
            <w:noProof/>
            <w:webHidden/>
          </w:rPr>
          <w:t>19</w:t>
        </w:r>
        <w:r w:rsidRPr="005D71A9">
          <w:rPr>
            <w:b w:val="0"/>
            <w:noProof/>
            <w:webHidden/>
          </w:rPr>
          <w:fldChar w:fldCharType="end"/>
        </w:r>
      </w:hyperlink>
    </w:p>
    <w:p w14:paraId="59254D1F" w14:textId="4A605E78" w:rsidR="005D71A9" w:rsidRPr="005D71A9" w:rsidRDefault="005D71A9">
      <w:pPr>
        <w:pStyle w:val="TM2"/>
        <w:rPr>
          <w:rFonts w:eastAsiaTheme="minorEastAsia" w:cstheme="minorBidi"/>
          <w:b w:val="0"/>
          <w:noProof/>
          <w:lang w:eastAsia="fr-FR"/>
        </w:rPr>
      </w:pPr>
      <w:hyperlink w:anchor="_Toc203648599" w:history="1">
        <w:r w:rsidRPr="005D71A9">
          <w:rPr>
            <w:rStyle w:val="Lienhypertexte"/>
            <w:b w:val="0"/>
            <w:i/>
            <w:iCs/>
            <w:noProof/>
          </w:rPr>
          <w:t>11.2.3 - Délais de mise au point ou de réparation en cas de panne</w:t>
        </w:r>
        <w:r w:rsidRPr="005D71A9">
          <w:rPr>
            <w:b w:val="0"/>
            <w:noProof/>
            <w:webHidden/>
          </w:rPr>
          <w:tab/>
        </w:r>
        <w:r w:rsidRPr="005D71A9">
          <w:rPr>
            <w:b w:val="0"/>
            <w:noProof/>
            <w:webHidden/>
          </w:rPr>
          <w:fldChar w:fldCharType="begin"/>
        </w:r>
        <w:r w:rsidRPr="005D71A9">
          <w:rPr>
            <w:b w:val="0"/>
            <w:noProof/>
            <w:webHidden/>
          </w:rPr>
          <w:instrText xml:space="preserve"> PAGEREF _Toc203648599 \h </w:instrText>
        </w:r>
        <w:r w:rsidRPr="005D71A9">
          <w:rPr>
            <w:b w:val="0"/>
            <w:noProof/>
            <w:webHidden/>
          </w:rPr>
        </w:r>
        <w:r w:rsidRPr="005D71A9">
          <w:rPr>
            <w:b w:val="0"/>
            <w:noProof/>
            <w:webHidden/>
          </w:rPr>
          <w:fldChar w:fldCharType="separate"/>
        </w:r>
        <w:r w:rsidRPr="005D71A9">
          <w:rPr>
            <w:b w:val="0"/>
            <w:noProof/>
            <w:webHidden/>
          </w:rPr>
          <w:t>19</w:t>
        </w:r>
        <w:r w:rsidRPr="005D71A9">
          <w:rPr>
            <w:b w:val="0"/>
            <w:noProof/>
            <w:webHidden/>
          </w:rPr>
          <w:fldChar w:fldCharType="end"/>
        </w:r>
      </w:hyperlink>
    </w:p>
    <w:p w14:paraId="070C8751" w14:textId="0C884541" w:rsidR="005D71A9" w:rsidRPr="005D71A9" w:rsidRDefault="005D71A9">
      <w:pPr>
        <w:pStyle w:val="TM2"/>
        <w:rPr>
          <w:rFonts w:eastAsiaTheme="minorEastAsia" w:cstheme="minorBidi"/>
          <w:b w:val="0"/>
          <w:noProof/>
          <w:lang w:eastAsia="fr-FR"/>
        </w:rPr>
      </w:pPr>
      <w:hyperlink w:anchor="_Toc203648600" w:history="1">
        <w:r w:rsidRPr="005D71A9">
          <w:rPr>
            <w:rStyle w:val="Lienhypertexte"/>
            <w:b w:val="0"/>
            <w:i/>
            <w:iCs/>
            <w:noProof/>
          </w:rPr>
          <w:t>11.2.4 - Obligation relative aux pièces détachées et consommables captifs</w:t>
        </w:r>
        <w:r w:rsidRPr="005D71A9">
          <w:rPr>
            <w:b w:val="0"/>
            <w:noProof/>
            <w:webHidden/>
          </w:rPr>
          <w:tab/>
        </w:r>
        <w:r w:rsidRPr="005D71A9">
          <w:rPr>
            <w:b w:val="0"/>
            <w:noProof/>
            <w:webHidden/>
          </w:rPr>
          <w:fldChar w:fldCharType="begin"/>
        </w:r>
        <w:r w:rsidRPr="005D71A9">
          <w:rPr>
            <w:b w:val="0"/>
            <w:noProof/>
            <w:webHidden/>
          </w:rPr>
          <w:instrText xml:space="preserve"> PAGEREF _Toc203648600 \h </w:instrText>
        </w:r>
        <w:r w:rsidRPr="005D71A9">
          <w:rPr>
            <w:b w:val="0"/>
            <w:noProof/>
            <w:webHidden/>
          </w:rPr>
        </w:r>
        <w:r w:rsidRPr="005D71A9">
          <w:rPr>
            <w:b w:val="0"/>
            <w:noProof/>
            <w:webHidden/>
          </w:rPr>
          <w:fldChar w:fldCharType="separate"/>
        </w:r>
        <w:r w:rsidRPr="005D71A9">
          <w:rPr>
            <w:b w:val="0"/>
            <w:noProof/>
            <w:webHidden/>
          </w:rPr>
          <w:t>20</w:t>
        </w:r>
        <w:r w:rsidRPr="005D71A9">
          <w:rPr>
            <w:b w:val="0"/>
            <w:noProof/>
            <w:webHidden/>
          </w:rPr>
          <w:fldChar w:fldCharType="end"/>
        </w:r>
      </w:hyperlink>
    </w:p>
    <w:p w14:paraId="06AFD4DE" w14:textId="3A6E0607" w:rsidR="005D71A9" w:rsidRPr="005D71A9" w:rsidRDefault="005D71A9">
      <w:pPr>
        <w:pStyle w:val="TM2"/>
        <w:tabs>
          <w:tab w:val="left" w:pos="660"/>
        </w:tabs>
        <w:rPr>
          <w:rFonts w:eastAsiaTheme="minorEastAsia" w:cstheme="minorBidi"/>
          <w:b w:val="0"/>
          <w:noProof/>
          <w:lang w:eastAsia="fr-FR"/>
        </w:rPr>
      </w:pPr>
      <w:hyperlink w:anchor="_Toc203648601" w:history="1">
        <w:r w:rsidRPr="005D71A9">
          <w:rPr>
            <w:rStyle w:val="Lienhypertexte"/>
            <w:b w:val="0"/>
            <w:noProof/>
          </w:rPr>
          <w:t>11.3.</w:t>
        </w:r>
        <w:r w:rsidRPr="005D71A9">
          <w:rPr>
            <w:rFonts w:eastAsiaTheme="minorEastAsia" w:cstheme="minorBidi"/>
            <w:b w:val="0"/>
            <w:noProof/>
            <w:lang w:eastAsia="fr-FR"/>
          </w:rPr>
          <w:tab/>
        </w:r>
        <w:r w:rsidRPr="005D71A9">
          <w:rPr>
            <w:rStyle w:val="Lienhypertexte"/>
            <w:b w:val="0"/>
            <w:noProof/>
          </w:rPr>
          <w:t>Maintenance</w:t>
        </w:r>
        <w:r w:rsidRPr="005D71A9">
          <w:rPr>
            <w:b w:val="0"/>
            <w:noProof/>
            <w:webHidden/>
          </w:rPr>
          <w:tab/>
        </w:r>
        <w:r w:rsidRPr="005D71A9">
          <w:rPr>
            <w:b w:val="0"/>
            <w:noProof/>
            <w:webHidden/>
          </w:rPr>
          <w:fldChar w:fldCharType="begin"/>
        </w:r>
        <w:r w:rsidRPr="005D71A9">
          <w:rPr>
            <w:b w:val="0"/>
            <w:noProof/>
            <w:webHidden/>
          </w:rPr>
          <w:instrText xml:space="preserve"> PAGEREF _Toc203648601 \h </w:instrText>
        </w:r>
        <w:r w:rsidRPr="005D71A9">
          <w:rPr>
            <w:b w:val="0"/>
            <w:noProof/>
            <w:webHidden/>
          </w:rPr>
        </w:r>
        <w:r w:rsidRPr="005D71A9">
          <w:rPr>
            <w:b w:val="0"/>
            <w:noProof/>
            <w:webHidden/>
          </w:rPr>
          <w:fldChar w:fldCharType="separate"/>
        </w:r>
        <w:r w:rsidRPr="005D71A9">
          <w:rPr>
            <w:b w:val="0"/>
            <w:noProof/>
            <w:webHidden/>
          </w:rPr>
          <w:t>20</w:t>
        </w:r>
        <w:r w:rsidRPr="005D71A9">
          <w:rPr>
            <w:b w:val="0"/>
            <w:noProof/>
            <w:webHidden/>
          </w:rPr>
          <w:fldChar w:fldCharType="end"/>
        </w:r>
      </w:hyperlink>
    </w:p>
    <w:p w14:paraId="22860318" w14:textId="2D79EF0A" w:rsidR="005D71A9" w:rsidRPr="005D71A9" w:rsidRDefault="005D71A9">
      <w:pPr>
        <w:pStyle w:val="TM1"/>
        <w:tabs>
          <w:tab w:val="left" w:pos="660"/>
          <w:tab w:val="right" w:leader="dot" w:pos="9054"/>
        </w:tabs>
        <w:rPr>
          <w:rFonts w:ascii="AvenirNext LT Pro LightCn" w:eastAsiaTheme="minorEastAsia" w:hAnsi="AvenirNext LT Pro LightCn"/>
          <w:noProof/>
          <w:lang w:eastAsia="fr-FR"/>
        </w:rPr>
      </w:pPr>
      <w:hyperlink w:anchor="_Toc203648602" w:history="1">
        <w:r w:rsidRPr="005D71A9">
          <w:rPr>
            <w:rStyle w:val="Lienhypertexte"/>
            <w:rFonts w:ascii="AvenirNext LT Pro LightCn" w:hAnsi="AvenirNext LT Pro LightCn"/>
            <w:noProof/>
          </w:rPr>
          <w:t>12.</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ASSURANCE</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_Toc203648602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20</w:t>
        </w:r>
        <w:r w:rsidRPr="005D71A9">
          <w:rPr>
            <w:rFonts w:ascii="AvenirNext LT Pro LightCn" w:hAnsi="AvenirNext LT Pro LightCn"/>
            <w:noProof/>
            <w:webHidden/>
          </w:rPr>
          <w:fldChar w:fldCharType="end"/>
        </w:r>
      </w:hyperlink>
    </w:p>
    <w:p w14:paraId="0A317D46" w14:textId="0944D5D8" w:rsidR="005D71A9" w:rsidRPr="005D71A9" w:rsidRDefault="005D71A9">
      <w:pPr>
        <w:pStyle w:val="TM1"/>
        <w:tabs>
          <w:tab w:val="left" w:pos="660"/>
          <w:tab w:val="right" w:leader="dot" w:pos="9054"/>
        </w:tabs>
        <w:rPr>
          <w:rFonts w:ascii="AvenirNext LT Pro LightCn" w:eastAsiaTheme="minorEastAsia" w:hAnsi="AvenirNext LT Pro LightCn"/>
          <w:noProof/>
          <w:lang w:eastAsia="fr-FR"/>
        </w:rPr>
      </w:pPr>
      <w:hyperlink w:anchor="_Toc203648603" w:history="1">
        <w:r w:rsidRPr="005D71A9">
          <w:rPr>
            <w:rStyle w:val="Lienhypertexte"/>
            <w:rFonts w:ascii="AvenirNext LT Pro LightCn" w:hAnsi="AvenirNext LT Pro LightCn"/>
            <w:i/>
            <w:iCs/>
            <w:noProof/>
          </w:rPr>
          <w:t>13.</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LITIGES</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_Toc203648603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20</w:t>
        </w:r>
        <w:r w:rsidRPr="005D71A9">
          <w:rPr>
            <w:rFonts w:ascii="AvenirNext LT Pro LightCn" w:hAnsi="AvenirNext LT Pro LightCn"/>
            <w:noProof/>
            <w:webHidden/>
          </w:rPr>
          <w:fldChar w:fldCharType="end"/>
        </w:r>
      </w:hyperlink>
    </w:p>
    <w:p w14:paraId="279F99D5" w14:textId="6310264C" w:rsidR="005D71A9" w:rsidRPr="005D71A9" w:rsidRDefault="005D71A9">
      <w:pPr>
        <w:pStyle w:val="TM1"/>
        <w:tabs>
          <w:tab w:val="left" w:pos="660"/>
          <w:tab w:val="right" w:leader="dot" w:pos="9054"/>
        </w:tabs>
        <w:rPr>
          <w:rFonts w:ascii="AvenirNext LT Pro LightCn" w:eastAsiaTheme="minorEastAsia" w:hAnsi="AvenirNext LT Pro LightCn"/>
          <w:noProof/>
          <w:lang w:eastAsia="fr-FR"/>
        </w:rPr>
      </w:pPr>
      <w:hyperlink w:anchor="_Toc203648604" w:history="1">
        <w:r w:rsidRPr="005D71A9">
          <w:rPr>
            <w:rStyle w:val="Lienhypertexte"/>
            <w:rFonts w:ascii="AvenirNext LT Pro LightCn" w:hAnsi="AvenirNext LT Pro LightCn"/>
            <w:i/>
            <w:iCs/>
            <w:noProof/>
          </w:rPr>
          <w:t>14.</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DEROGATIONS AU CCAG-FCS</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_Toc203648604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21</w:t>
        </w:r>
        <w:r w:rsidRPr="005D71A9">
          <w:rPr>
            <w:rFonts w:ascii="AvenirNext LT Pro LightCn" w:hAnsi="AvenirNext LT Pro LightCn"/>
            <w:noProof/>
            <w:webHidden/>
          </w:rPr>
          <w:fldChar w:fldCharType="end"/>
        </w:r>
      </w:hyperlink>
    </w:p>
    <w:p w14:paraId="30DD4B15" w14:textId="3F1B268E" w:rsidR="005D71A9" w:rsidRPr="005D71A9" w:rsidRDefault="005D71A9">
      <w:pPr>
        <w:pStyle w:val="TM1"/>
        <w:tabs>
          <w:tab w:val="left" w:pos="660"/>
          <w:tab w:val="right" w:leader="dot" w:pos="9054"/>
        </w:tabs>
        <w:rPr>
          <w:rFonts w:ascii="AvenirNext LT Pro LightCn" w:eastAsiaTheme="minorEastAsia" w:hAnsi="AvenirNext LT Pro LightCn"/>
          <w:noProof/>
          <w:lang w:eastAsia="fr-FR"/>
        </w:rPr>
      </w:pPr>
      <w:hyperlink w:anchor="_Toc203648605" w:history="1">
        <w:r w:rsidRPr="005D71A9">
          <w:rPr>
            <w:rStyle w:val="Lienhypertexte"/>
            <w:rFonts w:ascii="AvenirNext LT Pro LightCn" w:hAnsi="AvenirNext LT Pro LightCn"/>
            <w:i/>
            <w:iCs/>
            <w:noProof/>
          </w:rPr>
          <w:t>15.</w:t>
        </w:r>
        <w:r w:rsidRPr="005D71A9">
          <w:rPr>
            <w:rFonts w:ascii="AvenirNext LT Pro LightCn" w:eastAsiaTheme="minorEastAsia" w:hAnsi="AvenirNext LT Pro LightCn"/>
            <w:noProof/>
            <w:lang w:eastAsia="fr-FR"/>
          </w:rPr>
          <w:tab/>
        </w:r>
        <w:r w:rsidRPr="005D71A9">
          <w:rPr>
            <w:rStyle w:val="Lienhypertexte"/>
            <w:rFonts w:ascii="AvenirNext LT Pro LightCn" w:hAnsi="AvenirNext LT Pro LightCn"/>
            <w:noProof/>
          </w:rPr>
          <w:t>ANNEXES</w:t>
        </w:r>
        <w:r w:rsidRPr="005D71A9">
          <w:rPr>
            <w:rFonts w:ascii="AvenirNext LT Pro LightCn" w:hAnsi="AvenirNext LT Pro LightCn"/>
            <w:noProof/>
            <w:webHidden/>
          </w:rPr>
          <w:tab/>
        </w:r>
        <w:r w:rsidRPr="005D71A9">
          <w:rPr>
            <w:rFonts w:ascii="AvenirNext LT Pro LightCn" w:hAnsi="AvenirNext LT Pro LightCn"/>
            <w:noProof/>
            <w:webHidden/>
          </w:rPr>
          <w:fldChar w:fldCharType="begin"/>
        </w:r>
        <w:r w:rsidRPr="005D71A9">
          <w:rPr>
            <w:rFonts w:ascii="AvenirNext LT Pro LightCn" w:hAnsi="AvenirNext LT Pro LightCn"/>
            <w:noProof/>
            <w:webHidden/>
          </w:rPr>
          <w:instrText xml:space="preserve"> PAGEREF _Toc203648605 \h </w:instrText>
        </w:r>
        <w:r w:rsidRPr="005D71A9">
          <w:rPr>
            <w:rFonts w:ascii="AvenirNext LT Pro LightCn" w:hAnsi="AvenirNext LT Pro LightCn"/>
            <w:noProof/>
            <w:webHidden/>
          </w:rPr>
        </w:r>
        <w:r w:rsidRPr="005D71A9">
          <w:rPr>
            <w:rFonts w:ascii="AvenirNext LT Pro LightCn" w:hAnsi="AvenirNext LT Pro LightCn"/>
            <w:noProof/>
            <w:webHidden/>
          </w:rPr>
          <w:fldChar w:fldCharType="separate"/>
        </w:r>
        <w:r w:rsidRPr="005D71A9">
          <w:rPr>
            <w:rFonts w:ascii="AvenirNext LT Pro LightCn" w:hAnsi="AvenirNext LT Pro LightCn"/>
            <w:noProof/>
            <w:webHidden/>
          </w:rPr>
          <w:t>21</w:t>
        </w:r>
        <w:r w:rsidRPr="005D71A9">
          <w:rPr>
            <w:rFonts w:ascii="AvenirNext LT Pro LightCn" w:hAnsi="AvenirNext LT Pro LightCn"/>
            <w:noProof/>
            <w:webHidden/>
          </w:rPr>
          <w:fldChar w:fldCharType="end"/>
        </w:r>
      </w:hyperlink>
    </w:p>
    <w:p w14:paraId="6F4FF33D" w14:textId="4A1026B1" w:rsidR="00B3398C" w:rsidRPr="005D71A9" w:rsidRDefault="00B3398C" w:rsidP="00BE0EAA">
      <w:pPr>
        <w:widowControl w:val="0"/>
        <w:autoSpaceDE w:val="0"/>
        <w:autoSpaceDN w:val="0"/>
        <w:adjustRightInd w:val="0"/>
        <w:spacing w:before="14"/>
        <w:rPr>
          <w:rFonts w:ascii="AvenirNext LT Pro LightCn" w:hAnsi="AvenirNext LT Pro LightCn" w:cs="Arial"/>
          <w:bCs/>
        </w:rPr>
      </w:pPr>
      <w:r w:rsidRPr="005D71A9">
        <w:rPr>
          <w:rFonts w:ascii="AvenirNext LT Pro LightCn" w:hAnsi="AvenirNext LT Pro LightCn" w:cs="Arial"/>
          <w:bCs/>
        </w:rPr>
        <w:fldChar w:fldCharType="end"/>
      </w:r>
    </w:p>
    <w:p w14:paraId="693369DD" w14:textId="77777777" w:rsidR="00B3398C" w:rsidRPr="00484228" w:rsidRDefault="000222BE" w:rsidP="000222BE">
      <w:pPr>
        <w:widowControl w:val="0"/>
        <w:tabs>
          <w:tab w:val="left" w:pos="5100"/>
        </w:tabs>
        <w:autoSpaceDE w:val="0"/>
        <w:autoSpaceDN w:val="0"/>
        <w:adjustRightInd w:val="0"/>
        <w:spacing w:before="14" w:line="240" w:lineRule="exact"/>
        <w:rPr>
          <w:rFonts w:ascii="AvenirNext LT Pro LightCn" w:hAnsi="AvenirNext LT Pro LightCn" w:cs="Arial"/>
          <w:bCs/>
        </w:rPr>
      </w:pPr>
      <w:r w:rsidRPr="00484228">
        <w:rPr>
          <w:rFonts w:ascii="AvenirNext LT Pro LightCn" w:hAnsi="AvenirNext LT Pro LightCn" w:cs="Arial"/>
          <w:bCs/>
        </w:rPr>
        <w:tab/>
      </w:r>
    </w:p>
    <w:p w14:paraId="74713A0B" w14:textId="77777777" w:rsidR="00B3398C" w:rsidRPr="00AD3786" w:rsidRDefault="000222BE" w:rsidP="00F73FDA">
      <w:pPr>
        <w:widowControl w:val="0"/>
        <w:tabs>
          <w:tab w:val="left" w:pos="5100"/>
          <w:tab w:val="left" w:pos="6675"/>
        </w:tabs>
        <w:autoSpaceDE w:val="0"/>
        <w:autoSpaceDN w:val="0"/>
        <w:adjustRightInd w:val="0"/>
        <w:rPr>
          <w:rFonts w:ascii="AvenirNext LT Pro LightCn" w:hAnsi="AvenirNext LT Pro LightCn" w:cs="Arial"/>
          <w:sz w:val="20"/>
          <w:szCs w:val="20"/>
        </w:rPr>
        <w:sectPr w:rsidR="00B3398C" w:rsidRPr="00AD3786" w:rsidSect="00042D7D">
          <w:footerReference w:type="even" r:id="rId9"/>
          <w:footerReference w:type="default" r:id="rId10"/>
          <w:pgSz w:w="11900" w:h="16840"/>
          <w:pgMar w:top="568" w:right="1418" w:bottom="1418" w:left="1418" w:header="720" w:footer="720" w:gutter="0"/>
          <w:cols w:space="720"/>
          <w:noEndnote/>
          <w:titlePg/>
        </w:sectPr>
      </w:pPr>
      <w:r w:rsidRPr="00AD3786">
        <w:rPr>
          <w:rFonts w:ascii="AvenirNext LT Pro LightCn" w:hAnsi="AvenirNext LT Pro LightCn" w:cs="Arial"/>
          <w:sz w:val="20"/>
          <w:szCs w:val="20"/>
        </w:rPr>
        <w:tab/>
      </w:r>
      <w:r w:rsidR="00F73FDA" w:rsidRPr="00AD3786">
        <w:rPr>
          <w:rFonts w:ascii="AvenirNext LT Pro LightCn" w:hAnsi="AvenirNext LT Pro LightCn" w:cs="Arial"/>
          <w:sz w:val="20"/>
          <w:szCs w:val="20"/>
        </w:rPr>
        <w:tab/>
      </w:r>
    </w:p>
    <w:p w14:paraId="36CCB461" w14:textId="77777777" w:rsidR="00B3398C" w:rsidRPr="00BC2BFF" w:rsidRDefault="00B3398C" w:rsidP="008630D8">
      <w:pPr>
        <w:pStyle w:val="Titre1"/>
        <w:rPr>
          <w:rFonts w:ascii="AvenirNext LT Pro Cn" w:hAnsi="AvenirNext LT Pro Cn"/>
          <w:i/>
          <w:iCs/>
        </w:rPr>
      </w:pPr>
      <w:bookmarkStart w:id="0" w:name="_Toc203648539"/>
      <w:r w:rsidRPr="00BC2BFF">
        <w:rPr>
          <w:rFonts w:ascii="AvenirNext LT Pro Cn" w:hAnsi="AvenirNext LT Pro Cn"/>
        </w:rPr>
        <w:lastRenderedPageBreak/>
        <w:t>OBJET</w:t>
      </w:r>
      <w:r w:rsidR="00042D7D" w:rsidRPr="00BC2BFF">
        <w:rPr>
          <w:rFonts w:ascii="AvenirNext LT Pro Cn" w:hAnsi="AvenirNext LT Pro Cn"/>
        </w:rPr>
        <w:t xml:space="preserve"> ET FORME DU MARCHE</w:t>
      </w:r>
      <w:bookmarkEnd w:id="0"/>
    </w:p>
    <w:p w14:paraId="7594BB7D" w14:textId="77777777" w:rsidR="00042D7D" w:rsidRPr="00BC2BFF" w:rsidRDefault="00042D7D" w:rsidP="009D115A">
      <w:pPr>
        <w:pStyle w:val="Titre2"/>
        <w:numPr>
          <w:ilvl w:val="0"/>
          <w:numId w:val="0"/>
        </w:numPr>
        <w:ind w:left="360"/>
        <w:rPr>
          <w:sz w:val="20"/>
          <w:szCs w:val="20"/>
        </w:rPr>
      </w:pPr>
      <w:bookmarkStart w:id="1" w:name="_Toc41990834"/>
      <w:bookmarkStart w:id="2" w:name="_Toc203648540"/>
      <w:r w:rsidRPr="00BC2BFF">
        <w:t>1.1 - Objet du marché</w:t>
      </w:r>
      <w:bookmarkEnd w:id="1"/>
      <w:bookmarkEnd w:id="2"/>
    </w:p>
    <w:p w14:paraId="425C22DF" w14:textId="77777777" w:rsidR="0096254D" w:rsidRDefault="00042D7D" w:rsidP="00042D7D">
      <w:r w:rsidRPr="00BC2BFF">
        <w:t>Le présent marché a pour objet</w:t>
      </w:r>
      <w:r w:rsidR="0096254D">
        <w:t> :</w:t>
      </w:r>
    </w:p>
    <w:p w14:paraId="5461C466" w14:textId="3A0CB847" w:rsidR="0096254D" w:rsidRDefault="00016E7E" w:rsidP="00FB63C8">
      <w:pPr>
        <w:pStyle w:val="Paragraphedeliste"/>
        <w:numPr>
          <w:ilvl w:val="0"/>
          <w:numId w:val="20"/>
        </w:numPr>
        <w:spacing w:before="40" w:after="0"/>
      </w:pPr>
      <w:bookmarkStart w:id="3" w:name="_Hlk201225421"/>
      <w:r>
        <w:t>L’</w:t>
      </w:r>
      <w:r w:rsidR="00042D7D" w:rsidRPr="00BC2BFF">
        <w:t>acquisition</w:t>
      </w:r>
      <w:r>
        <w:t xml:space="preserve"> </w:t>
      </w:r>
      <w:r w:rsidR="00765801">
        <w:t>de deux phytotrons</w:t>
      </w:r>
    </w:p>
    <w:p w14:paraId="74BABD10" w14:textId="53358036" w:rsidR="0096254D" w:rsidRDefault="00016E7E" w:rsidP="00FB63C8">
      <w:pPr>
        <w:pStyle w:val="Paragraphedeliste"/>
        <w:numPr>
          <w:ilvl w:val="0"/>
          <w:numId w:val="20"/>
        </w:numPr>
        <w:spacing w:before="40" w:after="0"/>
      </w:pPr>
      <w:r>
        <w:t>L</w:t>
      </w:r>
      <w:r w:rsidR="00042D7D" w:rsidRPr="00BC2BFF">
        <w:t>a livraison</w:t>
      </w:r>
      <w:r w:rsidR="0096254D">
        <w:t xml:space="preserve"> assurée par le titulaire dans les conditions de l’article 3.</w:t>
      </w:r>
      <w:r w:rsidR="00C47E99">
        <w:t>7</w:t>
      </w:r>
      <w:r w:rsidR="0096254D">
        <w:t xml:space="preserve"> du présent marché</w:t>
      </w:r>
    </w:p>
    <w:p w14:paraId="48F76B5E" w14:textId="3BC064F9" w:rsidR="0096254D" w:rsidRDefault="00016E7E" w:rsidP="00FB63C8">
      <w:pPr>
        <w:pStyle w:val="Paragraphedeliste"/>
        <w:numPr>
          <w:ilvl w:val="0"/>
          <w:numId w:val="20"/>
        </w:numPr>
        <w:spacing w:before="40" w:after="0"/>
      </w:pPr>
      <w:r>
        <w:t>L</w:t>
      </w:r>
      <w:r w:rsidR="00042D7D" w:rsidRPr="00BC2BFF">
        <w:t>’installation</w:t>
      </w:r>
      <w:r w:rsidR="0096254D">
        <w:t xml:space="preserve"> et </w:t>
      </w:r>
      <w:r w:rsidR="00042D7D" w:rsidRPr="00BC2BFF">
        <w:t>la mise en service</w:t>
      </w:r>
      <w:r w:rsidR="0096254D">
        <w:t xml:space="preserve"> assurée</w:t>
      </w:r>
      <w:r>
        <w:t>s</w:t>
      </w:r>
      <w:r w:rsidR="0096254D">
        <w:t xml:space="preserve"> par le titulaire</w:t>
      </w:r>
    </w:p>
    <w:p w14:paraId="5EEE81D1" w14:textId="15064E24" w:rsidR="00DB60DB" w:rsidRPr="00765801" w:rsidRDefault="00DB60DB" w:rsidP="00FB63C8">
      <w:pPr>
        <w:pStyle w:val="Paragraphedeliste"/>
        <w:numPr>
          <w:ilvl w:val="0"/>
          <w:numId w:val="20"/>
        </w:numPr>
        <w:spacing w:before="40" w:after="0"/>
      </w:pPr>
      <w:r w:rsidRPr="00765801">
        <w:t>Une formation initiale</w:t>
      </w:r>
      <w:r w:rsidR="000B524A" w:rsidRPr="00765801">
        <w:t xml:space="preserve"> à l’utilisation.</w:t>
      </w:r>
      <w:r w:rsidR="00F7235A" w:rsidRPr="00765801">
        <w:t xml:space="preserve"> </w:t>
      </w:r>
    </w:p>
    <w:bookmarkEnd w:id="3"/>
    <w:p w14:paraId="7FAA601C" w14:textId="77777777" w:rsidR="00016E7E" w:rsidRPr="00BC2BFF" w:rsidRDefault="00016E7E" w:rsidP="00016E7E">
      <w:pPr>
        <w:spacing w:before="40" w:after="0"/>
      </w:pPr>
    </w:p>
    <w:p w14:paraId="030FB42F" w14:textId="77777777" w:rsidR="00042D7D" w:rsidRPr="00BC2BFF" w:rsidRDefault="00042D7D" w:rsidP="009D115A">
      <w:pPr>
        <w:pStyle w:val="Titre2"/>
        <w:numPr>
          <w:ilvl w:val="0"/>
          <w:numId w:val="0"/>
        </w:numPr>
        <w:ind w:left="142"/>
      </w:pPr>
      <w:bookmarkStart w:id="4" w:name="_Toc34900470"/>
      <w:bookmarkStart w:id="5" w:name="_Toc41990835"/>
      <w:bookmarkStart w:id="6" w:name="_Toc203648541"/>
      <w:r w:rsidRPr="00BC2BFF">
        <w:t>1.2. – Décomposition en lots/Tranches/Options/Prestations Supplémentaires Eventuelles</w:t>
      </w:r>
      <w:bookmarkEnd w:id="4"/>
      <w:r w:rsidRPr="00BC2BFF">
        <w:t>/Variantes</w:t>
      </w:r>
      <w:bookmarkEnd w:id="5"/>
      <w:bookmarkEnd w:id="6"/>
    </w:p>
    <w:p w14:paraId="0C80143E" w14:textId="77777777" w:rsidR="00042D7D" w:rsidRPr="00BC2BFF" w:rsidRDefault="00042D7D" w:rsidP="00042D7D">
      <w:pPr>
        <w:keepNext/>
        <w:spacing w:before="240" w:after="60"/>
        <w:ind w:firstLine="1560"/>
        <w:outlineLvl w:val="1"/>
        <w:rPr>
          <w:rFonts w:cs="Arial"/>
          <w:i/>
          <w:iCs/>
          <w:color w:val="00A6A3"/>
        </w:rPr>
      </w:pPr>
      <w:bookmarkStart w:id="7" w:name="_Toc34900471"/>
      <w:bookmarkStart w:id="8" w:name="_Toc41990836"/>
      <w:bookmarkStart w:id="9" w:name="_Toc203648542"/>
      <w:r w:rsidRPr="00BC2BFF">
        <w:rPr>
          <w:rFonts w:cs="Arial"/>
          <w:i/>
          <w:iCs/>
          <w:color w:val="00A6A3"/>
        </w:rPr>
        <w:t>Article 1.2.1 – Décomposition en lots</w:t>
      </w:r>
      <w:bookmarkEnd w:id="7"/>
      <w:bookmarkEnd w:id="8"/>
      <w:bookmarkEnd w:id="9"/>
    </w:p>
    <w:p w14:paraId="2895459A" w14:textId="77777777" w:rsidR="00042D7D" w:rsidRDefault="00042D7D" w:rsidP="00042D7D">
      <w:pPr>
        <w:keepNext/>
        <w:spacing w:before="240" w:after="60"/>
        <w:outlineLvl w:val="1"/>
        <w:rPr>
          <w:rFonts w:cs="Arial"/>
          <w:iCs/>
        </w:rPr>
      </w:pPr>
      <w:bookmarkStart w:id="10" w:name="_Toc97131969"/>
      <w:bookmarkStart w:id="11" w:name="_Toc97644137"/>
      <w:bookmarkStart w:id="12" w:name="_Toc135996141"/>
      <w:bookmarkStart w:id="13" w:name="_Toc201228233"/>
      <w:bookmarkStart w:id="14" w:name="_Toc34900472"/>
      <w:bookmarkStart w:id="15" w:name="_Toc38967283"/>
      <w:bookmarkStart w:id="16" w:name="_Toc39657581"/>
      <w:bookmarkStart w:id="17" w:name="_Toc41990837"/>
      <w:bookmarkStart w:id="18" w:name="_Toc87260664"/>
      <w:bookmarkStart w:id="19" w:name="_Toc87279183"/>
      <w:bookmarkStart w:id="20" w:name="_Toc87369900"/>
      <w:bookmarkStart w:id="21" w:name="_Toc87870631"/>
      <w:bookmarkStart w:id="22" w:name="_Toc88213004"/>
      <w:bookmarkStart w:id="23" w:name="_Toc89357106"/>
      <w:bookmarkStart w:id="24" w:name="_Toc89686455"/>
      <w:bookmarkStart w:id="25" w:name="_Toc203648543"/>
      <w:r w:rsidRPr="00BC2BFF">
        <w:rPr>
          <w:rFonts w:cs="Arial"/>
          <w:iCs/>
        </w:rPr>
        <w:t>Les prestations sont dévolues en lot unique.</w:t>
      </w:r>
      <w:bookmarkEnd w:id="10"/>
      <w:bookmarkEnd w:id="11"/>
      <w:bookmarkEnd w:id="12"/>
      <w:bookmarkEnd w:id="13"/>
      <w:bookmarkEnd w:id="25"/>
      <w:r w:rsidRPr="00BC2BFF">
        <w:rPr>
          <w:rFonts w:cs="Arial"/>
          <w:iCs/>
        </w:rPr>
        <w:t xml:space="preserve"> </w:t>
      </w:r>
      <w:bookmarkEnd w:id="14"/>
      <w:bookmarkEnd w:id="15"/>
      <w:bookmarkEnd w:id="16"/>
      <w:bookmarkEnd w:id="17"/>
      <w:bookmarkEnd w:id="18"/>
      <w:bookmarkEnd w:id="19"/>
      <w:bookmarkEnd w:id="20"/>
      <w:bookmarkEnd w:id="21"/>
      <w:bookmarkEnd w:id="22"/>
      <w:bookmarkEnd w:id="23"/>
      <w:bookmarkEnd w:id="24"/>
    </w:p>
    <w:p w14:paraId="719F1A83" w14:textId="77777777" w:rsidR="00042D7D" w:rsidRPr="00BC2BFF" w:rsidRDefault="00042D7D" w:rsidP="00042D7D">
      <w:pPr>
        <w:keepNext/>
        <w:spacing w:before="240" w:after="60"/>
        <w:ind w:firstLine="1560"/>
        <w:outlineLvl w:val="1"/>
        <w:rPr>
          <w:rFonts w:cs="Arial"/>
          <w:i/>
          <w:iCs/>
          <w:color w:val="00A6A3"/>
        </w:rPr>
      </w:pPr>
      <w:bookmarkStart w:id="26" w:name="_Toc34900473"/>
      <w:bookmarkStart w:id="27" w:name="_Toc41990838"/>
      <w:bookmarkStart w:id="28" w:name="_Toc203648544"/>
      <w:r w:rsidRPr="00BC2BFF">
        <w:rPr>
          <w:rFonts w:cs="Arial"/>
          <w:i/>
          <w:iCs/>
          <w:color w:val="00A6A3"/>
        </w:rPr>
        <w:t>Article 1.2.2 – Décomposition en tranches</w:t>
      </w:r>
      <w:bookmarkEnd w:id="26"/>
      <w:bookmarkEnd w:id="27"/>
      <w:bookmarkEnd w:id="28"/>
    </w:p>
    <w:p w14:paraId="7FC90F5E" w14:textId="77777777" w:rsidR="00042D7D" w:rsidRPr="00BC2BFF" w:rsidRDefault="00042D7D" w:rsidP="00042D7D">
      <w:pPr>
        <w:keepNext/>
        <w:spacing w:before="240" w:after="60"/>
        <w:outlineLvl w:val="1"/>
        <w:rPr>
          <w:rFonts w:cs="Arial"/>
          <w:iCs/>
        </w:rPr>
      </w:pPr>
      <w:bookmarkStart w:id="29" w:name="_Toc34900474"/>
      <w:bookmarkStart w:id="30" w:name="_Toc38967285"/>
      <w:bookmarkStart w:id="31" w:name="_Toc39657583"/>
      <w:bookmarkStart w:id="32" w:name="_Toc41990839"/>
      <w:bookmarkStart w:id="33" w:name="_Toc87260666"/>
      <w:bookmarkStart w:id="34" w:name="_Toc87279185"/>
      <w:bookmarkStart w:id="35" w:name="_Toc87369902"/>
      <w:bookmarkStart w:id="36" w:name="_Toc88213006"/>
      <w:bookmarkStart w:id="37" w:name="_Toc89357108"/>
      <w:bookmarkStart w:id="38" w:name="_Toc89686457"/>
      <w:bookmarkStart w:id="39" w:name="_Toc97131971"/>
      <w:bookmarkStart w:id="40" w:name="_Toc97644139"/>
      <w:bookmarkStart w:id="41" w:name="_Toc135996143"/>
      <w:bookmarkStart w:id="42" w:name="_Toc201228235"/>
      <w:bookmarkStart w:id="43" w:name="_Toc203648545"/>
      <w:r w:rsidRPr="00BC2BFF">
        <w:rPr>
          <w:rFonts w:cs="Arial"/>
          <w:iCs/>
        </w:rPr>
        <w:t>Sans objet.</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2888EBB3" w14:textId="77777777" w:rsidR="00042D7D" w:rsidRPr="00BC2BFF" w:rsidRDefault="00042D7D" w:rsidP="00042D7D">
      <w:pPr>
        <w:keepNext/>
        <w:spacing w:before="240" w:after="60"/>
        <w:ind w:firstLine="1560"/>
        <w:outlineLvl w:val="1"/>
        <w:rPr>
          <w:rFonts w:cs="Arial"/>
          <w:i/>
          <w:iCs/>
          <w:color w:val="00A6A3"/>
        </w:rPr>
      </w:pPr>
      <w:bookmarkStart w:id="44" w:name="_Toc34900475"/>
      <w:bookmarkStart w:id="45" w:name="_Toc41990840"/>
      <w:bookmarkStart w:id="46" w:name="_Toc203648546"/>
      <w:r w:rsidRPr="00BC2BFF">
        <w:rPr>
          <w:rFonts w:cs="Arial"/>
          <w:i/>
          <w:iCs/>
          <w:color w:val="00A6A3"/>
        </w:rPr>
        <w:t>Article 1.2.3 – Options</w:t>
      </w:r>
      <w:bookmarkEnd w:id="44"/>
      <w:bookmarkEnd w:id="45"/>
      <w:bookmarkEnd w:id="46"/>
    </w:p>
    <w:p w14:paraId="16B37CBB" w14:textId="77777777" w:rsidR="00FA6054" w:rsidRDefault="00FA6054" w:rsidP="00FA6054">
      <w:pPr>
        <w:pStyle w:val="Corpsdetexte"/>
        <w:spacing w:before="240" w:after="0"/>
        <w:rPr>
          <w:rFonts w:ascii="AvenirNext LT Pro LightCn" w:hAnsi="AvenirNext LT Pro LightCn" w:cstheme="minorHAnsi"/>
        </w:rPr>
      </w:pPr>
      <w:bookmarkStart w:id="47" w:name="_Toc34900477"/>
      <w:bookmarkStart w:id="48" w:name="_Toc41990842"/>
      <w:r w:rsidRPr="00576D83">
        <w:rPr>
          <w:rFonts w:ascii="AvenirNext LT Pro LightCn" w:hAnsi="AvenirNext LT Pro LightCn" w:cstheme="minorHAnsi"/>
        </w:rPr>
        <w:t>Les options constituent des prestations susceptibles de s’ajouter, sans remise en concurrence, aux prestations commandées de manière ferme dans le cadre du marché public et qui doivent être prévues dans le contrat initial. Il s’agit, dans le cadre du présent marché, de marchés publics de prestations/travaux similaires</w:t>
      </w:r>
      <w:r>
        <w:rPr>
          <w:rFonts w:ascii="AvenirNext LT Pro LightCn" w:hAnsi="AvenirNext LT Pro LightCn" w:cstheme="minorHAnsi"/>
        </w:rPr>
        <w:t>.</w:t>
      </w:r>
    </w:p>
    <w:p w14:paraId="4F853FC0" w14:textId="77777777" w:rsidR="00042D7D" w:rsidRPr="00BC2BFF" w:rsidRDefault="00042D7D" w:rsidP="00042D7D">
      <w:pPr>
        <w:keepNext/>
        <w:spacing w:before="240" w:after="60"/>
        <w:ind w:firstLine="1560"/>
        <w:outlineLvl w:val="1"/>
        <w:rPr>
          <w:rFonts w:cs="Arial"/>
          <w:i/>
          <w:iCs/>
          <w:color w:val="00A6A3"/>
        </w:rPr>
      </w:pPr>
      <w:bookmarkStart w:id="49" w:name="_Toc203648547"/>
      <w:r w:rsidRPr="00BC2BFF">
        <w:rPr>
          <w:rFonts w:cs="Arial"/>
          <w:i/>
          <w:iCs/>
          <w:color w:val="00A6A3"/>
        </w:rPr>
        <w:t>Article 1.2.4 – Prestations Supplémentaires Eventuelles (PSE)</w:t>
      </w:r>
      <w:bookmarkEnd w:id="47"/>
      <w:bookmarkEnd w:id="48"/>
      <w:bookmarkEnd w:id="49"/>
    </w:p>
    <w:p w14:paraId="45EB7999" w14:textId="77777777" w:rsidR="00042D7D" w:rsidRPr="00BC2BFF" w:rsidRDefault="00042D7D" w:rsidP="00042D7D">
      <w:pPr>
        <w:keepNext/>
        <w:spacing w:before="240" w:after="60"/>
        <w:outlineLvl w:val="1"/>
        <w:rPr>
          <w:rFonts w:cs="Arial"/>
          <w:iCs/>
        </w:rPr>
      </w:pPr>
      <w:bookmarkStart w:id="50" w:name="_Toc34900478"/>
      <w:bookmarkStart w:id="51" w:name="_Toc38967289"/>
      <w:bookmarkStart w:id="52" w:name="_Toc39657587"/>
      <w:bookmarkStart w:id="53" w:name="_Toc41990843"/>
      <w:bookmarkStart w:id="54" w:name="_Toc87260669"/>
      <w:bookmarkStart w:id="55" w:name="_Toc87279188"/>
      <w:bookmarkStart w:id="56" w:name="_Toc87369905"/>
      <w:bookmarkStart w:id="57" w:name="_Toc87870636"/>
      <w:bookmarkStart w:id="58" w:name="_Toc88213009"/>
      <w:bookmarkStart w:id="59" w:name="_Toc89357111"/>
      <w:bookmarkStart w:id="60" w:name="_Toc89686460"/>
      <w:bookmarkStart w:id="61" w:name="_Toc97131974"/>
      <w:bookmarkStart w:id="62" w:name="_Toc97644142"/>
      <w:bookmarkStart w:id="63" w:name="_Toc135996146"/>
      <w:bookmarkStart w:id="64" w:name="_Toc201228238"/>
      <w:bookmarkStart w:id="65" w:name="_Toc203648548"/>
      <w:r w:rsidRPr="00BC2BFF">
        <w:rPr>
          <w:rFonts w:cs="Arial"/>
          <w:iCs/>
        </w:rPr>
        <w:t>Le dossier ne contient pas de Prestations Supplémentaires Eventuelles en rapport direct avec l’objet du marché, qu’elles soient obligatoires ou facultatives.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BC2BFF">
        <w:rPr>
          <w:rFonts w:cs="Arial"/>
          <w:iCs/>
        </w:rPr>
        <w:t xml:space="preserve"> </w:t>
      </w:r>
    </w:p>
    <w:p w14:paraId="7CD723F4" w14:textId="77777777" w:rsidR="00042D7D" w:rsidRPr="00BC2BFF" w:rsidRDefault="00042D7D" w:rsidP="00042D7D">
      <w:pPr>
        <w:keepNext/>
        <w:spacing w:before="240" w:after="60"/>
        <w:ind w:firstLine="1560"/>
        <w:outlineLvl w:val="1"/>
        <w:rPr>
          <w:rFonts w:cs="Arial"/>
          <w:i/>
          <w:iCs/>
          <w:color w:val="00A6A3"/>
        </w:rPr>
      </w:pPr>
      <w:bookmarkStart w:id="66" w:name="_Toc34900479"/>
      <w:bookmarkStart w:id="67" w:name="_Toc41990844"/>
      <w:bookmarkStart w:id="68" w:name="_Toc203648549"/>
      <w:r w:rsidRPr="00BC2BFF">
        <w:rPr>
          <w:rFonts w:cs="Arial"/>
          <w:i/>
          <w:iCs/>
          <w:color w:val="00A6A3"/>
        </w:rPr>
        <w:t>Article 1.2.5 - Variantes</w:t>
      </w:r>
      <w:bookmarkEnd w:id="66"/>
      <w:bookmarkEnd w:id="67"/>
      <w:bookmarkEnd w:id="68"/>
    </w:p>
    <w:p w14:paraId="648B3FE6" w14:textId="77777777" w:rsidR="00042D7D" w:rsidRPr="00BC2BFF" w:rsidRDefault="00042D7D" w:rsidP="00042D7D">
      <w:pPr>
        <w:keepNext/>
        <w:spacing w:before="240" w:after="60"/>
        <w:outlineLvl w:val="1"/>
        <w:rPr>
          <w:rFonts w:cs="Arial"/>
          <w:iCs/>
        </w:rPr>
      </w:pPr>
      <w:bookmarkStart w:id="69" w:name="_Toc34900480"/>
      <w:bookmarkStart w:id="70" w:name="_Toc38967291"/>
      <w:bookmarkStart w:id="71" w:name="_Toc39657589"/>
      <w:bookmarkStart w:id="72" w:name="_Toc41990845"/>
      <w:bookmarkStart w:id="73" w:name="_Toc87260671"/>
      <w:bookmarkStart w:id="74" w:name="_Toc87279190"/>
      <w:bookmarkStart w:id="75" w:name="_Toc87369907"/>
      <w:bookmarkStart w:id="76" w:name="_Toc87870638"/>
      <w:bookmarkStart w:id="77" w:name="_Toc88213011"/>
      <w:bookmarkStart w:id="78" w:name="_Toc89357113"/>
      <w:bookmarkStart w:id="79" w:name="_Toc89686462"/>
      <w:bookmarkStart w:id="80" w:name="_Toc97131976"/>
      <w:bookmarkStart w:id="81" w:name="_Toc97644144"/>
      <w:bookmarkStart w:id="82" w:name="_Toc135996148"/>
      <w:bookmarkStart w:id="83" w:name="_Toc201228240"/>
      <w:bookmarkStart w:id="84" w:name="_Toc203648550"/>
      <w:r w:rsidRPr="00BC2BFF">
        <w:rPr>
          <w:rFonts w:cs="Arial"/>
          <w:iCs/>
        </w:rPr>
        <w:t>Les variantes ne sont pas autorisées. Les soumissionnaires doivent obligatoirement présenter une offre entièrement conforme au dossier de consultation.</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70EACA15" w14:textId="77777777" w:rsidR="00042D7D" w:rsidRPr="00BC2BFF" w:rsidRDefault="00042D7D" w:rsidP="009D115A">
      <w:pPr>
        <w:pStyle w:val="Titre2"/>
        <w:numPr>
          <w:ilvl w:val="0"/>
          <w:numId w:val="0"/>
        </w:numPr>
        <w:ind w:left="142"/>
      </w:pPr>
      <w:bookmarkStart w:id="85" w:name="_Toc41990846"/>
      <w:bookmarkStart w:id="86" w:name="_Toc34900481"/>
      <w:bookmarkStart w:id="87" w:name="_Toc203648551"/>
      <w:r w:rsidRPr="00BC2BFF">
        <w:t>1.3. – Forme</w:t>
      </w:r>
      <w:bookmarkEnd w:id="85"/>
      <w:bookmarkEnd w:id="87"/>
      <w:r w:rsidRPr="00BC2BFF">
        <w:t xml:space="preserve"> </w:t>
      </w:r>
      <w:bookmarkEnd w:id="86"/>
    </w:p>
    <w:p w14:paraId="7A577E76" w14:textId="22C9CDDD" w:rsidR="00072C1C" w:rsidRDefault="00D74584" w:rsidP="00072C1C">
      <w:r>
        <w:t>Le marché est un marché ordinaire</w:t>
      </w:r>
      <w:r w:rsidR="00FA6054">
        <w:t xml:space="preserve"> (forfaitaire)</w:t>
      </w:r>
      <w:r>
        <w:t>.</w:t>
      </w:r>
    </w:p>
    <w:p w14:paraId="099B785F" w14:textId="77777777" w:rsidR="00042D7D" w:rsidRPr="00BC2BFF" w:rsidRDefault="00042D7D" w:rsidP="009D115A">
      <w:pPr>
        <w:pStyle w:val="Titre2"/>
        <w:numPr>
          <w:ilvl w:val="0"/>
          <w:numId w:val="0"/>
        </w:numPr>
        <w:ind w:left="142"/>
      </w:pPr>
      <w:bookmarkStart w:id="88" w:name="_Toc532666543"/>
      <w:bookmarkStart w:id="89" w:name="_Toc34900482"/>
      <w:bookmarkStart w:id="90" w:name="_Toc41990847"/>
      <w:bookmarkStart w:id="91" w:name="_Toc203648552"/>
      <w:r w:rsidRPr="00BC2BFF">
        <w:t xml:space="preserve">1.4. – </w:t>
      </w:r>
      <w:bookmarkEnd w:id="88"/>
      <w:bookmarkEnd w:id="89"/>
      <w:bookmarkEnd w:id="90"/>
      <w:r w:rsidR="00E87CDD">
        <w:t>Modifications du marché</w:t>
      </w:r>
      <w:bookmarkEnd w:id="91"/>
    </w:p>
    <w:p w14:paraId="2C657F99" w14:textId="77777777" w:rsidR="00042D7D" w:rsidRDefault="00042D7D" w:rsidP="00042D7D">
      <w:pPr>
        <w:rPr>
          <w:rFonts w:cs="Arial"/>
        </w:rPr>
      </w:pPr>
      <w:r w:rsidRPr="00BC2BFF">
        <w:rPr>
          <w:rFonts w:cs="Arial"/>
        </w:rPr>
        <w:t xml:space="preserve">Le marché prévoit que le contrat puisse être modifié, conformément aux articles R2194-1 à R2194-9 du </w:t>
      </w:r>
      <w:r w:rsidR="00065251">
        <w:rPr>
          <w:rFonts w:cs="Arial"/>
        </w:rPr>
        <w:t>c</w:t>
      </w:r>
      <w:r w:rsidRPr="00BC2BFF">
        <w:rPr>
          <w:rFonts w:cs="Arial"/>
        </w:rPr>
        <w:t>ode de la commande publique.</w:t>
      </w:r>
    </w:p>
    <w:p w14:paraId="08B0E5ED" w14:textId="77777777" w:rsidR="00B3398C" w:rsidRPr="00BC2BFF" w:rsidRDefault="00B3398C" w:rsidP="003F4F96">
      <w:pPr>
        <w:pStyle w:val="Titre1"/>
        <w:spacing w:before="360" w:after="240"/>
        <w:ind w:left="357" w:hanging="357"/>
        <w:rPr>
          <w:rFonts w:ascii="AvenirNext LT Pro Cn" w:hAnsi="AvenirNext LT Pro Cn"/>
          <w:i/>
          <w:iCs/>
        </w:rPr>
      </w:pPr>
      <w:bookmarkStart w:id="92" w:name="_Toc203648553"/>
      <w:r w:rsidRPr="00BC2BFF">
        <w:rPr>
          <w:rFonts w:ascii="AvenirNext LT Pro Cn" w:hAnsi="AvenirNext LT Pro Cn"/>
        </w:rPr>
        <w:lastRenderedPageBreak/>
        <w:t>PIÈCES CONTRACTUELLES DU MARCHÉ</w:t>
      </w:r>
      <w:bookmarkEnd w:id="92"/>
    </w:p>
    <w:p w14:paraId="057160B6" w14:textId="77777777" w:rsidR="00042D7D" w:rsidRPr="00BC2BFF" w:rsidRDefault="00042D7D" w:rsidP="00042D7D">
      <w:pPr>
        <w:rPr>
          <w:sz w:val="20"/>
          <w:szCs w:val="20"/>
        </w:rPr>
      </w:pPr>
      <w:r w:rsidRPr="00BC2BFF">
        <w:t xml:space="preserve">Par dérogation à l’article </w:t>
      </w:r>
      <w:r w:rsidRPr="00FF727D">
        <w:t>4.1 du CCAG-FCS, les</w:t>
      </w:r>
      <w:r w:rsidRPr="00BC2BFF">
        <w:t xml:space="preserve"> pièces constitutives du présent marché sont les suivantes, par ordre décroissant de priorité :</w:t>
      </w:r>
    </w:p>
    <w:p w14:paraId="6997CEA7" w14:textId="77777777" w:rsidR="00042D7D" w:rsidRPr="00BC2BFF" w:rsidRDefault="00042D7D" w:rsidP="009D115A">
      <w:pPr>
        <w:pStyle w:val="Titre2"/>
        <w:numPr>
          <w:ilvl w:val="0"/>
          <w:numId w:val="0"/>
        </w:numPr>
      </w:pPr>
      <w:bookmarkStart w:id="93" w:name="_Toc41990851"/>
      <w:bookmarkStart w:id="94" w:name="_Toc203648554"/>
      <w:r w:rsidRPr="00BC2BFF">
        <w:t>2.1 – Pièces particulières</w:t>
      </w:r>
      <w:bookmarkEnd w:id="93"/>
      <w:bookmarkEnd w:id="94"/>
    </w:p>
    <w:p w14:paraId="7FDFC0C5" w14:textId="77777777" w:rsidR="00042D7D" w:rsidRPr="00BC2BFF" w:rsidRDefault="00072C1C" w:rsidP="00626EDC">
      <w:pPr>
        <w:pStyle w:val="Paragraphedeliste"/>
        <w:numPr>
          <w:ilvl w:val="0"/>
          <w:numId w:val="3"/>
        </w:numPr>
        <w:autoSpaceDE w:val="0"/>
        <w:autoSpaceDN w:val="0"/>
        <w:adjustRightInd w:val="0"/>
        <w:spacing w:before="0" w:after="0"/>
        <w:rPr>
          <w:rFonts w:eastAsia="Times New Roman" w:cs="Times-Roman"/>
          <w:color w:val="2C2A2A"/>
          <w:lang w:eastAsia="fr-FR"/>
        </w:rPr>
      </w:pPr>
      <w:r w:rsidRPr="00BC2BFF">
        <w:t xml:space="preserve">Le présent </w:t>
      </w:r>
      <w:r w:rsidR="00065251">
        <w:t>a</w:t>
      </w:r>
      <w:r w:rsidRPr="00BC2BFF">
        <w:t>cte d’</w:t>
      </w:r>
      <w:r w:rsidR="00065251">
        <w:t>e</w:t>
      </w:r>
      <w:r w:rsidRPr="00BC2BFF">
        <w:t xml:space="preserve">ngagement valant </w:t>
      </w:r>
      <w:r w:rsidR="00065251">
        <w:t>c</w:t>
      </w:r>
      <w:r w:rsidRPr="00BC2BFF">
        <w:t xml:space="preserve">ahier des </w:t>
      </w:r>
      <w:r w:rsidR="00065251">
        <w:t>c</w:t>
      </w:r>
      <w:r w:rsidRPr="00BC2BFF">
        <w:t xml:space="preserve">lauses </w:t>
      </w:r>
      <w:r w:rsidR="00065251">
        <w:t>p</w:t>
      </w:r>
      <w:r w:rsidRPr="00BC2BFF">
        <w:t>articulières du marché</w:t>
      </w:r>
      <w:r w:rsidR="00FF727D">
        <w:t xml:space="preserve"> (AECCP) </w:t>
      </w:r>
      <w:r w:rsidRPr="00BC2BFF">
        <w:t>et ses éventuelles annexes, dans la version résultant des dernières modifications éventuelles, opérées par avenant. (</w:t>
      </w:r>
      <w:r w:rsidR="00042D7D" w:rsidRPr="00BC2BFF">
        <w:t>Par dérogation à l’article 4.2.1 du CCAG-FCS, il est précisé que seule une copie de l’acte d’engagement est notifiée au titulaire du marché</w:t>
      </w:r>
      <w:r w:rsidRPr="00BC2BFF">
        <w:t>).</w:t>
      </w:r>
      <w:r w:rsidR="00042D7D" w:rsidRPr="00BC2BFF">
        <w:t xml:space="preserve"> </w:t>
      </w:r>
    </w:p>
    <w:p w14:paraId="45F3392E" w14:textId="69F0F630" w:rsidR="00042D7D" w:rsidRPr="00BC2BFF" w:rsidRDefault="00596DE4" w:rsidP="00626EDC">
      <w:pPr>
        <w:pStyle w:val="Paragraphedeliste"/>
        <w:numPr>
          <w:ilvl w:val="0"/>
          <w:numId w:val="5"/>
        </w:numPr>
        <w:spacing w:after="0"/>
        <w:ind w:left="714" w:hanging="357"/>
        <w:rPr>
          <w:sz w:val="20"/>
          <w:szCs w:val="20"/>
        </w:rPr>
      </w:pPr>
      <w:bookmarkStart w:id="95" w:name="_Hlk182990430"/>
      <w:r w:rsidRPr="00596DE4">
        <w:t>Le cadre de réponse technique et environnemental (CRTE)</w:t>
      </w:r>
      <w:r w:rsidR="00094D42" w:rsidRPr="00596DE4">
        <w:t>, complété</w:t>
      </w:r>
      <w:r w:rsidR="00094D42" w:rsidRPr="00BC2BFF">
        <w:t xml:space="preserve"> le cas échéant, par les documents transmis au cours des </w:t>
      </w:r>
      <w:r w:rsidR="00FF727D">
        <w:t>négociations</w:t>
      </w:r>
    </w:p>
    <w:bookmarkEnd w:id="95"/>
    <w:p w14:paraId="1EE57E0B" w14:textId="77777777" w:rsidR="00094D42" w:rsidRPr="00BC2BFF" w:rsidRDefault="00094D42" w:rsidP="00094D42">
      <w:pPr>
        <w:pStyle w:val="Paragraphedeliste"/>
        <w:numPr>
          <w:ilvl w:val="0"/>
          <w:numId w:val="5"/>
        </w:numPr>
        <w:spacing w:after="0"/>
        <w:rPr>
          <w:sz w:val="20"/>
          <w:szCs w:val="20"/>
        </w:rPr>
      </w:pPr>
      <w:r w:rsidRPr="00BC2BFF">
        <w:t>Les actes spéciaux de sous-traitance et leurs modifications, postérieures à la notification du marché</w:t>
      </w:r>
    </w:p>
    <w:p w14:paraId="652127C9" w14:textId="77777777" w:rsidR="00042D7D" w:rsidRPr="00BC2BFF" w:rsidRDefault="00042D7D" w:rsidP="009D115A">
      <w:pPr>
        <w:pStyle w:val="Titre2"/>
        <w:numPr>
          <w:ilvl w:val="0"/>
          <w:numId w:val="0"/>
        </w:numPr>
        <w:rPr>
          <w:sz w:val="20"/>
          <w:szCs w:val="20"/>
        </w:rPr>
      </w:pPr>
      <w:bookmarkStart w:id="96" w:name="_Toc41990852"/>
      <w:bookmarkStart w:id="97" w:name="_Toc203648555"/>
      <w:r w:rsidRPr="00BC2BFF">
        <w:t>2.2 – Pièces générales</w:t>
      </w:r>
      <w:bookmarkEnd w:id="96"/>
      <w:bookmarkEnd w:id="97"/>
      <w:r w:rsidRPr="00BC2BFF">
        <w:t xml:space="preserve"> </w:t>
      </w:r>
    </w:p>
    <w:p w14:paraId="44004846" w14:textId="77777777" w:rsidR="00042D7D" w:rsidRPr="00BC2BFF" w:rsidRDefault="00042D7D" w:rsidP="00626EDC">
      <w:pPr>
        <w:pStyle w:val="Paragraphedeliste"/>
        <w:numPr>
          <w:ilvl w:val="0"/>
          <w:numId w:val="4"/>
        </w:numPr>
        <w:spacing w:before="240" w:after="0"/>
        <w:ind w:left="714" w:hanging="357"/>
      </w:pPr>
      <w:r w:rsidRPr="00BC2BFF">
        <w:t xml:space="preserve">Le </w:t>
      </w:r>
      <w:r w:rsidR="00065251">
        <w:t>c</w:t>
      </w:r>
      <w:r w:rsidRPr="00BC2BFF">
        <w:t xml:space="preserve">ahier des </w:t>
      </w:r>
      <w:r w:rsidR="00065251">
        <w:t>c</w:t>
      </w:r>
      <w:r w:rsidRPr="00BC2BFF">
        <w:t xml:space="preserve">lauses </w:t>
      </w:r>
      <w:r w:rsidR="00065251">
        <w:t>a</w:t>
      </w:r>
      <w:r w:rsidRPr="00BC2BFF">
        <w:t xml:space="preserve">dministratives </w:t>
      </w:r>
      <w:r w:rsidR="00065251">
        <w:t>g</w:t>
      </w:r>
      <w:r w:rsidRPr="00BC2BFF">
        <w:t xml:space="preserve">énérales applicables aux marchés publics de </w:t>
      </w:r>
      <w:r w:rsidR="00065251">
        <w:t>f</w:t>
      </w:r>
      <w:r w:rsidRPr="00BC2BFF">
        <w:t xml:space="preserve">ournitures </w:t>
      </w:r>
      <w:r w:rsidR="00065251">
        <w:t>c</w:t>
      </w:r>
      <w:r w:rsidRPr="00BC2BFF">
        <w:t xml:space="preserve">ourantes et de </w:t>
      </w:r>
      <w:r w:rsidR="00065251">
        <w:t>s</w:t>
      </w:r>
      <w:r w:rsidRPr="00BC2BFF">
        <w:t>ervices (CCAG—FCS) approuvé par l’arrêté du</w:t>
      </w:r>
      <w:r w:rsidR="00AB563A" w:rsidRPr="00BC2BFF">
        <w:t> </w:t>
      </w:r>
      <w:r w:rsidR="00B07A17" w:rsidRPr="00BC2BFF">
        <w:t>30 mars 2021</w:t>
      </w:r>
      <w:r w:rsidR="001A72C8">
        <w:t xml:space="preserve"> </w:t>
      </w:r>
      <w:r w:rsidR="00B07A17" w:rsidRPr="00BC2BFF">
        <w:t>portant approbation du cahier des clauses administratives générales des marchés publics de fournitures courantes et de services</w:t>
      </w:r>
      <w:r w:rsidR="00587408">
        <w:t xml:space="preserve"> et modifié par l’arrêté du 30 septembre 2021</w:t>
      </w:r>
      <w:r w:rsidR="001051F5">
        <w:t>.</w:t>
      </w:r>
    </w:p>
    <w:p w14:paraId="59E181BD" w14:textId="7EFA1646" w:rsidR="00042D7D" w:rsidRDefault="00042D7D" w:rsidP="00626EDC">
      <w:pPr>
        <w:pStyle w:val="Paragraphedeliste"/>
        <w:numPr>
          <w:ilvl w:val="0"/>
          <w:numId w:val="4"/>
        </w:numPr>
        <w:spacing w:after="0"/>
      </w:pPr>
      <w:r w:rsidRPr="00BC2BFF">
        <w:t>Les normes et règlements nationaux, européens en vigueur, relatifs au domaine objet du marché.</w:t>
      </w:r>
    </w:p>
    <w:p w14:paraId="3A509682" w14:textId="087580CE" w:rsidR="00A26305" w:rsidRDefault="00A26305" w:rsidP="00A26305">
      <w:pPr>
        <w:spacing w:after="0"/>
      </w:pPr>
    </w:p>
    <w:p w14:paraId="3A027D08" w14:textId="77777777" w:rsidR="00A26305" w:rsidRPr="00DB5EBE" w:rsidRDefault="00A26305" w:rsidP="00A26305">
      <w:pPr>
        <w:spacing w:after="0"/>
        <w:rPr>
          <w:rFonts w:ascii="AvenirNext LT Pro LightCn" w:hAnsi="AvenirNext LT Pro LightCn"/>
          <w:u w:val="single"/>
        </w:rPr>
      </w:pPr>
      <w:r w:rsidRPr="00DB5EBE">
        <w:rPr>
          <w:rFonts w:ascii="AvenirNext LT Pro LightCn" w:hAnsi="AvenirNext LT Pro LightCn"/>
        </w:rPr>
        <w:t xml:space="preserve">Toute clause, portée dans le(s) catalogue(s), tarif(s), offre du titulaire ou documentation quelconque et contraire aux dispositions des pièces contractuelles énumérées ci-avant, est réputée non écrite. </w:t>
      </w:r>
      <w:r w:rsidRPr="00DB5EBE">
        <w:rPr>
          <w:rFonts w:ascii="AvenirNext LT Pro LightCn" w:hAnsi="AvenirNext LT Pro LightCn"/>
          <w:u w:val="single"/>
        </w:rPr>
        <w:t>Les conditions générales de vente du titulaire sont concernées par cette disposition.</w:t>
      </w:r>
    </w:p>
    <w:p w14:paraId="1EDB1D07" w14:textId="77777777" w:rsidR="00A26305" w:rsidRPr="00BC2BFF" w:rsidRDefault="00A26305" w:rsidP="00A26305">
      <w:pPr>
        <w:spacing w:after="0"/>
      </w:pPr>
    </w:p>
    <w:p w14:paraId="3B3B2779" w14:textId="77777777" w:rsidR="00B3398C" w:rsidRPr="00BC2BFF" w:rsidRDefault="00B3398C" w:rsidP="008630D8">
      <w:pPr>
        <w:pStyle w:val="Titre1"/>
        <w:rPr>
          <w:rFonts w:ascii="AvenirNext LT Pro Cn" w:hAnsi="AvenirNext LT Pro Cn"/>
          <w:i/>
          <w:iCs/>
          <w:color w:val="C00000"/>
        </w:rPr>
      </w:pPr>
      <w:bookmarkStart w:id="98" w:name="_Toc203648556"/>
      <w:r w:rsidRPr="00BC2BFF">
        <w:rPr>
          <w:rFonts w:ascii="AvenirNext LT Pro Cn" w:hAnsi="AvenirNext LT Pro Cn"/>
        </w:rPr>
        <w:t>CONTENU DES PRESTATIONS</w:t>
      </w:r>
      <w:bookmarkEnd w:id="98"/>
      <w:r w:rsidRPr="00BC2BFF">
        <w:rPr>
          <w:rFonts w:ascii="AvenirNext LT Pro Cn" w:hAnsi="AvenirNext LT Pro Cn"/>
        </w:rPr>
        <w:t xml:space="preserve"> </w:t>
      </w:r>
    </w:p>
    <w:p w14:paraId="4AA3A9FE" w14:textId="65F42FBF" w:rsidR="009D115A" w:rsidRDefault="009D115A" w:rsidP="009D115A">
      <w:pPr>
        <w:pStyle w:val="Titre2"/>
      </w:pPr>
      <w:bookmarkStart w:id="99" w:name="_Toc203648557"/>
      <w:r w:rsidRPr="00BC2BFF">
        <w:t xml:space="preserve">– </w:t>
      </w:r>
      <w:r>
        <w:t>Performances</w:t>
      </w:r>
      <w:r w:rsidRPr="00BC2BFF">
        <w:t xml:space="preserve"> techniques</w:t>
      </w:r>
      <w:r>
        <w:t xml:space="preserve"> - Normes</w:t>
      </w:r>
      <w:bookmarkEnd w:id="99"/>
    </w:p>
    <w:p w14:paraId="605182F9" w14:textId="26159F99" w:rsidR="009D115A" w:rsidRPr="009D115A" w:rsidRDefault="009D115A" w:rsidP="008630D8">
      <w:pPr>
        <w:rPr>
          <w:color w:val="E36C0A" w:themeColor="accent6" w:themeShade="BF"/>
        </w:rPr>
      </w:pPr>
      <w:r>
        <w:t xml:space="preserve">L’équipement proposé doit être conforme aux normes européennes en vigueur. </w:t>
      </w:r>
    </w:p>
    <w:p w14:paraId="42BCA662" w14:textId="097297C8" w:rsidR="009D115A" w:rsidRDefault="009D115A" w:rsidP="008630D8">
      <w:r>
        <w:t>La combinaison des principales caractéristiques de l’équipement doit satisfaire aux contraintes expérimentales du programme scientifique et assurer sa compatibilité avec l’environnement instrumental existant.</w:t>
      </w:r>
    </w:p>
    <w:p w14:paraId="0C358FD4" w14:textId="26988866" w:rsidR="009D115A" w:rsidRDefault="009D115A" w:rsidP="008630D8">
      <w:r>
        <w:t>Le respect des prescriptions légales, prises de terre notamment et, d’une manière générale, de la réglementation sur l’emploi des matériels livrés, incombe à INRAE. L’unité déclare disposer d’un emplacement ou d’une installation électrique conforme aux spécifications techniques fournies par le titulaire.</w:t>
      </w:r>
    </w:p>
    <w:p w14:paraId="44B58666" w14:textId="02F1CCA0" w:rsidR="00DB60DB" w:rsidRDefault="00DB60DB" w:rsidP="008630D8"/>
    <w:p w14:paraId="1143DA3D" w14:textId="638E8111" w:rsidR="00DB60DB" w:rsidRDefault="00DB60DB" w:rsidP="008630D8"/>
    <w:p w14:paraId="6CFA5B97" w14:textId="77777777" w:rsidR="00DB60DB" w:rsidRDefault="00DB60DB" w:rsidP="008630D8"/>
    <w:p w14:paraId="197DBC36" w14:textId="684285EB" w:rsidR="00AB563A" w:rsidRDefault="00AB563A" w:rsidP="009D115A">
      <w:pPr>
        <w:pStyle w:val="Titre2"/>
      </w:pPr>
      <w:bookmarkStart w:id="100" w:name="_Toc41990858"/>
      <w:bookmarkStart w:id="101" w:name="_Toc203648558"/>
      <w:r w:rsidRPr="00BC2BFF">
        <w:lastRenderedPageBreak/>
        <w:t>– Spécifications techniques</w:t>
      </w:r>
      <w:bookmarkEnd w:id="100"/>
      <w:bookmarkEnd w:id="101"/>
    </w:p>
    <w:p w14:paraId="34889A23" w14:textId="4BC6D443" w:rsidR="00D32CEA" w:rsidRPr="00765801" w:rsidRDefault="00765801"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Le présent marché</w:t>
      </w:r>
      <w:r w:rsidR="00D32CEA" w:rsidRPr="00765801">
        <w:rPr>
          <w:rFonts w:eastAsia="Times New Roman" w:cstheme="minorHAnsi"/>
          <w:lang w:eastAsia="fr-FR"/>
        </w:rPr>
        <w:t xml:space="preserve"> porte sur l’achat de deux phytotrons. Différentes </w:t>
      </w:r>
      <w:r w:rsidR="002600DE" w:rsidRPr="00765801">
        <w:rPr>
          <w:rFonts w:eastAsia="Times New Roman" w:cstheme="minorHAnsi"/>
          <w:lang w:eastAsia="fr-FR"/>
        </w:rPr>
        <w:t xml:space="preserve">plantes </w:t>
      </w:r>
      <w:r w:rsidR="00D32CEA" w:rsidRPr="00765801">
        <w:rPr>
          <w:rFonts w:eastAsia="Times New Roman" w:cstheme="minorHAnsi"/>
          <w:lang w:eastAsia="fr-FR"/>
        </w:rPr>
        <w:t xml:space="preserve">y seront cultivées, principalement l’espèce modèle </w:t>
      </w:r>
      <w:r w:rsidR="00D32CEA" w:rsidRPr="00765801">
        <w:rPr>
          <w:rFonts w:eastAsia="Times New Roman" w:cstheme="minorHAnsi"/>
          <w:i/>
          <w:iCs/>
          <w:lang w:eastAsia="fr-FR"/>
        </w:rPr>
        <w:t>Arabidopsis thaliana.</w:t>
      </w:r>
    </w:p>
    <w:p w14:paraId="778DF439" w14:textId="23C8CFB7" w:rsidR="00D32CEA" w:rsidRPr="00765801" w:rsidRDefault="00D32CEA" w:rsidP="00AB6E65">
      <w:pPr>
        <w:spacing w:before="100" w:beforeAutospacing="1" w:after="100" w:afterAutospacing="1"/>
        <w:rPr>
          <w:rFonts w:eastAsia="Times New Roman" w:cstheme="minorHAnsi"/>
          <w:lang w:eastAsia="fr-FR"/>
        </w:rPr>
      </w:pPr>
      <w:r w:rsidRPr="00765801">
        <w:rPr>
          <w:rFonts w:eastAsia="Times New Roman" w:cstheme="minorHAnsi"/>
          <w:iCs/>
          <w:lang w:eastAsia="fr-FR"/>
        </w:rPr>
        <w:t xml:space="preserve">Le parc de chambres de culture actuel est composé de </w:t>
      </w:r>
      <w:r w:rsidR="002600DE" w:rsidRPr="00765801">
        <w:rPr>
          <w:rFonts w:eastAsia="Times New Roman" w:cstheme="minorHAnsi"/>
          <w:iCs/>
          <w:lang w:eastAsia="fr-FR"/>
        </w:rPr>
        <w:t xml:space="preserve">deux </w:t>
      </w:r>
      <w:r w:rsidRPr="00765801">
        <w:rPr>
          <w:rFonts w:eastAsia="Times New Roman" w:cstheme="minorHAnsi"/>
          <w:iCs/>
          <w:lang w:eastAsia="fr-FR"/>
        </w:rPr>
        <w:t xml:space="preserve">Panasonic et </w:t>
      </w:r>
      <w:r w:rsidR="002600DE" w:rsidRPr="00765801">
        <w:rPr>
          <w:rFonts w:eastAsia="Times New Roman" w:cstheme="minorHAnsi"/>
          <w:iCs/>
          <w:lang w:eastAsia="fr-FR"/>
        </w:rPr>
        <w:t xml:space="preserve">un </w:t>
      </w:r>
      <w:r w:rsidRPr="00765801">
        <w:rPr>
          <w:rFonts w:eastAsia="Times New Roman" w:cstheme="minorHAnsi"/>
          <w:iCs/>
          <w:lang w:eastAsia="fr-FR"/>
        </w:rPr>
        <w:t>Percival avec des fonctions différentes. Le Percival a pour principal but la culture d’</w:t>
      </w:r>
      <w:r w:rsidRPr="00765801">
        <w:rPr>
          <w:rFonts w:eastAsia="Times New Roman" w:cstheme="minorHAnsi"/>
          <w:i/>
          <w:lang w:eastAsia="fr-FR"/>
        </w:rPr>
        <w:t xml:space="preserve">Arabidopsis thaliana </w:t>
      </w:r>
      <w:r w:rsidRPr="00765801">
        <w:rPr>
          <w:rFonts w:eastAsia="Times New Roman" w:cstheme="minorHAnsi"/>
          <w:iCs/>
          <w:lang w:eastAsia="fr-FR"/>
        </w:rPr>
        <w:t xml:space="preserve">dans des conditions optimales et sans infection, les deux Panasonic sont spécifiques au maintien des conditions de cultures après infection par des </w:t>
      </w:r>
      <w:r w:rsidR="002600DE" w:rsidRPr="00765801">
        <w:rPr>
          <w:rFonts w:eastAsia="Times New Roman" w:cstheme="minorHAnsi"/>
          <w:iCs/>
          <w:lang w:eastAsia="fr-FR"/>
        </w:rPr>
        <w:t>agents phyto</w:t>
      </w:r>
      <w:r w:rsidRPr="00765801">
        <w:rPr>
          <w:rFonts w:eastAsia="Times New Roman" w:cstheme="minorHAnsi"/>
          <w:iCs/>
          <w:lang w:eastAsia="fr-FR"/>
        </w:rPr>
        <w:t>pathogènes.</w:t>
      </w:r>
    </w:p>
    <w:p w14:paraId="23E1D565" w14:textId="1B9B398C" w:rsidR="006E7C9E" w:rsidRPr="00765801" w:rsidRDefault="002600DE"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 xml:space="preserve">Les </w:t>
      </w:r>
      <w:r w:rsidR="00D32CEA" w:rsidRPr="00765801">
        <w:rPr>
          <w:rFonts w:eastAsia="Times New Roman" w:cstheme="minorHAnsi"/>
          <w:lang w:eastAsia="fr-FR"/>
        </w:rPr>
        <w:t xml:space="preserve">deux </w:t>
      </w:r>
      <w:r w:rsidRPr="00765801">
        <w:rPr>
          <w:rFonts w:eastAsia="Times New Roman" w:cstheme="minorHAnsi"/>
          <w:lang w:eastAsia="fr-FR"/>
        </w:rPr>
        <w:t xml:space="preserve">nouveaux </w:t>
      </w:r>
      <w:r w:rsidR="00D32CEA" w:rsidRPr="00765801">
        <w:rPr>
          <w:rFonts w:eastAsia="Times New Roman" w:cstheme="minorHAnsi"/>
          <w:lang w:eastAsia="fr-FR"/>
        </w:rPr>
        <w:t xml:space="preserve">phytotrons auront pour rôle </w:t>
      </w:r>
      <w:r w:rsidR="006E7C9E" w:rsidRPr="00765801">
        <w:rPr>
          <w:rFonts w:eastAsia="Times New Roman" w:cstheme="minorHAnsi"/>
          <w:lang w:eastAsia="fr-FR"/>
        </w:rPr>
        <w:t xml:space="preserve">de maintenir </w:t>
      </w:r>
      <w:r w:rsidR="00D32CEA" w:rsidRPr="00765801">
        <w:rPr>
          <w:rFonts w:eastAsia="Times New Roman" w:cstheme="minorHAnsi"/>
          <w:lang w:eastAsia="fr-FR"/>
        </w:rPr>
        <w:t>des conditions de cultures optimales pour nos plantes modèles</w:t>
      </w:r>
      <w:r w:rsidR="00DF1B28" w:rsidRPr="00765801">
        <w:rPr>
          <w:rFonts w:eastAsia="Times New Roman" w:cstheme="minorHAnsi"/>
          <w:lang w:eastAsia="fr-FR"/>
        </w:rPr>
        <w:t xml:space="preserve">. Les paramètres à considérer pour le développement </w:t>
      </w:r>
      <w:r w:rsidR="00F469AE" w:rsidRPr="00765801">
        <w:rPr>
          <w:rFonts w:eastAsia="Times New Roman" w:cstheme="minorHAnsi"/>
          <w:lang w:eastAsia="fr-FR"/>
        </w:rPr>
        <w:t>optimal</w:t>
      </w:r>
      <w:r w:rsidR="00DF1B28" w:rsidRPr="00765801">
        <w:rPr>
          <w:rFonts w:eastAsia="Times New Roman" w:cstheme="minorHAnsi"/>
          <w:lang w:eastAsia="fr-FR"/>
        </w:rPr>
        <w:t xml:space="preserve"> des plantes sont :  </w:t>
      </w:r>
      <w:r w:rsidR="00D32CEA" w:rsidRPr="00765801">
        <w:rPr>
          <w:rFonts w:eastAsia="Times New Roman" w:cstheme="minorHAnsi"/>
          <w:lang w:eastAsia="fr-FR"/>
        </w:rPr>
        <w:t xml:space="preserve">température, intensité lumineuse, qualité spectrale de rayonnement, photopériode, hygrométrie). </w:t>
      </w:r>
      <w:r w:rsidR="006E7C9E" w:rsidRPr="00765801">
        <w:rPr>
          <w:rFonts w:eastAsia="Times New Roman" w:cstheme="minorHAnsi"/>
          <w:lang w:eastAsia="fr-FR"/>
        </w:rPr>
        <w:t xml:space="preserve">Chacun </w:t>
      </w:r>
      <w:r w:rsidR="00C37AA6" w:rsidRPr="00765801">
        <w:rPr>
          <w:rFonts w:eastAsia="Times New Roman" w:cstheme="minorHAnsi"/>
          <w:lang w:eastAsia="fr-FR"/>
        </w:rPr>
        <w:t xml:space="preserve">des nouveaux phytotrons </w:t>
      </w:r>
      <w:r w:rsidR="006E7C9E" w:rsidRPr="00765801">
        <w:rPr>
          <w:rFonts w:eastAsia="Times New Roman" w:cstheme="minorHAnsi"/>
          <w:lang w:eastAsia="fr-FR"/>
        </w:rPr>
        <w:t>aura un</w:t>
      </w:r>
      <w:r w:rsidR="00DF1B28" w:rsidRPr="00765801">
        <w:rPr>
          <w:rFonts w:eastAsia="Times New Roman" w:cstheme="minorHAnsi"/>
          <w:lang w:eastAsia="fr-FR"/>
        </w:rPr>
        <w:t xml:space="preserve"> </w:t>
      </w:r>
      <w:r w:rsidR="006E7C9E" w:rsidRPr="00765801">
        <w:rPr>
          <w:rFonts w:eastAsia="Times New Roman" w:cstheme="minorHAnsi"/>
          <w:lang w:eastAsia="fr-FR"/>
        </w:rPr>
        <w:t>r</w:t>
      </w:r>
      <w:r w:rsidR="00DF1B28" w:rsidRPr="00765801">
        <w:rPr>
          <w:rFonts w:eastAsia="Times New Roman" w:cstheme="minorHAnsi"/>
          <w:lang w:eastAsia="fr-FR"/>
        </w:rPr>
        <w:t>ô</w:t>
      </w:r>
      <w:r w:rsidR="006E7C9E" w:rsidRPr="00765801">
        <w:rPr>
          <w:rFonts w:eastAsia="Times New Roman" w:cstheme="minorHAnsi"/>
          <w:lang w:eastAsia="fr-FR"/>
        </w:rPr>
        <w:t xml:space="preserve">le défini : </w:t>
      </w:r>
    </w:p>
    <w:p w14:paraId="5983522D" w14:textId="4B370FED" w:rsidR="006E7C9E" w:rsidRPr="00765801" w:rsidRDefault="002600DE" w:rsidP="00AB6E65">
      <w:pPr>
        <w:pStyle w:val="Paragraphedeliste"/>
        <w:numPr>
          <w:ilvl w:val="0"/>
          <w:numId w:val="4"/>
        </w:numPr>
        <w:spacing w:before="100" w:beforeAutospacing="1" w:after="100" w:afterAutospacing="1"/>
        <w:rPr>
          <w:rFonts w:eastAsia="Times New Roman" w:cstheme="minorHAnsi"/>
          <w:lang w:eastAsia="fr-FR"/>
        </w:rPr>
      </w:pPr>
      <w:r w:rsidRPr="00765801">
        <w:rPr>
          <w:rFonts w:eastAsia="Times New Roman" w:cstheme="minorHAnsi"/>
          <w:lang w:eastAsia="fr-FR"/>
        </w:rPr>
        <w:t xml:space="preserve">Le phytotron </w:t>
      </w:r>
      <w:r w:rsidR="00D32CEA" w:rsidRPr="00765801">
        <w:rPr>
          <w:rFonts w:eastAsia="Times New Roman" w:cstheme="minorHAnsi"/>
          <w:lang w:eastAsia="fr-FR"/>
        </w:rPr>
        <w:t>(P1) </w:t>
      </w:r>
      <w:r w:rsidRPr="00765801">
        <w:rPr>
          <w:rFonts w:eastAsia="Times New Roman" w:cstheme="minorHAnsi"/>
          <w:lang w:eastAsia="fr-FR"/>
        </w:rPr>
        <w:t xml:space="preserve">permettra d’augmenter </w:t>
      </w:r>
      <w:r w:rsidR="00D32CEA" w:rsidRPr="00765801">
        <w:rPr>
          <w:rFonts w:eastAsia="Times New Roman" w:cstheme="minorHAnsi"/>
          <w:lang w:eastAsia="fr-FR"/>
        </w:rPr>
        <w:t xml:space="preserve">la surface de culture pour </w:t>
      </w:r>
      <w:r w:rsidR="006E7C9E" w:rsidRPr="00765801">
        <w:rPr>
          <w:rFonts w:eastAsia="Times New Roman" w:cstheme="minorHAnsi"/>
          <w:lang w:eastAsia="fr-FR"/>
        </w:rPr>
        <w:t>les</w:t>
      </w:r>
      <w:r w:rsidR="00D32CEA" w:rsidRPr="00765801">
        <w:rPr>
          <w:rFonts w:eastAsia="Times New Roman" w:cstheme="minorHAnsi"/>
          <w:lang w:eastAsia="fr-FR"/>
        </w:rPr>
        <w:t xml:space="preserve"> plantes saines</w:t>
      </w:r>
      <w:r w:rsidR="006E7C9E" w:rsidRPr="00765801">
        <w:rPr>
          <w:rFonts w:eastAsia="Times New Roman" w:cstheme="minorHAnsi"/>
          <w:lang w:eastAsia="fr-FR"/>
        </w:rPr>
        <w:t>.</w:t>
      </w:r>
    </w:p>
    <w:p w14:paraId="332B3D1E" w14:textId="7A88592F" w:rsidR="00222443" w:rsidRPr="00765801" w:rsidRDefault="002600DE" w:rsidP="00AB6E65">
      <w:pPr>
        <w:pStyle w:val="Paragraphedeliste"/>
        <w:numPr>
          <w:ilvl w:val="0"/>
          <w:numId w:val="4"/>
        </w:numPr>
        <w:spacing w:before="100" w:beforeAutospacing="1" w:after="100" w:afterAutospacing="1"/>
        <w:rPr>
          <w:rFonts w:eastAsia="Times New Roman" w:cstheme="minorHAnsi"/>
          <w:lang w:eastAsia="fr-FR"/>
        </w:rPr>
      </w:pPr>
      <w:r w:rsidRPr="00765801">
        <w:rPr>
          <w:rFonts w:eastAsia="Times New Roman" w:cstheme="minorHAnsi"/>
          <w:lang w:eastAsia="fr-FR"/>
        </w:rPr>
        <w:t>Le p</w:t>
      </w:r>
      <w:r w:rsidR="006E7C9E" w:rsidRPr="00765801">
        <w:rPr>
          <w:rFonts w:eastAsia="Times New Roman" w:cstheme="minorHAnsi"/>
          <w:lang w:eastAsia="fr-FR"/>
        </w:rPr>
        <w:t>hytotron</w:t>
      </w:r>
      <w:r w:rsidR="00D32CEA" w:rsidRPr="00765801">
        <w:rPr>
          <w:rFonts w:eastAsia="Times New Roman" w:cstheme="minorHAnsi"/>
          <w:lang w:eastAsia="fr-FR"/>
        </w:rPr>
        <w:t xml:space="preserve"> (P2)</w:t>
      </w:r>
      <w:r w:rsidR="006E7C9E" w:rsidRPr="00765801">
        <w:rPr>
          <w:rFonts w:eastAsia="Times New Roman" w:cstheme="minorHAnsi"/>
          <w:lang w:eastAsia="fr-FR"/>
        </w:rPr>
        <w:t> </w:t>
      </w:r>
      <w:r w:rsidRPr="00765801">
        <w:rPr>
          <w:rFonts w:eastAsia="Times New Roman" w:cstheme="minorHAnsi"/>
          <w:lang w:eastAsia="fr-FR"/>
        </w:rPr>
        <w:t xml:space="preserve">sera </w:t>
      </w:r>
      <w:r w:rsidR="00D32CEA" w:rsidRPr="00765801">
        <w:rPr>
          <w:rFonts w:eastAsia="Times New Roman" w:cstheme="minorHAnsi"/>
          <w:lang w:eastAsia="fr-FR"/>
        </w:rPr>
        <w:t xml:space="preserve">spécifiquement </w:t>
      </w:r>
      <w:r w:rsidR="006E7C9E" w:rsidRPr="00765801">
        <w:rPr>
          <w:rFonts w:eastAsia="Times New Roman" w:cstheme="minorHAnsi"/>
          <w:lang w:eastAsia="fr-FR"/>
        </w:rPr>
        <w:t xml:space="preserve">dédié </w:t>
      </w:r>
      <w:r w:rsidR="00D32CEA" w:rsidRPr="00765801">
        <w:rPr>
          <w:rFonts w:eastAsia="Times New Roman" w:cstheme="minorHAnsi"/>
          <w:lang w:eastAsia="fr-FR"/>
        </w:rPr>
        <w:t xml:space="preserve">à la culture </w:t>
      </w:r>
      <w:r w:rsidR="00D32CEA" w:rsidRPr="00765801">
        <w:rPr>
          <w:rFonts w:eastAsia="Times New Roman" w:cstheme="minorHAnsi"/>
          <w:i/>
          <w:iCs/>
          <w:lang w:eastAsia="fr-FR"/>
        </w:rPr>
        <w:t>in vitro</w:t>
      </w:r>
      <w:r w:rsidR="00D32CEA" w:rsidRPr="00765801">
        <w:rPr>
          <w:rFonts w:eastAsia="Times New Roman" w:cstheme="minorHAnsi"/>
          <w:lang w:eastAsia="fr-FR"/>
        </w:rPr>
        <w:t>.</w:t>
      </w:r>
    </w:p>
    <w:p w14:paraId="5BD24839" w14:textId="77777777" w:rsidR="00AB6E65" w:rsidRPr="00765801" w:rsidRDefault="00AB6E65" w:rsidP="00AB6E65">
      <w:pPr>
        <w:spacing w:before="100" w:beforeAutospacing="1" w:after="100" w:afterAutospacing="1"/>
        <w:rPr>
          <w:rFonts w:eastAsia="Times New Roman" w:cstheme="minorHAnsi"/>
          <w:lang w:eastAsia="fr-FR"/>
        </w:rPr>
      </w:pPr>
    </w:p>
    <w:p w14:paraId="578A0731" w14:textId="6CB9DF8E" w:rsidR="00DF5FD6" w:rsidRPr="00765801" w:rsidRDefault="00DF5FD6" w:rsidP="00AB6E65">
      <w:pPr>
        <w:pStyle w:val="Paragraphedeliste"/>
        <w:numPr>
          <w:ilvl w:val="0"/>
          <w:numId w:val="24"/>
        </w:numPr>
        <w:rPr>
          <w:rFonts w:cstheme="minorHAnsi"/>
          <w:sz w:val="20"/>
          <w:szCs w:val="20"/>
        </w:rPr>
      </w:pPr>
      <w:r w:rsidRPr="00765801">
        <w:rPr>
          <w:rFonts w:eastAsia="Times New Roman" w:cstheme="minorHAnsi"/>
          <w:b/>
          <w:bCs/>
          <w:color w:val="4F83BE"/>
          <w:sz w:val="20"/>
          <w:szCs w:val="20"/>
          <w:lang w:eastAsia="fr-FR"/>
        </w:rPr>
        <w:t>DIMENSIONS – GEOMETRIE - EMPLACEMENT</w:t>
      </w:r>
    </w:p>
    <w:p w14:paraId="0587C14D" w14:textId="25534A38" w:rsidR="00AF3741" w:rsidRPr="00765801" w:rsidRDefault="00D32CEA" w:rsidP="00AB6E65">
      <w:pPr>
        <w:pStyle w:val="Paragraphedeliste"/>
        <w:numPr>
          <w:ilvl w:val="0"/>
          <w:numId w:val="25"/>
        </w:numPr>
        <w:autoSpaceDE w:val="0"/>
        <w:autoSpaceDN w:val="0"/>
        <w:adjustRightInd w:val="0"/>
        <w:spacing w:before="0" w:after="0"/>
        <w:rPr>
          <w:rFonts w:eastAsia="Times New Roman" w:cstheme="minorHAnsi"/>
          <w:lang w:eastAsia="fr-FR"/>
        </w:rPr>
      </w:pPr>
      <w:r w:rsidRPr="00765801">
        <w:rPr>
          <w:rFonts w:eastAsia="Times New Roman" w:cstheme="minorHAnsi"/>
          <w:lang w:eastAsia="fr-FR"/>
        </w:rPr>
        <w:t>Emplacement</w:t>
      </w:r>
      <w:r w:rsidR="00AF3741" w:rsidRPr="00765801">
        <w:rPr>
          <w:rFonts w:eastAsia="Times New Roman" w:cstheme="minorHAnsi"/>
          <w:lang w:eastAsia="fr-FR"/>
        </w:rPr>
        <w:t xml:space="preserve"> et </w:t>
      </w:r>
      <w:r w:rsidRPr="00765801">
        <w:rPr>
          <w:rFonts w:eastAsia="Times New Roman" w:cstheme="minorHAnsi"/>
          <w:lang w:eastAsia="fr-FR"/>
        </w:rPr>
        <w:t>spécificités</w:t>
      </w:r>
      <w:r w:rsidR="00AF3741" w:rsidRPr="00765801">
        <w:rPr>
          <w:rFonts w:eastAsia="Times New Roman" w:cstheme="minorHAnsi"/>
          <w:lang w:eastAsia="fr-FR"/>
        </w:rPr>
        <w:t xml:space="preserve"> externe</w:t>
      </w:r>
      <w:r w:rsidRPr="00765801">
        <w:rPr>
          <w:rFonts w:eastAsia="Times New Roman" w:cstheme="minorHAnsi"/>
          <w:lang w:eastAsia="fr-FR"/>
        </w:rPr>
        <w:t>s</w:t>
      </w:r>
      <w:r w:rsidR="00AF3741" w:rsidRPr="00765801">
        <w:rPr>
          <w:rFonts w:eastAsia="Times New Roman" w:cstheme="minorHAnsi"/>
          <w:lang w:eastAsia="fr-FR"/>
        </w:rPr>
        <w:t xml:space="preserve"> : </w:t>
      </w:r>
    </w:p>
    <w:p w14:paraId="7FAC4D95" w14:textId="77777777" w:rsidR="006E7C9E" w:rsidRPr="00765801" w:rsidRDefault="00D32CEA"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Les phytotrons seront installés dans un local en zone confinée (NSB2) dont la température de la pièce est régulée à 22°C. Dans un souci de praticité et de surface disponible, chaque phytotron doit pouvoir être installé sur une surface d’environ 1 m² (+/-50 cm²) et avoir une hauteur inférieure à 2</w:t>
      </w:r>
      <w:r w:rsidR="006E7C9E" w:rsidRPr="00765801">
        <w:rPr>
          <w:rFonts w:eastAsia="Times New Roman" w:cstheme="minorHAnsi"/>
          <w:lang w:eastAsia="fr-FR"/>
        </w:rPr>
        <w:t>,10</w:t>
      </w:r>
      <w:r w:rsidRPr="00765801">
        <w:rPr>
          <w:rFonts w:eastAsia="Times New Roman" w:cstheme="minorHAnsi"/>
          <w:lang w:eastAsia="fr-FR"/>
        </w:rPr>
        <w:t xml:space="preserve"> m.</w:t>
      </w:r>
    </w:p>
    <w:p w14:paraId="419DA50F" w14:textId="46F6A888" w:rsidR="00D32CEA" w:rsidRPr="00765801" w:rsidRDefault="00D32CEA"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Un monte-charge permettra l’acheminement des pièces nécessaires.</w:t>
      </w:r>
    </w:p>
    <w:p w14:paraId="57D21A2C" w14:textId="5497D1DF" w:rsidR="00D32CEA" w:rsidRPr="00765801" w:rsidRDefault="00D32CEA"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 xml:space="preserve">La pièce est équipée d'au moins </w:t>
      </w:r>
      <w:r w:rsidR="00C37AA6" w:rsidRPr="00765801">
        <w:rPr>
          <w:rFonts w:eastAsia="Times New Roman" w:cstheme="minorHAnsi"/>
          <w:lang w:eastAsia="fr-FR"/>
        </w:rPr>
        <w:t xml:space="preserve">deux </w:t>
      </w:r>
      <w:r w:rsidRPr="00765801">
        <w:rPr>
          <w:rFonts w:eastAsia="Times New Roman" w:cstheme="minorHAnsi"/>
          <w:lang w:eastAsia="fr-FR"/>
        </w:rPr>
        <w:t xml:space="preserve">prises électriques ondulées (V ondulée), d’arrivées d’eau </w:t>
      </w:r>
      <w:r w:rsidR="00C37AA6" w:rsidRPr="00765801">
        <w:rPr>
          <w:rFonts w:eastAsia="Times New Roman" w:cstheme="minorHAnsi"/>
          <w:lang w:eastAsia="fr-FR"/>
        </w:rPr>
        <w:t xml:space="preserve">de </w:t>
      </w:r>
      <w:r w:rsidRPr="00765801">
        <w:rPr>
          <w:rFonts w:eastAsia="Times New Roman" w:cstheme="minorHAnsi"/>
          <w:lang w:eastAsia="fr-FR"/>
        </w:rPr>
        <w:t>type 3 (déminéralisé).</w:t>
      </w:r>
    </w:p>
    <w:p w14:paraId="41F2DB54" w14:textId="1AB0F141" w:rsidR="00D32CEA" w:rsidRPr="00765801" w:rsidRDefault="00D32CEA"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Un dispositif pour collecter l'eau de condensat (déchet) doit accompagner le phytotron.</w:t>
      </w:r>
    </w:p>
    <w:p w14:paraId="19E6B1F0" w14:textId="31E5854F" w:rsidR="00AF3741" w:rsidRPr="00765801" w:rsidRDefault="001B10F9" w:rsidP="00AB6E65">
      <w:pPr>
        <w:pStyle w:val="Paragraphedeliste"/>
        <w:numPr>
          <w:ilvl w:val="0"/>
          <w:numId w:val="25"/>
        </w:numPr>
        <w:autoSpaceDE w:val="0"/>
        <w:autoSpaceDN w:val="0"/>
        <w:adjustRightInd w:val="0"/>
        <w:spacing w:before="0" w:after="0"/>
        <w:rPr>
          <w:rFonts w:eastAsia="Times New Roman" w:cstheme="minorHAnsi"/>
          <w:lang w:eastAsia="fr-FR"/>
        </w:rPr>
      </w:pPr>
      <w:r w:rsidRPr="00765801">
        <w:rPr>
          <w:rFonts w:eastAsia="Times New Roman" w:cstheme="minorHAnsi"/>
          <w:lang w:eastAsia="fr-FR"/>
        </w:rPr>
        <w:t>Spécificité</w:t>
      </w:r>
      <w:r w:rsidR="00D32CEA" w:rsidRPr="00765801">
        <w:rPr>
          <w:rFonts w:eastAsia="Times New Roman" w:cstheme="minorHAnsi"/>
          <w:lang w:eastAsia="fr-FR"/>
        </w:rPr>
        <w:t>s</w:t>
      </w:r>
      <w:r w:rsidR="00AF3741" w:rsidRPr="00765801">
        <w:rPr>
          <w:rFonts w:eastAsia="Times New Roman" w:cstheme="minorHAnsi"/>
          <w:lang w:eastAsia="fr-FR"/>
        </w:rPr>
        <w:t xml:space="preserve"> interne</w:t>
      </w:r>
      <w:r w:rsidR="00D32CEA" w:rsidRPr="00765801">
        <w:rPr>
          <w:rFonts w:eastAsia="Times New Roman" w:cstheme="minorHAnsi"/>
          <w:lang w:eastAsia="fr-FR"/>
        </w:rPr>
        <w:t>s</w:t>
      </w:r>
    </w:p>
    <w:p w14:paraId="374FC510" w14:textId="77777777" w:rsidR="00D32CEA" w:rsidRPr="00765801" w:rsidRDefault="00D32CEA"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La surface de culture de chaque enceinte sera d’au moins 1,5-2,5 m², pour un total d’environ 4,5 m² sur l’ensemble des deux phytotrons.</w:t>
      </w:r>
    </w:p>
    <w:p w14:paraId="0A47C497" w14:textId="0A35126D" w:rsidR="00D32CEA" w:rsidRPr="00765801" w:rsidRDefault="00D32CEA"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Dans un souci d’optimisation d’espace, le phyto</w:t>
      </w:r>
      <w:r w:rsidR="007615B9" w:rsidRPr="00765801">
        <w:rPr>
          <w:rFonts w:eastAsia="Times New Roman" w:cstheme="minorHAnsi"/>
          <w:lang w:eastAsia="fr-FR"/>
        </w:rPr>
        <w:t>t</w:t>
      </w:r>
      <w:r w:rsidRPr="00765801">
        <w:rPr>
          <w:rFonts w:eastAsia="Times New Roman" w:cstheme="minorHAnsi"/>
          <w:lang w:eastAsia="fr-FR"/>
        </w:rPr>
        <w:t xml:space="preserve">ron P1 devra </w:t>
      </w:r>
      <w:r w:rsidR="006E7C9E" w:rsidRPr="00765801">
        <w:rPr>
          <w:rFonts w:eastAsia="Times New Roman" w:cstheme="minorHAnsi"/>
          <w:lang w:eastAsia="fr-FR"/>
        </w:rPr>
        <w:t>être équipé d’</w:t>
      </w:r>
      <w:r w:rsidRPr="00765801">
        <w:rPr>
          <w:rFonts w:eastAsia="Times New Roman" w:cstheme="minorHAnsi"/>
          <w:lang w:eastAsia="fr-FR"/>
        </w:rPr>
        <w:t>au moins 3 plateaux de cultures</w:t>
      </w:r>
      <w:r w:rsidR="00F91E18" w:rsidRPr="00765801">
        <w:rPr>
          <w:rFonts w:eastAsia="Times New Roman" w:cstheme="minorHAnsi"/>
          <w:lang w:eastAsia="fr-FR"/>
        </w:rPr>
        <w:t xml:space="preserve"> (étagères)</w:t>
      </w:r>
      <w:r w:rsidRPr="00765801">
        <w:rPr>
          <w:rFonts w:eastAsia="Times New Roman" w:cstheme="minorHAnsi"/>
          <w:lang w:eastAsia="fr-FR"/>
        </w:rPr>
        <w:t xml:space="preserve"> et le P2 </w:t>
      </w:r>
      <w:r w:rsidR="006E7C9E" w:rsidRPr="00765801">
        <w:rPr>
          <w:rFonts w:eastAsia="Times New Roman" w:cstheme="minorHAnsi"/>
          <w:lang w:eastAsia="fr-FR"/>
        </w:rPr>
        <w:t>de</w:t>
      </w:r>
      <w:r w:rsidRPr="00765801">
        <w:rPr>
          <w:rFonts w:eastAsia="Times New Roman" w:cstheme="minorHAnsi"/>
          <w:lang w:eastAsia="fr-FR"/>
        </w:rPr>
        <w:t xml:space="preserve"> 4 plateaux. La hauteur des plateaux devra aussi être réglable entre 20 et 40 cm </w:t>
      </w:r>
      <w:r w:rsidR="006E7C9E" w:rsidRPr="00765801">
        <w:rPr>
          <w:rFonts w:eastAsia="Times New Roman" w:cstheme="minorHAnsi"/>
          <w:lang w:eastAsia="fr-FR"/>
        </w:rPr>
        <w:t>selon le</w:t>
      </w:r>
      <w:r w:rsidRPr="00765801">
        <w:rPr>
          <w:rFonts w:eastAsia="Times New Roman" w:cstheme="minorHAnsi"/>
          <w:lang w:eastAsia="fr-FR"/>
        </w:rPr>
        <w:t xml:space="preserve">s besoins et </w:t>
      </w:r>
      <w:r w:rsidR="006E7C9E" w:rsidRPr="00765801">
        <w:rPr>
          <w:rFonts w:eastAsia="Times New Roman" w:cstheme="minorHAnsi"/>
          <w:lang w:eastAsia="fr-FR"/>
        </w:rPr>
        <w:t>l</w:t>
      </w:r>
      <w:r w:rsidRPr="00765801">
        <w:rPr>
          <w:rFonts w:eastAsia="Times New Roman" w:cstheme="minorHAnsi"/>
          <w:lang w:eastAsia="fr-FR"/>
        </w:rPr>
        <w:t>es modèles alors mis en culture.</w:t>
      </w:r>
    </w:p>
    <w:p w14:paraId="7BA7BFB1" w14:textId="77777777" w:rsidR="00D32CEA" w:rsidRPr="00765801" w:rsidRDefault="00D32CEA" w:rsidP="00AB6E65">
      <w:pPr>
        <w:autoSpaceDE w:val="0"/>
        <w:autoSpaceDN w:val="0"/>
        <w:adjustRightInd w:val="0"/>
        <w:spacing w:before="0" w:after="0"/>
        <w:rPr>
          <w:rFonts w:eastAsia="Times New Roman" w:cstheme="minorHAnsi"/>
          <w:sz w:val="20"/>
          <w:szCs w:val="20"/>
          <w:lang w:eastAsia="fr-FR"/>
        </w:rPr>
      </w:pPr>
    </w:p>
    <w:p w14:paraId="2A5FCB73" w14:textId="3090DAB9" w:rsidR="00CA1FEB" w:rsidRPr="00765801" w:rsidRDefault="00CA1FEB" w:rsidP="00AB6E65">
      <w:pPr>
        <w:rPr>
          <w:rFonts w:cstheme="minorHAnsi"/>
          <w:color w:val="E36C0A" w:themeColor="accent6" w:themeShade="BF"/>
          <w:sz w:val="20"/>
          <w:szCs w:val="20"/>
        </w:rPr>
      </w:pPr>
    </w:p>
    <w:p w14:paraId="7133F86B" w14:textId="50347AB6" w:rsidR="00BE10B0" w:rsidRPr="00765801" w:rsidRDefault="00BE10B0" w:rsidP="00AB6E65">
      <w:pPr>
        <w:pStyle w:val="Paragraphedeliste"/>
        <w:numPr>
          <w:ilvl w:val="0"/>
          <w:numId w:val="24"/>
        </w:numPr>
        <w:rPr>
          <w:rFonts w:eastAsia="Times New Roman" w:cstheme="minorHAnsi"/>
          <w:b/>
          <w:bCs/>
          <w:color w:val="4F81BD" w:themeColor="accent1"/>
          <w:sz w:val="20"/>
          <w:szCs w:val="20"/>
          <w:lang w:eastAsia="fr-FR"/>
        </w:rPr>
      </w:pPr>
      <w:r w:rsidRPr="00765801">
        <w:rPr>
          <w:rFonts w:eastAsia="Times New Roman" w:cstheme="minorHAnsi"/>
          <w:b/>
          <w:bCs/>
          <w:color w:val="4F81BD" w:themeColor="accent1"/>
          <w:sz w:val="20"/>
          <w:szCs w:val="20"/>
          <w:lang w:eastAsia="fr-FR"/>
        </w:rPr>
        <w:t xml:space="preserve">EQUIPEMENTS NECESSAIRES POUR LE CONTROLE DES VARIABLES </w:t>
      </w:r>
    </w:p>
    <w:p w14:paraId="0854703D" w14:textId="7A14F5B1" w:rsidR="009409AE" w:rsidRPr="00765801" w:rsidRDefault="009409AE" w:rsidP="00AB6E65">
      <w:pPr>
        <w:rPr>
          <w:rFonts w:eastAsia="Times New Roman" w:cstheme="minorHAnsi"/>
          <w:b/>
          <w:bCs/>
          <w:sz w:val="20"/>
          <w:szCs w:val="20"/>
          <w:lang w:eastAsia="fr-FR"/>
        </w:rPr>
      </w:pPr>
    </w:p>
    <w:p w14:paraId="5D4E2FD0" w14:textId="388BD884" w:rsidR="009409AE" w:rsidRPr="00765801" w:rsidRDefault="009409AE" w:rsidP="00AB6E65">
      <w:pPr>
        <w:rPr>
          <w:rFonts w:eastAsia="Times New Roman" w:cstheme="minorHAnsi"/>
          <w:bCs/>
          <w:lang w:eastAsia="fr-FR"/>
        </w:rPr>
      </w:pPr>
      <w:r w:rsidRPr="00765801">
        <w:rPr>
          <w:rFonts w:eastAsia="Times New Roman" w:cstheme="minorHAnsi"/>
          <w:bCs/>
          <w:lang w:eastAsia="fr-FR"/>
        </w:rPr>
        <w:t xml:space="preserve">Les enceintes de culture </w:t>
      </w:r>
      <w:r w:rsidR="00C37AA6" w:rsidRPr="00765801">
        <w:rPr>
          <w:rFonts w:eastAsia="Times New Roman" w:cstheme="minorHAnsi"/>
          <w:bCs/>
          <w:lang w:eastAsia="fr-FR"/>
        </w:rPr>
        <w:t xml:space="preserve">devront </w:t>
      </w:r>
      <w:r w:rsidR="00C4631F" w:rsidRPr="00765801">
        <w:rPr>
          <w:rFonts w:eastAsia="Times New Roman" w:cstheme="minorHAnsi"/>
          <w:bCs/>
          <w:lang w:eastAsia="fr-FR"/>
        </w:rPr>
        <w:t>être</w:t>
      </w:r>
      <w:r w:rsidRPr="00765801">
        <w:rPr>
          <w:rFonts w:eastAsia="Times New Roman" w:cstheme="minorHAnsi"/>
          <w:bCs/>
          <w:lang w:eastAsia="fr-FR"/>
        </w:rPr>
        <w:t xml:space="preserve"> programmables </w:t>
      </w:r>
      <w:r w:rsidR="00C37AA6" w:rsidRPr="00765801">
        <w:rPr>
          <w:rFonts w:eastAsia="Times New Roman" w:cstheme="minorHAnsi"/>
          <w:bCs/>
          <w:lang w:eastAsia="fr-FR"/>
        </w:rPr>
        <w:t xml:space="preserve">en ce qui concerne </w:t>
      </w:r>
      <w:r w:rsidRPr="00765801">
        <w:rPr>
          <w:rFonts w:eastAsia="Times New Roman" w:cstheme="minorHAnsi"/>
          <w:bCs/>
          <w:lang w:eastAsia="fr-FR"/>
        </w:rPr>
        <w:t xml:space="preserve">les conditions thermiques, </w:t>
      </w:r>
      <w:r w:rsidR="00C4631F" w:rsidRPr="00765801">
        <w:rPr>
          <w:rFonts w:eastAsia="Times New Roman" w:cstheme="minorHAnsi"/>
          <w:bCs/>
          <w:lang w:eastAsia="fr-FR"/>
        </w:rPr>
        <w:t>hygrométrique</w:t>
      </w:r>
      <w:r w:rsidRPr="00765801">
        <w:rPr>
          <w:rFonts w:eastAsia="Times New Roman" w:cstheme="minorHAnsi"/>
          <w:bCs/>
          <w:lang w:eastAsia="fr-FR"/>
        </w:rPr>
        <w:t xml:space="preserve"> et de luminosité</w:t>
      </w:r>
    </w:p>
    <w:p w14:paraId="2F02574A" w14:textId="67FE0EA0" w:rsidR="00794457" w:rsidRPr="00765801" w:rsidRDefault="00AB604F" w:rsidP="00AB6E65">
      <w:pPr>
        <w:pStyle w:val="Paragraphedeliste"/>
        <w:numPr>
          <w:ilvl w:val="0"/>
          <w:numId w:val="26"/>
        </w:numPr>
        <w:autoSpaceDE w:val="0"/>
        <w:autoSpaceDN w:val="0"/>
        <w:adjustRightInd w:val="0"/>
        <w:spacing w:before="0" w:after="0"/>
        <w:rPr>
          <w:rFonts w:eastAsia="Times New Roman" w:cstheme="minorHAnsi"/>
          <w:color w:val="0070C1"/>
          <w:lang w:eastAsia="fr-FR"/>
        </w:rPr>
      </w:pPr>
      <w:r w:rsidRPr="00765801">
        <w:rPr>
          <w:rFonts w:eastAsia="Times New Roman" w:cstheme="minorHAnsi"/>
          <w:color w:val="000000"/>
          <w:lang w:eastAsia="fr-FR"/>
        </w:rPr>
        <w:t>Variables</w:t>
      </w:r>
      <w:r w:rsidR="00794457" w:rsidRPr="00765801">
        <w:rPr>
          <w:rFonts w:eastAsia="Times New Roman" w:cstheme="minorHAnsi"/>
          <w:color w:val="000000"/>
          <w:lang w:eastAsia="fr-FR"/>
        </w:rPr>
        <w:t xml:space="preserve"> </w:t>
      </w:r>
      <w:r w:rsidR="00C37AA6" w:rsidRPr="00765801">
        <w:rPr>
          <w:rFonts w:eastAsia="Times New Roman" w:cstheme="minorHAnsi"/>
          <w:color w:val="000000"/>
          <w:lang w:eastAsia="fr-FR"/>
        </w:rPr>
        <w:t>de température</w:t>
      </w:r>
      <w:r w:rsidR="00794457" w:rsidRPr="00765801">
        <w:rPr>
          <w:rFonts w:eastAsia="Times New Roman" w:cstheme="minorHAnsi"/>
          <w:color w:val="000000"/>
          <w:lang w:eastAsia="fr-FR"/>
        </w:rPr>
        <w:t xml:space="preserve"> et </w:t>
      </w:r>
      <w:r w:rsidRPr="00765801">
        <w:rPr>
          <w:rFonts w:eastAsia="Times New Roman" w:cstheme="minorHAnsi"/>
          <w:color w:val="000000"/>
          <w:lang w:eastAsia="fr-FR"/>
        </w:rPr>
        <w:t>hygrométrie</w:t>
      </w:r>
    </w:p>
    <w:p w14:paraId="6ECC6BB5" w14:textId="188405B1" w:rsidR="006E7C9E" w:rsidRPr="00765801" w:rsidRDefault="007615B9"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lastRenderedPageBreak/>
        <w:t xml:space="preserve">La </w:t>
      </w:r>
      <w:r w:rsidR="006E7C9E" w:rsidRPr="00765801">
        <w:rPr>
          <w:rFonts w:eastAsia="Times New Roman" w:cstheme="minorHAnsi"/>
          <w:lang w:eastAsia="fr-FR"/>
        </w:rPr>
        <w:t>température doit</w:t>
      </w:r>
      <w:r w:rsidRPr="00765801">
        <w:rPr>
          <w:rFonts w:eastAsia="Times New Roman" w:cstheme="minorHAnsi"/>
          <w:lang w:eastAsia="fr-FR"/>
        </w:rPr>
        <w:t xml:space="preserve"> être </w:t>
      </w:r>
      <w:r w:rsidR="00C37AA6" w:rsidRPr="00765801">
        <w:rPr>
          <w:rFonts w:eastAsia="Times New Roman" w:cstheme="minorHAnsi"/>
          <w:lang w:eastAsia="fr-FR"/>
        </w:rPr>
        <w:t xml:space="preserve">régulable </w:t>
      </w:r>
      <w:r w:rsidR="006E7C9E" w:rsidRPr="00765801">
        <w:rPr>
          <w:rFonts w:eastAsia="Times New Roman" w:cstheme="minorHAnsi"/>
          <w:lang w:eastAsia="fr-FR"/>
        </w:rPr>
        <w:t>à</w:t>
      </w:r>
      <w:r w:rsidRPr="00765801">
        <w:rPr>
          <w:rFonts w:eastAsia="Times New Roman" w:cstheme="minorHAnsi"/>
          <w:lang w:eastAsia="fr-FR"/>
        </w:rPr>
        <w:t xml:space="preserve"> minima entre 5°C et 40°C, ceci de façon homogène sur l'ensemble de la zone de culture avec une précision de +/-0,5 °C.</w:t>
      </w:r>
      <w:r w:rsidR="006E7C9E" w:rsidRPr="00765801">
        <w:rPr>
          <w:rFonts w:eastAsia="Times New Roman" w:cstheme="minorHAnsi"/>
          <w:lang w:eastAsia="fr-FR"/>
        </w:rPr>
        <w:t xml:space="preserve"> </w:t>
      </w:r>
    </w:p>
    <w:p w14:paraId="208C505F" w14:textId="6283A472" w:rsidR="007615B9" w:rsidRPr="00765801" w:rsidRDefault="006E7C9E"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 xml:space="preserve">L’humidité </w:t>
      </w:r>
      <w:r w:rsidR="007615B9" w:rsidRPr="00765801">
        <w:rPr>
          <w:rFonts w:eastAsia="Times New Roman" w:cstheme="minorHAnsi"/>
          <w:lang w:eastAsia="fr-FR"/>
        </w:rPr>
        <w:t>relative</w:t>
      </w:r>
      <w:r w:rsidRPr="00765801">
        <w:rPr>
          <w:rFonts w:eastAsia="Times New Roman" w:cstheme="minorHAnsi"/>
          <w:lang w:eastAsia="fr-FR"/>
        </w:rPr>
        <w:t xml:space="preserve"> </w:t>
      </w:r>
      <w:r w:rsidR="00C94D04" w:rsidRPr="00765801">
        <w:rPr>
          <w:rFonts w:eastAsia="Times New Roman" w:cstheme="minorHAnsi"/>
          <w:lang w:eastAsia="fr-FR"/>
        </w:rPr>
        <w:t>devra être</w:t>
      </w:r>
      <w:r w:rsidRPr="00765801">
        <w:rPr>
          <w:rFonts w:eastAsia="Times New Roman" w:cstheme="minorHAnsi"/>
          <w:lang w:eastAsia="fr-FR"/>
        </w:rPr>
        <w:t xml:space="preserve"> régulée sur l’ensemble de cette plage thermique, avec des valeurs atteignant </w:t>
      </w:r>
      <w:r w:rsidR="00C94D04" w:rsidRPr="00765801">
        <w:rPr>
          <w:rFonts w:eastAsia="Times New Roman" w:cstheme="minorHAnsi"/>
          <w:lang w:eastAsia="fr-FR"/>
        </w:rPr>
        <w:t xml:space="preserve">jusqu’à </w:t>
      </w:r>
      <w:r w:rsidR="007615B9" w:rsidRPr="00765801">
        <w:rPr>
          <w:rFonts w:eastAsia="Times New Roman" w:cstheme="minorHAnsi"/>
          <w:lang w:eastAsia="fr-FR"/>
        </w:rPr>
        <w:t xml:space="preserve">80 % pour une température </w:t>
      </w:r>
      <w:r w:rsidR="00C94D04" w:rsidRPr="00765801">
        <w:rPr>
          <w:rFonts w:eastAsia="Times New Roman" w:cstheme="minorHAnsi"/>
          <w:lang w:eastAsia="fr-FR"/>
        </w:rPr>
        <w:t>comprise entre</w:t>
      </w:r>
      <w:r w:rsidR="007615B9" w:rsidRPr="00765801">
        <w:rPr>
          <w:rFonts w:eastAsia="Times New Roman" w:cstheme="minorHAnsi"/>
          <w:lang w:eastAsia="fr-FR"/>
        </w:rPr>
        <w:t xml:space="preserve"> 20</w:t>
      </w:r>
      <w:r w:rsidR="00C94D04" w:rsidRPr="00765801">
        <w:rPr>
          <w:rFonts w:eastAsia="Times New Roman" w:cstheme="minorHAnsi"/>
          <w:lang w:eastAsia="fr-FR"/>
        </w:rPr>
        <w:t xml:space="preserve">°C et </w:t>
      </w:r>
      <w:r w:rsidR="007615B9" w:rsidRPr="00765801">
        <w:rPr>
          <w:rFonts w:eastAsia="Times New Roman" w:cstheme="minorHAnsi"/>
          <w:lang w:eastAsia="fr-FR"/>
        </w:rPr>
        <w:t>30°C.</w:t>
      </w:r>
    </w:p>
    <w:p w14:paraId="08BD04FA" w14:textId="4DE46AFE" w:rsidR="00F27FD3" w:rsidRPr="00765801" w:rsidRDefault="00F27FD3"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Un système de collecte des effluents et condensats devra être fourni et dimensionné de façon adéquate pour les deux phytotrons.</w:t>
      </w:r>
      <w:r w:rsidR="00473415" w:rsidRPr="00765801">
        <w:rPr>
          <w:rFonts w:eastAsia="Times New Roman" w:cstheme="minorHAnsi"/>
          <w:lang w:eastAsia="fr-FR"/>
        </w:rPr>
        <w:t xml:space="preserve"> Il comprendra une pompe ainsi qu’un bidon de 25 à 50L pour la collecte de ces effluents et condensats.</w:t>
      </w:r>
    </w:p>
    <w:p w14:paraId="2FDF3CA7" w14:textId="1E9D01A4" w:rsidR="00BE10B0" w:rsidRPr="00765801" w:rsidRDefault="00BE10B0" w:rsidP="00AB6E65">
      <w:pPr>
        <w:autoSpaceDE w:val="0"/>
        <w:autoSpaceDN w:val="0"/>
        <w:adjustRightInd w:val="0"/>
        <w:spacing w:before="0" w:after="0"/>
        <w:rPr>
          <w:rFonts w:eastAsia="Times New Roman" w:cstheme="minorHAnsi"/>
          <w:color w:val="0070C1"/>
          <w:lang w:eastAsia="fr-FR"/>
        </w:rPr>
      </w:pPr>
    </w:p>
    <w:p w14:paraId="0854A40F" w14:textId="26F221A4" w:rsidR="004F38D1" w:rsidRPr="00765801" w:rsidRDefault="00794457" w:rsidP="00AB6E65">
      <w:pPr>
        <w:pStyle w:val="Paragraphedeliste"/>
        <w:numPr>
          <w:ilvl w:val="0"/>
          <w:numId w:val="26"/>
        </w:numPr>
        <w:autoSpaceDE w:val="0"/>
        <w:autoSpaceDN w:val="0"/>
        <w:adjustRightInd w:val="0"/>
        <w:spacing w:before="0" w:after="0"/>
        <w:rPr>
          <w:rFonts w:eastAsia="Times New Roman" w:cstheme="minorHAnsi"/>
          <w:bCs/>
          <w:lang w:eastAsia="fr-FR"/>
        </w:rPr>
      </w:pPr>
      <w:r w:rsidRPr="00765801">
        <w:rPr>
          <w:rFonts w:eastAsia="Times New Roman" w:cstheme="minorHAnsi"/>
          <w:bCs/>
          <w:lang w:eastAsia="fr-FR"/>
        </w:rPr>
        <w:t xml:space="preserve">Variable de </w:t>
      </w:r>
      <w:r w:rsidR="004F38D1" w:rsidRPr="00765801">
        <w:rPr>
          <w:rFonts w:eastAsia="Times New Roman" w:cstheme="minorHAnsi"/>
          <w:bCs/>
          <w:lang w:eastAsia="fr-FR"/>
        </w:rPr>
        <w:t>rayonnement lumineux</w:t>
      </w:r>
    </w:p>
    <w:p w14:paraId="3F7753B2" w14:textId="5276D3F6" w:rsidR="007615B9" w:rsidRPr="00765801" w:rsidRDefault="007615B9"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 xml:space="preserve">Les chambres climatiques devront </w:t>
      </w:r>
      <w:r w:rsidR="00F91E18" w:rsidRPr="00765801">
        <w:rPr>
          <w:rFonts w:eastAsia="Times New Roman" w:cstheme="minorHAnsi"/>
          <w:lang w:eastAsia="fr-FR"/>
        </w:rPr>
        <w:t>être équipées de façon à ce que les plantes de chaque étagère soient éclair</w:t>
      </w:r>
      <w:r w:rsidR="00DE6993" w:rsidRPr="00765801">
        <w:rPr>
          <w:rFonts w:eastAsia="Times New Roman" w:cstheme="minorHAnsi"/>
          <w:lang w:eastAsia="fr-FR"/>
        </w:rPr>
        <w:t>ée</w:t>
      </w:r>
      <w:r w:rsidR="00F91E18" w:rsidRPr="00765801">
        <w:rPr>
          <w:rFonts w:eastAsia="Times New Roman" w:cstheme="minorHAnsi"/>
          <w:lang w:eastAsia="fr-FR"/>
        </w:rPr>
        <w:t>s par le dessus</w:t>
      </w:r>
      <w:r w:rsidR="00DE6993" w:rsidRPr="00765801">
        <w:rPr>
          <w:rFonts w:eastAsia="Times New Roman" w:cstheme="minorHAnsi"/>
          <w:lang w:eastAsia="fr-FR"/>
        </w:rPr>
        <w:t>,</w:t>
      </w:r>
      <w:r w:rsidR="00F91E18" w:rsidRPr="00765801">
        <w:rPr>
          <w:rFonts w:eastAsia="Times New Roman" w:cstheme="minorHAnsi"/>
          <w:lang w:eastAsia="fr-FR"/>
        </w:rPr>
        <w:t xml:space="preserve"> ceci</w:t>
      </w:r>
      <w:r w:rsidR="00C94D04" w:rsidRPr="00765801">
        <w:rPr>
          <w:rFonts w:eastAsia="Times New Roman" w:cstheme="minorHAnsi"/>
          <w:lang w:eastAsia="fr-FR"/>
        </w:rPr>
        <w:t xml:space="preserve"> </w:t>
      </w:r>
      <w:r w:rsidRPr="00765801">
        <w:rPr>
          <w:rFonts w:eastAsia="Times New Roman" w:cstheme="minorHAnsi"/>
          <w:lang w:eastAsia="fr-FR"/>
        </w:rPr>
        <w:t xml:space="preserve">pour </w:t>
      </w:r>
      <w:r w:rsidR="00C94D04" w:rsidRPr="00765801">
        <w:rPr>
          <w:rFonts w:eastAsia="Times New Roman" w:cstheme="minorHAnsi"/>
          <w:lang w:eastAsia="fr-FR"/>
        </w:rPr>
        <w:t xml:space="preserve">garantir </w:t>
      </w:r>
      <w:r w:rsidRPr="00765801">
        <w:rPr>
          <w:rFonts w:eastAsia="Times New Roman" w:cstheme="minorHAnsi"/>
          <w:lang w:eastAsia="fr-FR"/>
        </w:rPr>
        <w:t xml:space="preserve">une croissance optimale des plantes </w:t>
      </w:r>
      <w:r w:rsidR="00C94D04" w:rsidRPr="00765801">
        <w:rPr>
          <w:rFonts w:eastAsia="Times New Roman" w:cstheme="minorHAnsi"/>
          <w:lang w:eastAsia="fr-FR"/>
        </w:rPr>
        <w:t>avec</w:t>
      </w:r>
      <w:r w:rsidRPr="00765801">
        <w:rPr>
          <w:rFonts w:eastAsia="Times New Roman" w:cstheme="minorHAnsi"/>
          <w:lang w:eastAsia="fr-FR"/>
        </w:rPr>
        <w:t xml:space="preserve"> une intensité lumineuse </w:t>
      </w:r>
      <w:r w:rsidR="0062650D" w:rsidRPr="00765801">
        <w:rPr>
          <w:rFonts w:eastAsia="Times New Roman" w:cstheme="minorHAnsi"/>
          <w:lang w:eastAsia="fr-FR"/>
        </w:rPr>
        <w:t xml:space="preserve">à minima </w:t>
      </w:r>
      <w:r w:rsidR="00C94D04" w:rsidRPr="00765801">
        <w:rPr>
          <w:rFonts w:eastAsia="Times New Roman" w:cstheme="minorHAnsi"/>
          <w:lang w:eastAsia="fr-FR"/>
        </w:rPr>
        <w:t xml:space="preserve">de </w:t>
      </w:r>
      <w:r w:rsidRPr="00765801">
        <w:rPr>
          <w:rFonts w:eastAsia="Times New Roman" w:cstheme="minorHAnsi"/>
          <w:lang w:eastAsia="fr-FR"/>
        </w:rPr>
        <w:t>350 µmol/m²/s à 15cm</w:t>
      </w:r>
      <w:r w:rsidR="00C94D04" w:rsidRPr="00765801">
        <w:rPr>
          <w:rFonts w:eastAsia="Times New Roman" w:cstheme="minorHAnsi"/>
          <w:lang w:eastAsia="fr-FR"/>
        </w:rPr>
        <w:t xml:space="preserve"> des plateaux</w:t>
      </w:r>
      <w:r w:rsidR="00AB6E65" w:rsidRPr="00765801">
        <w:rPr>
          <w:rFonts w:eastAsia="Times New Roman" w:cstheme="minorHAnsi"/>
          <w:lang w:eastAsia="fr-FR"/>
        </w:rPr>
        <w:t>.</w:t>
      </w:r>
    </w:p>
    <w:p w14:paraId="49B1B6BD" w14:textId="18AE3163" w:rsidR="00360E0E" w:rsidRPr="00765801" w:rsidRDefault="007615B9"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 Au vu de l’importance de la qualité du spectre lumineux (notamment les rapports rouge clair/rouge foncé), L’éclairage devra être modulable pour s’adapter aux conditions et aux modèles étudiés (</w:t>
      </w:r>
      <w:r w:rsidRPr="00765801">
        <w:rPr>
          <w:rFonts w:eastAsia="Times New Roman" w:cstheme="minorHAnsi"/>
          <w:i/>
          <w:iCs/>
          <w:lang w:eastAsia="fr-FR"/>
        </w:rPr>
        <w:t xml:space="preserve">Arabidopsis, </w:t>
      </w:r>
      <w:proofErr w:type="spellStart"/>
      <w:r w:rsidRPr="00765801">
        <w:rPr>
          <w:rFonts w:eastAsia="Times New Roman" w:cstheme="minorHAnsi"/>
          <w:i/>
          <w:iCs/>
          <w:lang w:eastAsia="fr-FR"/>
        </w:rPr>
        <w:t>Brassica</w:t>
      </w:r>
      <w:proofErr w:type="spellEnd"/>
      <w:r w:rsidRPr="00765801">
        <w:rPr>
          <w:rFonts w:eastAsia="Times New Roman" w:cstheme="minorHAnsi"/>
          <w:i/>
          <w:iCs/>
          <w:lang w:eastAsia="fr-FR"/>
        </w:rPr>
        <w:t>, Nicotiana</w:t>
      </w:r>
      <w:r w:rsidRPr="00765801">
        <w:rPr>
          <w:rFonts w:eastAsia="Times New Roman" w:cstheme="minorHAnsi"/>
          <w:lang w:eastAsia="fr-FR"/>
        </w:rPr>
        <w:t xml:space="preserve">) pour les longueurs d’onde allant des UV (380nm) au rouge lointain (780nm). Le flux lumineux devra </w:t>
      </w:r>
      <w:r w:rsidR="00C94D04" w:rsidRPr="00765801">
        <w:rPr>
          <w:rFonts w:eastAsia="Times New Roman" w:cstheme="minorHAnsi"/>
          <w:lang w:eastAsia="fr-FR"/>
        </w:rPr>
        <w:t>présenter</w:t>
      </w:r>
      <w:r w:rsidRPr="00765801">
        <w:rPr>
          <w:rFonts w:eastAsia="Times New Roman" w:cstheme="minorHAnsi"/>
          <w:lang w:eastAsia="fr-FR"/>
        </w:rPr>
        <w:t xml:space="preserve"> une diminution inférieure à 10 % en </w:t>
      </w:r>
      <w:r w:rsidR="001845B4" w:rsidRPr="00765801">
        <w:rPr>
          <w:rFonts w:eastAsia="Times New Roman" w:cstheme="minorHAnsi"/>
          <w:lang w:eastAsia="fr-FR"/>
        </w:rPr>
        <w:t xml:space="preserve">36 </w:t>
      </w:r>
      <w:r w:rsidRPr="00765801">
        <w:rPr>
          <w:rFonts w:eastAsia="Times New Roman" w:cstheme="minorHAnsi"/>
          <w:lang w:eastAsia="fr-FR"/>
        </w:rPr>
        <w:t>000 h</w:t>
      </w:r>
      <w:r w:rsidR="00C94D04" w:rsidRPr="00765801">
        <w:rPr>
          <w:rFonts w:eastAsia="Times New Roman" w:cstheme="minorHAnsi"/>
          <w:lang w:eastAsia="fr-FR"/>
        </w:rPr>
        <w:t xml:space="preserve"> d’utilisation</w:t>
      </w:r>
      <w:r w:rsidR="00DE6993" w:rsidRPr="00765801">
        <w:rPr>
          <w:rFonts w:eastAsia="Times New Roman" w:cstheme="minorHAnsi"/>
          <w:lang w:eastAsia="fr-FR"/>
        </w:rPr>
        <w:t xml:space="preserve"> </w:t>
      </w:r>
      <w:bookmarkStart w:id="102" w:name="_Hlk203030688"/>
      <w:r w:rsidR="00DE6993" w:rsidRPr="00765801">
        <w:rPr>
          <w:rFonts w:eastAsia="Times New Roman" w:cstheme="minorHAnsi"/>
          <w:lang w:eastAsia="fr-FR"/>
        </w:rPr>
        <w:t>et</w:t>
      </w:r>
      <w:r w:rsidR="001845B4" w:rsidRPr="00765801">
        <w:rPr>
          <w:rFonts w:eastAsia="Times New Roman" w:cstheme="minorHAnsi"/>
          <w:lang w:eastAsia="fr-FR"/>
        </w:rPr>
        <w:t xml:space="preserve"> la composition spectrale ne devra pas dériver de plus de 1% </w:t>
      </w:r>
      <w:r w:rsidR="00360E0E" w:rsidRPr="00765801">
        <w:rPr>
          <w:rFonts w:eastAsia="Times New Roman" w:cstheme="minorHAnsi"/>
          <w:lang w:eastAsia="fr-FR"/>
        </w:rPr>
        <w:t xml:space="preserve">par bande spectrale </w:t>
      </w:r>
      <w:r w:rsidR="001845B4" w:rsidRPr="00765801">
        <w:rPr>
          <w:rFonts w:eastAsia="Times New Roman" w:cstheme="minorHAnsi"/>
          <w:lang w:eastAsia="fr-FR"/>
        </w:rPr>
        <w:t xml:space="preserve">en </w:t>
      </w:r>
      <w:r w:rsidR="00360E0E" w:rsidRPr="00765801">
        <w:rPr>
          <w:rFonts w:eastAsia="Times New Roman" w:cstheme="minorHAnsi"/>
          <w:lang w:eastAsia="fr-FR"/>
        </w:rPr>
        <w:t>10</w:t>
      </w:r>
      <w:r w:rsidR="001845B4" w:rsidRPr="00765801">
        <w:rPr>
          <w:rFonts w:eastAsia="Times New Roman" w:cstheme="minorHAnsi"/>
          <w:lang w:eastAsia="fr-FR"/>
        </w:rPr>
        <w:t> 000h</w:t>
      </w:r>
      <w:r w:rsidR="00360E0E" w:rsidRPr="00765801">
        <w:rPr>
          <w:rFonts w:eastAsia="Times New Roman" w:cstheme="minorHAnsi"/>
          <w:lang w:eastAsia="fr-FR"/>
        </w:rPr>
        <w:t xml:space="preserve"> d’utilisation</w:t>
      </w:r>
      <w:r w:rsidR="001845B4" w:rsidRPr="00765801">
        <w:rPr>
          <w:rFonts w:eastAsia="Times New Roman" w:cstheme="minorHAnsi"/>
          <w:lang w:eastAsia="fr-FR"/>
        </w:rPr>
        <w:t>.</w:t>
      </w:r>
    </w:p>
    <w:bookmarkEnd w:id="102"/>
    <w:p w14:paraId="2EBED1E7" w14:textId="158291EC" w:rsidR="007615B9" w:rsidRPr="00765801" w:rsidRDefault="00DE6993"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U</w:t>
      </w:r>
      <w:r w:rsidR="00C94D04" w:rsidRPr="00765801">
        <w:rPr>
          <w:rFonts w:eastAsia="Times New Roman" w:cstheme="minorHAnsi"/>
          <w:lang w:eastAsia="fr-FR"/>
        </w:rPr>
        <w:t xml:space="preserve">n système d’éclairage </w:t>
      </w:r>
      <w:proofErr w:type="spellStart"/>
      <w:r w:rsidR="00C94D04" w:rsidRPr="00765801">
        <w:rPr>
          <w:rFonts w:eastAsia="Times New Roman" w:cstheme="minorHAnsi"/>
          <w:lang w:eastAsia="fr-FR"/>
        </w:rPr>
        <w:t>LEDs</w:t>
      </w:r>
      <w:proofErr w:type="spellEnd"/>
      <w:r w:rsidR="00C94D04" w:rsidRPr="00765801">
        <w:rPr>
          <w:rFonts w:eastAsia="Times New Roman" w:cstheme="minorHAnsi"/>
          <w:lang w:eastAsia="fr-FR"/>
        </w:rPr>
        <w:t xml:space="preserve"> bi-phosphore blanc </w:t>
      </w:r>
      <w:r w:rsidRPr="00765801">
        <w:rPr>
          <w:rFonts w:eastAsia="Times New Roman" w:cstheme="minorHAnsi"/>
          <w:lang w:eastAsia="fr-FR"/>
        </w:rPr>
        <w:t xml:space="preserve">est souhaitable </w:t>
      </w:r>
      <w:r w:rsidR="00C94D04" w:rsidRPr="00765801">
        <w:rPr>
          <w:rFonts w:eastAsia="Times New Roman" w:cstheme="minorHAnsi"/>
          <w:lang w:eastAsia="fr-FR"/>
        </w:rPr>
        <w:t xml:space="preserve">pour garantir </w:t>
      </w:r>
      <w:r w:rsidR="00360E0E" w:rsidRPr="00765801">
        <w:rPr>
          <w:rFonts w:eastAsia="Times New Roman" w:cstheme="minorHAnsi"/>
          <w:lang w:eastAsia="fr-FR"/>
        </w:rPr>
        <w:t>l’</w:t>
      </w:r>
      <w:r w:rsidR="007615B9" w:rsidRPr="00765801">
        <w:rPr>
          <w:rFonts w:eastAsia="Times New Roman" w:cstheme="minorHAnsi"/>
          <w:lang w:eastAsia="fr-FR"/>
        </w:rPr>
        <w:t xml:space="preserve">homogénéité et </w:t>
      </w:r>
      <w:r w:rsidR="00360E0E" w:rsidRPr="00765801">
        <w:rPr>
          <w:rFonts w:eastAsia="Times New Roman" w:cstheme="minorHAnsi"/>
          <w:lang w:eastAsia="fr-FR"/>
        </w:rPr>
        <w:t xml:space="preserve">la </w:t>
      </w:r>
      <w:r w:rsidR="007615B9" w:rsidRPr="00765801">
        <w:rPr>
          <w:rFonts w:eastAsia="Times New Roman" w:cstheme="minorHAnsi"/>
          <w:lang w:eastAsia="fr-FR"/>
        </w:rPr>
        <w:t>qualité de l’éclairage.</w:t>
      </w:r>
    </w:p>
    <w:p w14:paraId="698747AF" w14:textId="17AD17C1" w:rsidR="007615B9" w:rsidRPr="00765801" w:rsidRDefault="00C94D04"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 xml:space="preserve">Un éclairage complémentaire pour le rouge profond à </w:t>
      </w:r>
      <w:r w:rsidR="00360E0E" w:rsidRPr="00765801">
        <w:rPr>
          <w:rFonts w:eastAsia="Times New Roman" w:cstheme="minorHAnsi"/>
          <w:lang w:eastAsia="fr-FR"/>
        </w:rPr>
        <w:t xml:space="preserve">pilotage </w:t>
      </w:r>
      <w:r w:rsidRPr="00765801">
        <w:rPr>
          <w:rFonts w:eastAsia="Times New Roman" w:cstheme="minorHAnsi"/>
          <w:lang w:eastAsia="fr-FR"/>
        </w:rPr>
        <w:t>indépendant</w:t>
      </w:r>
      <w:r w:rsidR="00360E0E" w:rsidRPr="00765801">
        <w:rPr>
          <w:rFonts w:eastAsia="Times New Roman" w:cstheme="minorHAnsi"/>
          <w:lang w:eastAsia="fr-FR"/>
        </w:rPr>
        <w:t xml:space="preserve"> du système d’éclairage principal</w:t>
      </w:r>
      <w:r w:rsidRPr="00765801">
        <w:rPr>
          <w:rFonts w:eastAsia="Times New Roman" w:cstheme="minorHAnsi"/>
          <w:lang w:eastAsia="fr-FR"/>
        </w:rPr>
        <w:t xml:space="preserve"> est également requis a</w:t>
      </w:r>
      <w:r w:rsidR="007615B9" w:rsidRPr="00765801">
        <w:rPr>
          <w:rFonts w:eastAsia="Times New Roman" w:cstheme="minorHAnsi"/>
          <w:lang w:eastAsia="fr-FR"/>
        </w:rPr>
        <w:t>u vu des futures expérimentations</w:t>
      </w:r>
      <w:r w:rsidRPr="00765801">
        <w:rPr>
          <w:rFonts w:eastAsia="Times New Roman" w:cstheme="minorHAnsi"/>
          <w:lang w:eastAsia="fr-FR"/>
        </w:rPr>
        <w:t>.</w:t>
      </w:r>
      <w:r w:rsidR="00360E0E" w:rsidRPr="00765801">
        <w:rPr>
          <w:rFonts w:eastAsia="Times New Roman" w:cstheme="minorHAnsi"/>
          <w:lang w:eastAsia="fr-FR"/>
        </w:rPr>
        <w:t xml:space="preserve"> Ainsi, ce complément dans le rouge lointain doit pouvoir être allumé ou éteint indépendamment de l’éclairage principal via le système de contrôle du phytotron.</w:t>
      </w:r>
    </w:p>
    <w:p w14:paraId="1A21486F" w14:textId="3475CCFA" w:rsidR="00360E0E" w:rsidRPr="00765801" w:rsidRDefault="00360E0E"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Les éclairages doivent être à variation continue (</w:t>
      </w:r>
      <w:proofErr w:type="spellStart"/>
      <w:r w:rsidRPr="00765801">
        <w:rPr>
          <w:rFonts w:eastAsia="Times New Roman" w:cstheme="minorHAnsi"/>
          <w:lang w:eastAsia="fr-FR"/>
        </w:rPr>
        <w:t>dimmable</w:t>
      </w:r>
      <w:proofErr w:type="spellEnd"/>
      <w:r w:rsidRPr="00765801">
        <w:rPr>
          <w:rFonts w:eastAsia="Times New Roman" w:cstheme="minorHAnsi"/>
          <w:lang w:eastAsia="fr-FR"/>
        </w:rPr>
        <w:t>) de 0 à 100% d’intensité.</w:t>
      </w:r>
    </w:p>
    <w:p w14:paraId="05D5EA55" w14:textId="66750B5F" w:rsidR="007615B9" w:rsidRPr="00765801" w:rsidRDefault="00C94D04"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 xml:space="preserve">La possibilité de contrôler indépendamment l’éclairage de chaque </w:t>
      </w:r>
      <w:r w:rsidR="006E1CFE" w:rsidRPr="00765801">
        <w:rPr>
          <w:rFonts w:eastAsia="Times New Roman" w:cstheme="minorHAnsi"/>
          <w:lang w:eastAsia="fr-FR"/>
        </w:rPr>
        <w:t>étage</w:t>
      </w:r>
      <w:r w:rsidRPr="00765801">
        <w:rPr>
          <w:rFonts w:eastAsia="Times New Roman" w:cstheme="minorHAnsi"/>
          <w:lang w:eastAsia="fr-FR"/>
        </w:rPr>
        <w:t xml:space="preserve"> par un interrupteur</w:t>
      </w:r>
      <w:r w:rsidR="00360E0E" w:rsidRPr="00765801">
        <w:rPr>
          <w:rFonts w:eastAsia="Times New Roman" w:cstheme="minorHAnsi"/>
          <w:lang w:eastAsia="fr-FR"/>
        </w:rPr>
        <w:t>, sans avoir à modifier le programme de pilotage,</w:t>
      </w:r>
      <w:r w:rsidRPr="00765801">
        <w:rPr>
          <w:rFonts w:eastAsia="Times New Roman" w:cstheme="minorHAnsi"/>
          <w:lang w:eastAsia="fr-FR"/>
        </w:rPr>
        <w:t xml:space="preserve"> sera un atout dans une </w:t>
      </w:r>
      <w:r w:rsidR="006E1CFE" w:rsidRPr="00765801">
        <w:rPr>
          <w:rFonts w:eastAsia="Times New Roman" w:cstheme="minorHAnsi"/>
          <w:lang w:eastAsia="fr-FR"/>
        </w:rPr>
        <w:t>démarche</w:t>
      </w:r>
      <w:r w:rsidR="007615B9" w:rsidRPr="00765801">
        <w:rPr>
          <w:rFonts w:eastAsia="Times New Roman" w:cstheme="minorHAnsi"/>
          <w:lang w:eastAsia="fr-FR"/>
        </w:rPr>
        <w:t xml:space="preserve"> écologique.</w:t>
      </w:r>
    </w:p>
    <w:p w14:paraId="6EDBBBE1" w14:textId="483546C7" w:rsidR="006E1CFE" w:rsidRPr="00765801" w:rsidRDefault="007615B9" w:rsidP="00AB6E65">
      <w:pPr>
        <w:spacing w:before="100" w:beforeAutospacing="1" w:after="100" w:afterAutospacing="1"/>
        <w:rPr>
          <w:rFonts w:eastAsia="Times New Roman" w:cstheme="minorHAnsi"/>
          <w:lang w:eastAsia="fr-FR"/>
        </w:rPr>
      </w:pPr>
      <w:r w:rsidRPr="00765801">
        <w:rPr>
          <w:rFonts w:eastAsia="Times New Roman" w:cstheme="minorHAnsi"/>
          <w:lang w:eastAsia="fr-FR"/>
        </w:rPr>
        <w:t xml:space="preserve">Enfin, </w:t>
      </w:r>
      <w:r w:rsidR="006E1CFE" w:rsidRPr="00765801">
        <w:rPr>
          <w:rFonts w:eastAsia="Times New Roman" w:cstheme="minorHAnsi"/>
          <w:lang w:eastAsia="fr-FR"/>
        </w:rPr>
        <w:t>chaque phytotron devra être équipé d’au moins une prise électrique interne, notamment le Phytotron P2, pour permettre l’installation d’équipement</w:t>
      </w:r>
      <w:r w:rsidR="00360E0E" w:rsidRPr="00765801">
        <w:rPr>
          <w:rFonts w:eastAsia="Times New Roman" w:cstheme="minorHAnsi"/>
          <w:lang w:eastAsia="fr-FR"/>
        </w:rPr>
        <w:t>s</w:t>
      </w:r>
      <w:r w:rsidR="006E1CFE" w:rsidRPr="00765801">
        <w:rPr>
          <w:rFonts w:eastAsia="Times New Roman" w:cstheme="minorHAnsi"/>
          <w:lang w:eastAsia="fr-FR"/>
        </w:rPr>
        <w:t xml:space="preserve"> complémentaires</w:t>
      </w:r>
      <w:r w:rsidR="00C4379C" w:rsidRPr="00765801">
        <w:rPr>
          <w:rFonts w:eastAsia="Times New Roman" w:cstheme="minorHAnsi"/>
          <w:lang w:eastAsia="fr-FR"/>
        </w:rPr>
        <w:t xml:space="preserve"> (par exemple un agitateur</w:t>
      </w:r>
      <w:r w:rsidR="002F2A84" w:rsidRPr="00765801">
        <w:rPr>
          <w:rFonts w:eastAsia="Times New Roman" w:cstheme="minorHAnsi"/>
          <w:lang w:eastAsia="fr-FR"/>
        </w:rPr>
        <w:t xml:space="preserve"> pour les cultures liquides de cals et cellules d’</w:t>
      </w:r>
      <w:r w:rsidR="002F2A84" w:rsidRPr="00765801">
        <w:rPr>
          <w:rFonts w:eastAsia="Times New Roman" w:cstheme="minorHAnsi"/>
          <w:i/>
          <w:iCs/>
          <w:lang w:eastAsia="fr-FR"/>
        </w:rPr>
        <w:t>Arabidopsis thaliana</w:t>
      </w:r>
      <w:r w:rsidR="00C4379C" w:rsidRPr="00765801">
        <w:rPr>
          <w:rFonts w:eastAsia="Times New Roman" w:cstheme="minorHAnsi"/>
          <w:lang w:eastAsia="fr-FR"/>
        </w:rPr>
        <w:t>)</w:t>
      </w:r>
      <w:r w:rsidR="006E1CFE" w:rsidRPr="00765801">
        <w:rPr>
          <w:rFonts w:eastAsia="Times New Roman" w:cstheme="minorHAnsi"/>
          <w:lang w:eastAsia="fr-FR"/>
        </w:rPr>
        <w:t>.</w:t>
      </w:r>
    </w:p>
    <w:p w14:paraId="00914CE9" w14:textId="1F2E70C9" w:rsidR="007615B9" w:rsidRPr="00765801" w:rsidRDefault="00F27FD3" w:rsidP="00AB6E65">
      <w:pPr>
        <w:spacing w:before="100" w:beforeAutospacing="1" w:after="100" w:afterAutospacing="1"/>
        <w:rPr>
          <w:rFonts w:eastAsia="Times New Roman" w:cs="Times New Roman"/>
          <w:lang w:eastAsia="fr-FR"/>
        </w:rPr>
      </w:pPr>
      <w:r w:rsidRPr="00765801">
        <w:rPr>
          <w:rFonts w:eastAsia="Times New Roman" w:cs="Times New Roman"/>
          <w:lang w:eastAsia="fr-FR"/>
        </w:rPr>
        <w:t>La possibilité de raccorder les phytotrons à un système de surveillance des paramètres et consignes sera également un critère de choix.</w:t>
      </w:r>
      <w:r w:rsidR="007615B9" w:rsidRPr="00765801">
        <w:rPr>
          <w:rFonts w:eastAsia="Times New Roman" w:cs="Times New Roman"/>
          <w:lang w:eastAsia="fr-FR"/>
        </w:rPr>
        <w:t> </w:t>
      </w:r>
    </w:p>
    <w:p w14:paraId="53A9A3C3" w14:textId="34B17E99" w:rsidR="00F27FD3" w:rsidRPr="00765801" w:rsidRDefault="00F27FD3" w:rsidP="00AB6E65">
      <w:pPr>
        <w:spacing w:before="100" w:beforeAutospacing="1" w:after="100" w:afterAutospacing="1"/>
        <w:rPr>
          <w:rFonts w:eastAsia="Times New Roman" w:cs="Times New Roman"/>
          <w:lang w:eastAsia="fr-FR"/>
        </w:rPr>
      </w:pPr>
      <w:r w:rsidRPr="00765801">
        <w:rPr>
          <w:rFonts w:eastAsia="Times New Roman" w:cs="Times New Roman"/>
          <w:lang w:eastAsia="fr-FR"/>
        </w:rPr>
        <w:t>Un compteur horaire de fonctionnement des rampes LED (un compteur par rampe) associé à une alarme retentissant lorsqu’une durée (fixée par l’utilisateur) est atteinte est également souhaitée.</w:t>
      </w:r>
    </w:p>
    <w:p w14:paraId="1852955E" w14:textId="29E1714D" w:rsidR="00F27FD3" w:rsidRPr="00AB6E65" w:rsidRDefault="00F27FD3" w:rsidP="00AB6E65">
      <w:pPr>
        <w:spacing w:before="100" w:beforeAutospacing="1" w:after="100" w:afterAutospacing="1"/>
        <w:rPr>
          <w:rFonts w:eastAsia="Times New Roman" w:cstheme="minorHAnsi"/>
          <w:lang w:eastAsia="fr-FR"/>
        </w:rPr>
      </w:pPr>
      <w:r w:rsidRPr="00765801">
        <w:rPr>
          <w:rFonts w:eastAsia="Times New Roman" w:cs="Times New Roman"/>
          <w:lang w:eastAsia="fr-FR"/>
        </w:rPr>
        <w:t xml:space="preserve">Le système doit également </w:t>
      </w:r>
      <w:r w:rsidR="00052CDA" w:rsidRPr="00765801">
        <w:rPr>
          <w:rFonts w:eastAsia="Times New Roman" w:cs="Times New Roman"/>
          <w:lang w:eastAsia="fr-FR"/>
        </w:rPr>
        <w:t>être capable d’émettre une alerte visuelle et/ou sonore en cas d’anomalie ou d’écart trop important entre les valeurs de consigne et les valeurs mesurées (Température, hygrométrie, etc.).</w:t>
      </w:r>
    </w:p>
    <w:p w14:paraId="4DDFA241" w14:textId="5ECD798C" w:rsidR="00980A18" w:rsidRPr="00AB6E65" w:rsidRDefault="00980A18" w:rsidP="00AB6E65">
      <w:pPr>
        <w:rPr>
          <w:color w:val="E36C0A" w:themeColor="accent6" w:themeShade="BF"/>
        </w:rPr>
      </w:pPr>
    </w:p>
    <w:p w14:paraId="158E37F1" w14:textId="4558D449" w:rsidR="00DB60DB" w:rsidRPr="00AB6E65" w:rsidRDefault="00DB60DB" w:rsidP="00CA1FEB">
      <w:pPr>
        <w:rPr>
          <w:color w:val="E36C0A" w:themeColor="accent6" w:themeShade="BF"/>
        </w:rPr>
      </w:pPr>
    </w:p>
    <w:p w14:paraId="773D23BF" w14:textId="77777777" w:rsidR="00A26305" w:rsidRPr="009D115A" w:rsidRDefault="00A26305" w:rsidP="009D115A">
      <w:pPr>
        <w:pStyle w:val="Titre2"/>
      </w:pPr>
      <w:bookmarkStart w:id="103" w:name="_Toc203648559"/>
      <w:r w:rsidRPr="009D115A">
        <w:lastRenderedPageBreak/>
        <w:t>Indicateurs de suivi et taux de disponibilité</w:t>
      </w:r>
      <w:bookmarkEnd w:id="103"/>
    </w:p>
    <w:p w14:paraId="7F915649" w14:textId="77777777" w:rsidR="00A26305" w:rsidRPr="00A26305" w:rsidRDefault="00A26305" w:rsidP="00A26305">
      <w:pPr>
        <w:rPr>
          <w:rFonts w:ascii="AvenirNext LT Pro LightCn" w:hAnsi="AvenirNext LT Pro LightCn"/>
        </w:rPr>
      </w:pPr>
      <w:r w:rsidRPr="00A26305">
        <w:t>Un taux de disponibilité de l’équipement est calculé, l’indicateur retenu est le délai d’intervention. Ces indicateurs sont définis et calculés selon les règles décrites ci-après. Si les seuils définis ne sont pas respectés, le titulaire encourt des pénalités.</w:t>
      </w:r>
    </w:p>
    <w:p w14:paraId="05A83120" w14:textId="77777777" w:rsidR="00A26305" w:rsidRPr="009D115A" w:rsidRDefault="00A26305" w:rsidP="009D115A">
      <w:pPr>
        <w:pStyle w:val="Titre2"/>
      </w:pPr>
      <w:bookmarkStart w:id="104" w:name="_Toc203648560"/>
      <w:r w:rsidRPr="009D115A">
        <w:t>Définition de l’indisponibilité</w:t>
      </w:r>
      <w:bookmarkEnd w:id="104"/>
    </w:p>
    <w:p w14:paraId="20713CD1"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L’équipement est déclaré indisponible lorsque, sans faute d’INRAE et en dehors des opérations de maintenance préventive, son usage est rendu impossible, soit par le fonctionnement défectueux de l’un de ses accessoires ou d'un dispositif qui est inclus, soit par le défaut de fonctionnement de l'un des logiciels faisant partie de cet instrument. </w:t>
      </w:r>
    </w:p>
    <w:p w14:paraId="3336ED80"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Ne sont pas considérés comme temps d'arrêt décomptés, les temps d'arrêt observés pendant les heures extérieures à l'horaire normal d'interventions du titulaire.</w:t>
      </w:r>
    </w:p>
    <w:p w14:paraId="5D421D97" w14:textId="77777777" w:rsidR="00A26305" w:rsidRPr="004E4449" w:rsidRDefault="00A26305" w:rsidP="003946F1">
      <w:pPr>
        <w:keepNext/>
        <w:keepLines/>
        <w:numPr>
          <w:ilvl w:val="2"/>
          <w:numId w:val="11"/>
        </w:numPr>
        <w:spacing w:before="360" w:after="240"/>
        <w:outlineLvl w:val="2"/>
        <w:rPr>
          <w:rFonts w:eastAsiaTheme="majorEastAsia" w:cstheme="majorBidi"/>
          <w:color w:val="00A6A3"/>
          <w:sz w:val="24"/>
          <w:szCs w:val="24"/>
        </w:rPr>
      </w:pPr>
      <w:bookmarkStart w:id="105" w:name="_Toc203648561"/>
      <w:r w:rsidRPr="004E4449">
        <w:rPr>
          <w:rFonts w:eastAsiaTheme="majorEastAsia" w:cstheme="majorBidi"/>
          <w:color w:val="00A6A3"/>
          <w:sz w:val="24"/>
          <w:szCs w:val="24"/>
        </w:rPr>
        <w:t>Mesure de la durée d’arrêt</w:t>
      </w:r>
      <w:bookmarkEnd w:id="105"/>
    </w:p>
    <w:p w14:paraId="4C761EBE"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La période d'arrêt commence à la réception de l'appel, du courriel ou du signalement d’INRAE sur le support dédié du titulaire. Si l'accès du personnel du titulaire auprès de l’instrument est différé du fait d’INRAE, le décomptage de la période d'arrêt reprend dès que le matériel est mis à la disposition du personnel du titulaire. </w:t>
      </w:r>
    </w:p>
    <w:p w14:paraId="6A8646A6"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La période d'arrêt cesse lorsque le personnel du titulaire remet l’instrument concerné, en état de marche, à la disposition d’INRAE. </w:t>
      </w:r>
    </w:p>
    <w:p w14:paraId="3C513029"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Les heures de début et de fin de la période d'arrêt sont relevées sur un carnet de bord.</w:t>
      </w:r>
    </w:p>
    <w:p w14:paraId="6039A539" w14:textId="77777777" w:rsidR="00A26305" w:rsidRPr="009D115A" w:rsidRDefault="00A26305" w:rsidP="009D115A">
      <w:pPr>
        <w:pStyle w:val="Titre2"/>
      </w:pPr>
      <w:bookmarkStart w:id="106" w:name="_Toc203648562"/>
      <w:r w:rsidRPr="009D115A">
        <w:t>Taux de disponibilité</w:t>
      </w:r>
      <w:bookmarkEnd w:id="106"/>
    </w:p>
    <w:p w14:paraId="1E847205"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INRAE et le titulaire conviennent de mesurer le taux de disponibilité annuel dudit équipement. </w:t>
      </w:r>
    </w:p>
    <w:p w14:paraId="5A16FC63"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Ce taux est défini par la formule suivante : </w:t>
      </w:r>
    </w:p>
    <w:p w14:paraId="3EDD4240"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 xml:space="preserve">T = 100(1-T1/T2) exprimé en % </w:t>
      </w:r>
    </w:p>
    <w:p w14:paraId="49435463"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Dans laquelle :</w:t>
      </w:r>
    </w:p>
    <w:p w14:paraId="37092A37" w14:textId="77777777" w:rsidR="00A26305" w:rsidRPr="00A26305" w:rsidRDefault="00A26305" w:rsidP="003946F1">
      <w:pPr>
        <w:numPr>
          <w:ilvl w:val="0"/>
          <w:numId w:val="12"/>
        </w:numPr>
        <w:rPr>
          <w:rFonts w:ascii="AvenirNext LT Pro LightCn" w:hAnsi="AvenirNext LT Pro LightCn"/>
        </w:rPr>
      </w:pPr>
      <w:r w:rsidRPr="00A26305">
        <w:rPr>
          <w:rFonts w:ascii="AvenirNext LT Pro LightCn" w:hAnsi="AvenirNext LT Pro LightCn"/>
        </w:rPr>
        <w:t>T1 représente la somme des durées d’arrêt définies au paragraphe « Mesure de la durée d’arrêt » sur la période de mesure considérée (annuellement)</w:t>
      </w:r>
    </w:p>
    <w:p w14:paraId="75A5480F" w14:textId="77777777" w:rsidR="00A26305" w:rsidRPr="00A26305" w:rsidRDefault="00A26305" w:rsidP="003946F1">
      <w:pPr>
        <w:numPr>
          <w:ilvl w:val="0"/>
          <w:numId w:val="12"/>
        </w:numPr>
        <w:rPr>
          <w:rFonts w:ascii="AvenirNext LT Pro LightCn" w:hAnsi="AvenirNext LT Pro LightCn"/>
        </w:rPr>
      </w:pPr>
      <w:r w:rsidRPr="00A26305">
        <w:rPr>
          <w:rFonts w:ascii="AvenirNext LT Pro LightCn" w:hAnsi="AvenirNext LT Pro LightCn"/>
        </w:rPr>
        <w:t>T2 représente la durée d’utilisation annuelle effective de l’équipement.</w:t>
      </w:r>
    </w:p>
    <w:p w14:paraId="60CA5D9C" w14:textId="77777777" w:rsidR="00A26305" w:rsidRPr="004E4449" w:rsidRDefault="00A26305" w:rsidP="003946F1">
      <w:pPr>
        <w:keepNext/>
        <w:keepLines/>
        <w:numPr>
          <w:ilvl w:val="2"/>
          <w:numId w:val="13"/>
        </w:numPr>
        <w:spacing w:before="360" w:after="240"/>
        <w:outlineLvl w:val="2"/>
        <w:rPr>
          <w:rFonts w:eastAsiaTheme="majorEastAsia" w:cstheme="majorBidi"/>
          <w:color w:val="00A6A3"/>
          <w:sz w:val="24"/>
          <w:szCs w:val="24"/>
        </w:rPr>
      </w:pPr>
      <w:bookmarkStart w:id="107" w:name="_Toc203648563"/>
      <w:r w:rsidRPr="004E4449">
        <w:rPr>
          <w:rFonts w:eastAsiaTheme="majorEastAsia" w:cstheme="majorBidi"/>
          <w:color w:val="00A6A3"/>
          <w:sz w:val="24"/>
          <w:szCs w:val="24"/>
        </w:rPr>
        <w:t>Délai maximal autorisé</w:t>
      </w:r>
      <w:bookmarkEnd w:id="107"/>
    </w:p>
    <w:p w14:paraId="4E7614BE"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Le délai maximal autorisé est décompté à partir du jour et de l’heure du signalement par INRAE aux services du titulaire, tel que décrit au paragraphe « Mesure de la durée d’arrêt ».</w:t>
      </w:r>
    </w:p>
    <w:p w14:paraId="2306AC85" w14:textId="77777777" w:rsidR="00A26305" w:rsidRPr="00A26305" w:rsidRDefault="00A26305" w:rsidP="00A26305">
      <w:pPr>
        <w:rPr>
          <w:rFonts w:ascii="AvenirNext LT Pro LightCn" w:hAnsi="AvenirNext LT Pro LightCn"/>
        </w:rPr>
      </w:pPr>
      <w:r w:rsidRPr="00A26305">
        <w:rPr>
          <w:rFonts w:ascii="AvenirNext LT Pro LightCn" w:hAnsi="AvenirNext LT Pro LightCn"/>
        </w:rPr>
        <w:t>Le titulaire devra minimiser son délai d’intervention afin de ne pas dégrader le taux de disponibilité de l’équipement.</w:t>
      </w:r>
    </w:p>
    <w:p w14:paraId="2C3B3388" w14:textId="77777777" w:rsidR="000E3328" w:rsidRPr="009D115A" w:rsidRDefault="000E3328" w:rsidP="009D115A">
      <w:pPr>
        <w:pStyle w:val="Titre2"/>
      </w:pPr>
      <w:bookmarkStart w:id="108" w:name="_Toc203648564"/>
      <w:r w:rsidRPr="009D115A">
        <w:t>– Emballage et transport</w:t>
      </w:r>
      <w:bookmarkEnd w:id="108"/>
    </w:p>
    <w:p w14:paraId="4CEEF5C0" w14:textId="77777777" w:rsidR="00A26305" w:rsidRPr="00DB5EBE" w:rsidRDefault="00A26305" w:rsidP="00A26305">
      <w:pPr>
        <w:rPr>
          <w:rFonts w:ascii="AvenirNext LT Pro LightCn" w:hAnsi="AvenirNext LT Pro LightCn"/>
        </w:rPr>
      </w:pPr>
      <w:r w:rsidRPr="00DB5EBE">
        <w:rPr>
          <w:rFonts w:ascii="AvenirNext LT Pro LightCn" w:hAnsi="AvenirNext LT Pro LightCn"/>
        </w:rPr>
        <w:t>Les inscriptions sur les emballages livrés au titre du présent marché doivent être libellées en français, en application de la loi n°94-665 du 4 août 1994 et sa circulaire du 19 mars 1996, publiée au Journal Officiel du 20 mars 1996.</w:t>
      </w:r>
    </w:p>
    <w:p w14:paraId="06569235" w14:textId="77777777" w:rsidR="00A26305" w:rsidRPr="00DB5EBE" w:rsidRDefault="00A26305" w:rsidP="00A26305">
      <w:pPr>
        <w:rPr>
          <w:rFonts w:ascii="AvenirNext LT Pro LightCn" w:hAnsi="AvenirNext LT Pro LightCn"/>
        </w:rPr>
      </w:pPr>
      <w:r w:rsidRPr="00DB5EBE">
        <w:rPr>
          <w:rFonts w:ascii="AvenirNext LT Pro LightCn" w:hAnsi="AvenirNext LT Pro LightCn"/>
        </w:rPr>
        <w:t>Les risques afférents au transport et à la livraison de l’équipement sont à la charge du titulaire.</w:t>
      </w:r>
    </w:p>
    <w:p w14:paraId="4233AB5C" w14:textId="77777777" w:rsidR="00A26305" w:rsidRDefault="00A26305" w:rsidP="00A26305">
      <w:pPr>
        <w:rPr>
          <w:rFonts w:ascii="AvenirNext LT Pro LightCn" w:hAnsi="AvenirNext LT Pro LightCn"/>
        </w:rPr>
      </w:pPr>
      <w:r w:rsidRPr="00DB5EBE">
        <w:rPr>
          <w:rFonts w:ascii="AvenirNext LT Pro LightCn" w:hAnsi="AvenirNext LT Pro LightCn"/>
        </w:rPr>
        <w:lastRenderedPageBreak/>
        <w:t>La récupération des emballages relatifs aux matériels livrés est à la charge du titulaire.</w:t>
      </w:r>
    </w:p>
    <w:p w14:paraId="5341B36D" w14:textId="77777777" w:rsidR="00A26305" w:rsidRPr="00004A13" w:rsidRDefault="00A26305" w:rsidP="00A26305">
      <w:pPr>
        <w:rPr>
          <w:rFonts w:ascii="AvenirNext LT Pro LightCn" w:hAnsi="AvenirNext LT Pro LightCn"/>
          <w:b/>
        </w:rPr>
      </w:pPr>
      <w:r w:rsidRPr="00004A13">
        <w:rPr>
          <w:rFonts w:ascii="AvenirNext LT Pro LightCn" w:hAnsi="AvenirNext LT Pro LightCn"/>
          <w:b/>
        </w:rPr>
        <w:t>Le titulaire est incité à utiliser un emballage respectueux de l’environnement, notamment :</w:t>
      </w:r>
    </w:p>
    <w:p w14:paraId="1A8D2F9F"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pour lesquels les déchets produits lors de leur fabrication sont traités pour en réduire les impacts écologiques négatifs ;</w:t>
      </w:r>
    </w:p>
    <w:p w14:paraId="3568A421"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comprenant des matériaux recyclés ;</w:t>
      </w:r>
    </w:p>
    <w:p w14:paraId="0A6D56C4"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réutilisables ;</w:t>
      </w:r>
    </w:p>
    <w:p w14:paraId="1FA64957"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diminuant le volume d’emballage utilisé ;</w:t>
      </w:r>
    </w:p>
    <w:p w14:paraId="4958418E" w14:textId="77777777" w:rsidR="00A26305" w:rsidRDefault="00A26305" w:rsidP="00A26305">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assurant le recyclage des emballages utilisés.</w:t>
      </w:r>
    </w:p>
    <w:p w14:paraId="59D7D234" w14:textId="77777777" w:rsidR="00A26305" w:rsidRDefault="00A26305" w:rsidP="00A26305">
      <w:pPr>
        <w:spacing w:before="40" w:after="40"/>
        <w:rPr>
          <w:rFonts w:ascii="AvenirNext LT Pro LightCn" w:hAnsi="AvenirNext LT Pro LightCn"/>
        </w:rPr>
      </w:pPr>
    </w:p>
    <w:p w14:paraId="47A80B21" w14:textId="77777777" w:rsidR="00A26305" w:rsidRDefault="00A26305" w:rsidP="00A26305">
      <w:pPr>
        <w:spacing w:before="40" w:after="40"/>
        <w:rPr>
          <w:rFonts w:ascii="AvenirNext LT Pro LightCn" w:hAnsi="AvenirNext LT Pro LightCn"/>
        </w:rPr>
      </w:pPr>
      <w:r>
        <w:rPr>
          <w:rFonts w:ascii="AvenirNext LT Pro LightCn" w:hAnsi="AvenirNext LT Pro LightCn"/>
        </w:rPr>
        <w:t>L</w:t>
      </w:r>
      <w:r w:rsidRPr="00004A13">
        <w:rPr>
          <w:rFonts w:ascii="AvenirNext LT Pro LightCn" w:hAnsi="AvenirNext LT Pro LightCn"/>
          <w:b/>
        </w:rPr>
        <w:t>a prestation de transport peut également faire l’objet d’efforts écologiques de la part du titulaire, notamment :</w:t>
      </w:r>
    </w:p>
    <w:p w14:paraId="14BFBC98"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Si le délai de livraison le permet, en évitant le recours à l’avion ;</w:t>
      </w:r>
    </w:p>
    <w:p w14:paraId="1AB2D143"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utilisant des véhicules économes en carburant traditionnel ;</w:t>
      </w:r>
    </w:p>
    <w:p w14:paraId="5912BA1A"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utilisant des véhicules totalement ou partiellement électriques ou compatibles GPL ou GNV ;</w:t>
      </w:r>
    </w:p>
    <w:p w14:paraId="3E7A4B37" w14:textId="556F4696"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recourant à des véhicules réduisant les nuisances sonores.</w:t>
      </w:r>
    </w:p>
    <w:p w14:paraId="63992BA6" w14:textId="77777777" w:rsidR="00AB563A" w:rsidRPr="00BC2BFF" w:rsidRDefault="00AB563A" w:rsidP="009D115A">
      <w:pPr>
        <w:pStyle w:val="Titre2"/>
      </w:pPr>
      <w:bookmarkStart w:id="109" w:name="_Toc41990868"/>
      <w:bookmarkStart w:id="110" w:name="_Toc203648565"/>
      <w:r w:rsidRPr="00BC2BFF">
        <w:t>– Livraison</w:t>
      </w:r>
      <w:bookmarkEnd w:id="109"/>
      <w:bookmarkEnd w:id="110"/>
    </w:p>
    <w:p w14:paraId="5E0F8ED2" w14:textId="77777777" w:rsidR="00DB60DB" w:rsidRPr="00765801" w:rsidRDefault="004B5016" w:rsidP="00DB60DB">
      <w:pPr>
        <w:jc w:val="left"/>
        <w:rPr>
          <w:rFonts w:ascii="AvenirNext LT Pro LightCn" w:hAnsi="AvenirNext LT Pro LightCn"/>
        </w:rPr>
      </w:pPr>
      <w:r w:rsidRPr="00765801">
        <w:rPr>
          <w:rFonts w:ascii="AvenirNext LT Pro LightCn" w:hAnsi="AvenirNext LT Pro LightCn"/>
        </w:rPr>
        <w:t xml:space="preserve">Les livraisons doivent être effectuées aux heures d’ouverture </w:t>
      </w:r>
      <w:r w:rsidR="007341C3" w:rsidRPr="00765801">
        <w:rPr>
          <w:rFonts w:ascii="AvenirNext LT Pro LightCn" w:hAnsi="AvenirNext LT Pro LightCn"/>
        </w:rPr>
        <w:t>suivantes :</w:t>
      </w:r>
    </w:p>
    <w:p w14:paraId="588912F5" w14:textId="497EB41C" w:rsidR="00DB60DB" w:rsidRPr="00765801" w:rsidRDefault="00DB60DB" w:rsidP="00DB60DB">
      <w:pPr>
        <w:jc w:val="left"/>
        <w:rPr>
          <w:rFonts w:ascii="AvenirNext LT Pro LightCn" w:hAnsi="AvenirNext LT Pro LightCn"/>
          <w:color w:val="E36C0A" w:themeColor="accent6" w:themeShade="BF"/>
        </w:rPr>
      </w:pPr>
      <w:r w:rsidRPr="00765801">
        <w:rPr>
          <w:rFonts w:ascii="AvenirNext LT Pro LightCn" w:hAnsi="AvenirNext LT Pro LightCn"/>
          <w:color w:val="222222"/>
          <w:shd w:val="clear" w:color="auto" w:fill="FFFFFF"/>
        </w:rPr>
        <w:t xml:space="preserve">Du lundi au vendredi, de </w:t>
      </w:r>
      <w:r w:rsidR="001952FA" w:rsidRPr="00765801">
        <w:rPr>
          <w:rFonts w:ascii="AvenirNext LT Pro LightCn" w:hAnsi="AvenirNext LT Pro LightCn"/>
          <w:color w:val="222222"/>
          <w:shd w:val="clear" w:color="auto" w:fill="FFFFFF"/>
        </w:rPr>
        <w:t>9</w:t>
      </w:r>
      <w:r w:rsidRPr="00765801">
        <w:rPr>
          <w:rFonts w:ascii="AvenirNext LT Pro LightCn" w:hAnsi="AvenirNext LT Pro LightCn"/>
          <w:color w:val="222222"/>
          <w:shd w:val="clear" w:color="auto" w:fill="FFFFFF"/>
        </w:rPr>
        <w:t xml:space="preserve">h30 à </w:t>
      </w:r>
      <w:r w:rsidR="001952FA" w:rsidRPr="00765801">
        <w:rPr>
          <w:rFonts w:ascii="AvenirNext LT Pro LightCn" w:hAnsi="AvenirNext LT Pro LightCn"/>
          <w:color w:val="222222"/>
          <w:shd w:val="clear" w:color="auto" w:fill="FFFFFF"/>
        </w:rPr>
        <w:t>17h30</w:t>
      </w:r>
      <w:r w:rsidRPr="00765801">
        <w:rPr>
          <w:rFonts w:ascii="AvenirNext LT Pro LightCn" w:hAnsi="AvenirNext LT Pro LightCn"/>
          <w:color w:val="222222"/>
          <w:shd w:val="clear" w:color="auto" w:fill="FFFFFF"/>
        </w:rPr>
        <w:t>.</w:t>
      </w:r>
      <w:r w:rsidRPr="00765801">
        <w:rPr>
          <w:rFonts w:ascii="AvenirNext LT Pro LightCn" w:hAnsi="AvenirNext LT Pro LightCn"/>
          <w:color w:val="222222"/>
        </w:rPr>
        <w:br/>
      </w:r>
      <w:r w:rsidRPr="00765801">
        <w:rPr>
          <w:rFonts w:ascii="AvenirNext LT Pro LightCn" w:hAnsi="AvenirNext LT Pro LightCn"/>
          <w:color w:val="222222"/>
          <w:shd w:val="clear" w:color="auto" w:fill="FFFFFF"/>
        </w:rPr>
        <w:t>Tél. : 01 89 10 00 00.</w:t>
      </w:r>
    </w:p>
    <w:p w14:paraId="5F258251" w14:textId="0147C87A" w:rsidR="007341C3" w:rsidRPr="00765801" w:rsidRDefault="007341C3" w:rsidP="00DB60DB">
      <w:pPr>
        <w:jc w:val="left"/>
        <w:rPr>
          <w:rFonts w:ascii="AvenirNext LT Pro LightCn" w:hAnsi="AvenirNext LT Pro LightCn"/>
        </w:rPr>
      </w:pPr>
      <w:proofErr w:type="gramStart"/>
      <w:r w:rsidRPr="00765801">
        <w:rPr>
          <w:rFonts w:ascii="AvenirNext LT Pro LightCn" w:hAnsi="AvenirNext LT Pro LightCn"/>
        </w:rPr>
        <w:t>et</w:t>
      </w:r>
      <w:proofErr w:type="gramEnd"/>
      <w:r w:rsidRPr="00765801">
        <w:rPr>
          <w:rFonts w:ascii="AvenirNext LT Pro LightCn" w:hAnsi="AvenirNext LT Pro LightCn"/>
        </w:rPr>
        <w:t xml:space="preserve"> au lieu suivant</w:t>
      </w:r>
      <w:r w:rsidR="00DB60DB" w:rsidRPr="00765801">
        <w:rPr>
          <w:rFonts w:ascii="AvenirNext LT Pro LightCn" w:hAnsi="AvenirNext LT Pro LightCn"/>
        </w:rPr>
        <w:t> :</w:t>
      </w:r>
    </w:p>
    <w:p w14:paraId="5F541215" w14:textId="77777777" w:rsidR="00DB60DB" w:rsidRPr="00765801" w:rsidRDefault="00DB60DB" w:rsidP="00DB60DB">
      <w:pPr>
        <w:spacing w:before="0" w:after="0"/>
        <w:jc w:val="left"/>
        <w:rPr>
          <w:rFonts w:ascii="AvenirNext LT Pro LightCn" w:hAnsi="AvenirNext LT Pro LightCn"/>
        </w:rPr>
      </w:pPr>
      <w:bookmarkStart w:id="111" w:name="_Hlk201225580"/>
      <w:r w:rsidRPr="00765801">
        <w:rPr>
          <w:rFonts w:ascii="AvenirNext LT Pro LightCn" w:hAnsi="AvenirNext LT Pro LightCn"/>
        </w:rPr>
        <w:t xml:space="preserve">Campus Agro Paris-Saclay  </w:t>
      </w:r>
    </w:p>
    <w:p w14:paraId="3746A5CB" w14:textId="77777777" w:rsidR="00DB60DB" w:rsidRPr="00765801" w:rsidRDefault="00DB60DB" w:rsidP="00DB60DB">
      <w:pPr>
        <w:spacing w:before="0" w:after="0"/>
        <w:jc w:val="left"/>
        <w:rPr>
          <w:rFonts w:ascii="AvenirNext LT Pro LightCn" w:hAnsi="AvenirNext LT Pro LightCn"/>
        </w:rPr>
      </w:pPr>
      <w:r w:rsidRPr="00765801">
        <w:rPr>
          <w:rFonts w:ascii="AvenirNext LT Pro LightCn" w:hAnsi="AvenirNext LT Pro LightCn"/>
        </w:rPr>
        <w:t xml:space="preserve"> INRAE- </w:t>
      </w:r>
      <w:proofErr w:type="spellStart"/>
      <w:r w:rsidRPr="00765801">
        <w:rPr>
          <w:rFonts w:ascii="AvenirNext LT Pro LightCn" w:hAnsi="AvenirNext LT Pro LightCn"/>
        </w:rPr>
        <w:t>AgroParis</w:t>
      </w:r>
      <w:proofErr w:type="spellEnd"/>
      <w:r w:rsidRPr="00765801">
        <w:rPr>
          <w:rFonts w:ascii="AvenirNext LT Pro LightCn" w:hAnsi="AvenirNext LT Pro LightCn"/>
        </w:rPr>
        <w:t xml:space="preserve"> Tech – UR1290 BIOGER – Bâtiment F</w:t>
      </w:r>
    </w:p>
    <w:p w14:paraId="2C532162" w14:textId="77777777" w:rsidR="00DB60DB" w:rsidRPr="00765801" w:rsidRDefault="00DB60DB" w:rsidP="00DB60DB">
      <w:pPr>
        <w:spacing w:before="0" w:after="0"/>
        <w:jc w:val="left"/>
        <w:rPr>
          <w:rFonts w:ascii="AvenirNext LT Pro LightCn" w:hAnsi="AvenirNext LT Pro LightCn"/>
        </w:rPr>
      </w:pPr>
      <w:r w:rsidRPr="00765801">
        <w:rPr>
          <w:rFonts w:ascii="AvenirNext LT Pro LightCn" w:hAnsi="AvenirNext LT Pro LightCn"/>
        </w:rPr>
        <w:t>22 place de l’Agronomie – 91120 PALAISEAU</w:t>
      </w:r>
    </w:p>
    <w:bookmarkEnd w:id="111"/>
    <w:p w14:paraId="4AA4E07F" w14:textId="10D03530" w:rsidR="00DB60DB" w:rsidRDefault="00DB60DB" w:rsidP="00DB60DB">
      <w:pPr>
        <w:spacing w:before="240"/>
      </w:pPr>
      <w:r w:rsidRPr="00DB60DB">
        <w:fldChar w:fldCharType="begin"/>
      </w:r>
      <w:r w:rsidRPr="00DB60DB">
        <w:instrText xml:space="preserve"> HYPERLINK "https://bioger.versailles-saclay.hub.inrae.fr/acces" </w:instrText>
      </w:r>
      <w:r w:rsidRPr="00DB60DB">
        <w:fldChar w:fldCharType="separate"/>
      </w:r>
      <w:r w:rsidRPr="00DB60DB">
        <w:rPr>
          <w:color w:val="0000FF"/>
          <w:u w:val="single"/>
        </w:rPr>
        <w:t>Accès</w:t>
      </w:r>
      <w:r w:rsidRPr="00DB60DB">
        <w:fldChar w:fldCharType="end"/>
      </w:r>
    </w:p>
    <w:p w14:paraId="0C487BD4" w14:textId="4E8475B8" w:rsidR="004B5016" w:rsidRDefault="004B5016" w:rsidP="005C5233">
      <w:pPr>
        <w:spacing w:before="240"/>
      </w:pPr>
      <w:r w:rsidRPr="00BC2BFF">
        <w:t xml:space="preserve">Par dérogation aux stipulations de l’article </w:t>
      </w:r>
      <w:r w:rsidR="003824D0" w:rsidRPr="003824D0">
        <w:t xml:space="preserve">19 </w:t>
      </w:r>
      <w:r w:rsidRPr="003824D0">
        <w:t>du</w:t>
      </w:r>
      <w:r w:rsidRPr="00BC2BFF">
        <w:t xml:space="preserve"> CCAG-FCS, INRAE n’informe pas systématiquement le titulaire de la disponibilité des locaux destinés à l’installation du matériel, </w:t>
      </w:r>
      <w:r w:rsidR="003A6A99">
        <w:t xml:space="preserve">dans le délai de </w:t>
      </w:r>
      <w:r w:rsidRPr="00BC2BFF">
        <w:t>quinze jours au moins, avant la livraison de celui-ci.</w:t>
      </w:r>
    </w:p>
    <w:p w14:paraId="53C31BF4" w14:textId="77777777" w:rsidR="004B5016" w:rsidRPr="00BC2BFF" w:rsidRDefault="004B5016" w:rsidP="004B5016">
      <w:r w:rsidRPr="00BC2BFF">
        <w:t xml:space="preserve">Par dérogation aux dispositions de l’article </w:t>
      </w:r>
      <w:r w:rsidR="003824D0">
        <w:t>21.2</w:t>
      </w:r>
      <w:r w:rsidRPr="00BC2BFF">
        <w:t xml:space="preserve"> du CCAG-FCS, le bon de livraison doit faire apparaitre :</w:t>
      </w:r>
    </w:p>
    <w:p w14:paraId="7F14325C" w14:textId="77777777" w:rsidR="004B5016" w:rsidRPr="00BC2BFF" w:rsidRDefault="004B5016" w:rsidP="001A72C8">
      <w:pPr>
        <w:pStyle w:val="Paragraphedeliste"/>
        <w:numPr>
          <w:ilvl w:val="0"/>
          <w:numId w:val="4"/>
        </w:numPr>
        <w:spacing w:before="40" w:after="0"/>
        <w:ind w:left="714" w:hanging="357"/>
      </w:pPr>
      <w:r w:rsidRPr="00BC2BFF">
        <w:t>La date d’expédition</w:t>
      </w:r>
    </w:p>
    <w:p w14:paraId="44DCE1A4" w14:textId="77777777" w:rsidR="004B5016" w:rsidRPr="00BC2BFF" w:rsidRDefault="004B5016" w:rsidP="001A72C8">
      <w:pPr>
        <w:pStyle w:val="Paragraphedeliste"/>
        <w:numPr>
          <w:ilvl w:val="0"/>
          <w:numId w:val="4"/>
        </w:numPr>
        <w:spacing w:before="40" w:after="0"/>
        <w:ind w:left="714" w:hanging="357"/>
      </w:pPr>
      <w:r w:rsidRPr="00BC2BFF">
        <w:t>Le destinataire</w:t>
      </w:r>
    </w:p>
    <w:p w14:paraId="68C931E8" w14:textId="77777777" w:rsidR="004B5016" w:rsidRPr="00BC2BFF" w:rsidRDefault="004B5016" w:rsidP="001A72C8">
      <w:pPr>
        <w:pStyle w:val="Paragraphedeliste"/>
        <w:numPr>
          <w:ilvl w:val="0"/>
          <w:numId w:val="4"/>
        </w:numPr>
        <w:spacing w:before="40" w:after="0"/>
        <w:ind w:left="714" w:hanging="357"/>
      </w:pPr>
      <w:r w:rsidRPr="00BC2BFF">
        <w:t>L’adresse de livraison</w:t>
      </w:r>
    </w:p>
    <w:p w14:paraId="098C8F9D" w14:textId="77777777" w:rsidR="004B5016" w:rsidRPr="00BC2BFF" w:rsidRDefault="004B5016" w:rsidP="001A72C8">
      <w:pPr>
        <w:pStyle w:val="Paragraphedeliste"/>
        <w:numPr>
          <w:ilvl w:val="0"/>
          <w:numId w:val="4"/>
        </w:numPr>
        <w:spacing w:before="40" w:after="0"/>
        <w:ind w:left="714" w:hanging="357"/>
      </w:pPr>
      <w:r w:rsidRPr="00BC2BFF">
        <w:t>La référence du marché</w:t>
      </w:r>
    </w:p>
    <w:p w14:paraId="706E36F3" w14:textId="77777777" w:rsidR="004B5016" w:rsidRPr="00BC2BFF" w:rsidRDefault="004B5016" w:rsidP="001A72C8">
      <w:pPr>
        <w:pStyle w:val="Paragraphedeliste"/>
        <w:numPr>
          <w:ilvl w:val="0"/>
          <w:numId w:val="4"/>
        </w:numPr>
        <w:spacing w:before="40" w:after="0"/>
        <w:ind w:left="714" w:hanging="357"/>
      </w:pPr>
      <w:r w:rsidRPr="00BC2BFF">
        <w:t>L’identification du titulaire</w:t>
      </w:r>
    </w:p>
    <w:p w14:paraId="4F3EFBF7" w14:textId="77777777" w:rsidR="004B5016" w:rsidRPr="00BC2BFF" w:rsidRDefault="004B5016" w:rsidP="001A72C8">
      <w:pPr>
        <w:pStyle w:val="Paragraphedeliste"/>
        <w:numPr>
          <w:ilvl w:val="0"/>
          <w:numId w:val="4"/>
        </w:numPr>
        <w:spacing w:before="40" w:after="0"/>
        <w:ind w:left="714" w:hanging="357"/>
      </w:pPr>
      <w:r w:rsidRPr="00BC2BFF">
        <w:t>L’identification des fournitures livrées et, quand il y a lieu, leur répartition par colis</w:t>
      </w:r>
    </w:p>
    <w:p w14:paraId="3E551DF4" w14:textId="0D1FB6A5" w:rsidR="004B5016" w:rsidRDefault="004B5016" w:rsidP="001A72C8">
      <w:pPr>
        <w:pStyle w:val="Paragraphedeliste"/>
        <w:numPr>
          <w:ilvl w:val="0"/>
          <w:numId w:val="4"/>
        </w:numPr>
        <w:spacing w:before="40" w:after="0"/>
        <w:ind w:left="714" w:hanging="357"/>
      </w:pPr>
      <w:r w:rsidRPr="00BC2BFF">
        <w:t>Le numéro du ou des lots de fabrication, dans le cas où la réglementation l’impose en matière d’étiquetage. Chaque colis doit porter de façon apparente son numéro d’ordre, tel qu’il figure sur le bon de livraison ou l’état. Il renferme l’inventaire de son contenu.</w:t>
      </w:r>
    </w:p>
    <w:p w14:paraId="14AE9B74" w14:textId="77777777" w:rsidR="00DB60DB" w:rsidRPr="00BC2BFF" w:rsidRDefault="00DB60DB" w:rsidP="00DB60DB">
      <w:pPr>
        <w:spacing w:before="40" w:after="0"/>
      </w:pPr>
    </w:p>
    <w:p w14:paraId="626AF0B5" w14:textId="77777777" w:rsidR="00AB563A" w:rsidRPr="00BC2BFF" w:rsidRDefault="00AB563A" w:rsidP="009D115A">
      <w:pPr>
        <w:pStyle w:val="Titre2"/>
      </w:pPr>
      <w:bookmarkStart w:id="112" w:name="_Toc41990869"/>
      <w:bookmarkStart w:id="113" w:name="_Toc203648566"/>
      <w:r w:rsidRPr="00BC2BFF">
        <w:lastRenderedPageBreak/>
        <w:t>– Documentation à fournir</w:t>
      </w:r>
      <w:bookmarkEnd w:id="112"/>
      <w:bookmarkEnd w:id="113"/>
    </w:p>
    <w:p w14:paraId="3BA12C24" w14:textId="77777777" w:rsidR="00306FE6" w:rsidRPr="00306FE6" w:rsidRDefault="00306FE6" w:rsidP="00306FE6">
      <w:r w:rsidRPr="00306FE6">
        <w:t>Le titulaire s’engage à fournir la documentation suivante :</w:t>
      </w:r>
    </w:p>
    <w:p w14:paraId="3127397F" w14:textId="77777777" w:rsidR="00E34666" w:rsidRPr="00DB60DB" w:rsidRDefault="00E34666" w:rsidP="003946F1">
      <w:pPr>
        <w:pStyle w:val="Paragraphedeliste"/>
        <w:numPr>
          <w:ilvl w:val="0"/>
          <w:numId w:val="7"/>
        </w:numPr>
        <w:contextualSpacing/>
        <w:rPr>
          <w:sz w:val="20"/>
          <w:szCs w:val="20"/>
        </w:rPr>
      </w:pPr>
      <w:r w:rsidRPr="00DB60DB">
        <w:t>Notice détaillée, si possible en langue française, précisant les modalités et les conditions d’utilisation de l’ensemble des fournitures livrées (équipement, logiciels)</w:t>
      </w:r>
    </w:p>
    <w:p w14:paraId="48D57D80" w14:textId="77777777" w:rsidR="00E34666" w:rsidRPr="00DB60DB" w:rsidRDefault="00E34666" w:rsidP="003946F1">
      <w:pPr>
        <w:pStyle w:val="Paragraphedeliste"/>
        <w:numPr>
          <w:ilvl w:val="0"/>
          <w:numId w:val="7"/>
        </w:numPr>
        <w:spacing w:after="240"/>
        <w:ind w:left="714" w:hanging="357"/>
        <w:contextualSpacing/>
        <w:rPr>
          <w:sz w:val="20"/>
          <w:szCs w:val="20"/>
        </w:rPr>
      </w:pPr>
      <w:r w:rsidRPr="00DB60DB">
        <w:t>Certificats de conformité aux normes CE des fournitures</w:t>
      </w:r>
    </w:p>
    <w:p w14:paraId="413C7277" w14:textId="181536C0" w:rsidR="00E34666" w:rsidRPr="00DB60DB" w:rsidRDefault="00E34666" w:rsidP="003946F1">
      <w:pPr>
        <w:pStyle w:val="Paragraphedeliste"/>
        <w:numPr>
          <w:ilvl w:val="0"/>
          <w:numId w:val="7"/>
        </w:numPr>
        <w:spacing w:after="240"/>
        <w:ind w:left="714" w:hanging="357"/>
        <w:contextualSpacing/>
        <w:rPr>
          <w:sz w:val="20"/>
          <w:szCs w:val="20"/>
        </w:rPr>
      </w:pPr>
      <w:r w:rsidRPr="00DB60DB">
        <w:t xml:space="preserve"> Manuel de formation des utilisateurs</w:t>
      </w:r>
      <w:r w:rsidR="00DB60DB" w:rsidRPr="00DB60DB">
        <w:t>.</w:t>
      </w:r>
    </w:p>
    <w:p w14:paraId="66FFF98A" w14:textId="6145EBAA" w:rsidR="00E1299C" w:rsidRPr="00765801" w:rsidRDefault="00E1299C" w:rsidP="009D115A">
      <w:pPr>
        <w:pStyle w:val="Titre2"/>
        <w:rPr>
          <w:sz w:val="20"/>
          <w:szCs w:val="20"/>
        </w:rPr>
      </w:pPr>
      <w:bookmarkStart w:id="114" w:name="_Toc203648567"/>
      <w:r w:rsidRPr="00765801">
        <w:t>– Licence logiciel</w:t>
      </w:r>
      <w:bookmarkEnd w:id="114"/>
      <w:r w:rsidR="00F7235A" w:rsidRPr="00765801">
        <w:t xml:space="preserve"> </w:t>
      </w:r>
    </w:p>
    <w:p w14:paraId="05151D58" w14:textId="51BB5DAD" w:rsidR="00E1299C" w:rsidRDefault="00765801" w:rsidP="00E1299C">
      <w:r>
        <w:t>Sans objet.</w:t>
      </w:r>
    </w:p>
    <w:p w14:paraId="16137643" w14:textId="77777777" w:rsidR="004B5016" w:rsidRPr="00BC2BFF" w:rsidRDefault="004B5016" w:rsidP="009D115A">
      <w:pPr>
        <w:pStyle w:val="Titre2"/>
        <w:rPr>
          <w:sz w:val="20"/>
          <w:szCs w:val="20"/>
        </w:rPr>
      </w:pPr>
      <w:bookmarkStart w:id="115" w:name="_Toc203648568"/>
      <w:r w:rsidRPr="00BC2BFF">
        <w:t>– Formation à l’utilisation et à la maintenance de l’équipement</w:t>
      </w:r>
      <w:bookmarkEnd w:id="115"/>
    </w:p>
    <w:p w14:paraId="425DF3AE" w14:textId="64F7A1CD" w:rsidR="005C5233" w:rsidRPr="005C5233" w:rsidRDefault="004B5016" w:rsidP="00DB60DB">
      <w:pPr>
        <w:rPr>
          <w:rFonts w:ascii="AvenirNext LT Pro LightCn" w:eastAsia="Times New Roman" w:hAnsi="AvenirNext LT Pro LightCn" w:cs="Arial"/>
          <w:color w:val="000000"/>
          <w:lang w:eastAsia="fr-FR"/>
        </w:rPr>
      </w:pPr>
      <w:bookmarkStart w:id="116" w:name="_Hlk182991071"/>
      <w:r w:rsidRPr="00BC2BFF">
        <w:t xml:space="preserve">Le marché inclut, à la charge du titulaire, </w:t>
      </w:r>
      <w:r w:rsidR="00DB60DB">
        <w:t xml:space="preserve">une formation minimum dans les locaux de l’unité des utilisateurs de l’équipement. </w:t>
      </w:r>
    </w:p>
    <w:p w14:paraId="10374351" w14:textId="599CF0C9" w:rsidR="005C5233" w:rsidRDefault="00DB60DB" w:rsidP="00E1299C">
      <w:r>
        <w:t>Cette formation est effectuée</w:t>
      </w:r>
      <w:r w:rsidR="005C5233">
        <w:t xml:space="preserve"> à l’issue de la mise en service de l’équipement. </w:t>
      </w:r>
    </w:p>
    <w:p w14:paraId="525FEB1B" w14:textId="25AB726F" w:rsidR="00065251" w:rsidRDefault="00E1299C" w:rsidP="00E1299C">
      <w:r w:rsidRPr="004C6847">
        <w:t xml:space="preserve">Les lieux et dates de réalisation des formations sont précisés par INRAE après la notification du marché. </w:t>
      </w:r>
    </w:p>
    <w:p w14:paraId="44CB4F4A" w14:textId="77777777" w:rsidR="008C32FD" w:rsidRPr="00BC2BFF" w:rsidRDefault="008C32FD" w:rsidP="009D115A">
      <w:pPr>
        <w:pStyle w:val="Titre2"/>
        <w:rPr>
          <w:sz w:val="20"/>
          <w:szCs w:val="20"/>
        </w:rPr>
      </w:pPr>
      <w:bookmarkStart w:id="117" w:name="_Toc203648569"/>
      <w:bookmarkEnd w:id="116"/>
      <w:r w:rsidRPr="00BC2BFF">
        <w:t>– Brevets et licences</w:t>
      </w:r>
      <w:bookmarkEnd w:id="117"/>
    </w:p>
    <w:p w14:paraId="46AD939D" w14:textId="77777777" w:rsidR="008C32FD" w:rsidRDefault="008C32FD" w:rsidP="00E1299C">
      <w:r w:rsidRPr="00BC2BFF">
        <w:t>Le titulaire s’engage à être à jour du règlement des redevances dues au titre des brevets et licences d’exploitation des matériels distribués.</w:t>
      </w:r>
    </w:p>
    <w:p w14:paraId="0C04BDB0" w14:textId="77777777" w:rsidR="008C32FD" w:rsidRPr="00123D4B" w:rsidRDefault="008C32FD" w:rsidP="009D115A">
      <w:pPr>
        <w:pStyle w:val="Titre2"/>
        <w:rPr>
          <w:sz w:val="20"/>
          <w:szCs w:val="20"/>
        </w:rPr>
      </w:pPr>
      <w:bookmarkStart w:id="118" w:name="_Toc203648570"/>
      <w:r w:rsidRPr="00123D4B">
        <w:t xml:space="preserve">– Dispositions en cas de </w:t>
      </w:r>
      <w:proofErr w:type="spellStart"/>
      <w:r w:rsidRPr="00123D4B">
        <w:t>quench</w:t>
      </w:r>
      <w:proofErr w:type="spellEnd"/>
      <w:r w:rsidRPr="00123D4B">
        <w:t xml:space="preserve"> (spectromètres</w:t>
      </w:r>
      <w:r w:rsidR="00890070" w:rsidRPr="00123D4B">
        <w:t>)</w:t>
      </w:r>
      <w:bookmarkEnd w:id="118"/>
    </w:p>
    <w:p w14:paraId="2CEDBFA3" w14:textId="77777777" w:rsidR="00123D4B" w:rsidRPr="00063BE9" w:rsidRDefault="00123D4B" w:rsidP="00E1299C">
      <w:r w:rsidRPr="00063BE9">
        <w:t>Sans objet.</w:t>
      </w:r>
    </w:p>
    <w:p w14:paraId="17E3DC70" w14:textId="5E2EC2CF" w:rsidR="00DF11EF" w:rsidRPr="00DF11EF" w:rsidRDefault="00DF11EF" w:rsidP="00DF11EF">
      <w:pPr>
        <w:pStyle w:val="Titre2"/>
        <w:rPr>
          <w:sz w:val="20"/>
          <w:szCs w:val="20"/>
        </w:rPr>
      </w:pPr>
      <w:bookmarkStart w:id="119" w:name="_Toc203648571"/>
      <w:r w:rsidRPr="00123D4B">
        <w:t xml:space="preserve">– </w:t>
      </w:r>
      <w:r>
        <w:t>Sous-traitance</w:t>
      </w:r>
      <w:bookmarkEnd w:id="119"/>
    </w:p>
    <w:p w14:paraId="1F66F9A7" w14:textId="3917AE06" w:rsidR="00DF11EF" w:rsidRDefault="00DF11EF" w:rsidP="00E1299C">
      <w:r w:rsidRPr="00DF11EF">
        <w:t>Les prestations de services et les travaux de pose ou d’installation pourront être sous-traitées</w:t>
      </w:r>
      <w:r>
        <w:t>, dans les conditions prévues à l’article L.2193-1 du code de la commande publique, à condition d’avoir obtenu d’INRAE, l’acceptation de chaque sous-traitant et l’agrément de ses conditions de paiement lors de la remise de son offre ou en cours d’exécution du marché.</w:t>
      </w:r>
    </w:p>
    <w:p w14:paraId="4079EFF3" w14:textId="32BAC17A" w:rsidR="00DF11EF" w:rsidRPr="00DF11EF" w:rsidRDefault="00DF11EF" w:rsidP="00DF11EF">
      <w:pPr>
        <w:autoSpaceDE w:val="0"/>
        <w:autoSpaceDN w:val="0"/>
        <w:adjustRightInd w:val="0"/>
        <w:spacing w:before="0" w:after="0"/>
      </w:pPr>
      <w:r w:rsidRPr="00DF11EF">
        <w:t xml:space="preserve">Le DC4 </w:t>
      </w:r>
      <w:r w:rsidR="00DE67AF">
        <w:t>(</w:t>
      </w:r>
      <w:hyperlink r:id="rId11" w:history="1">
        <w:r w:rsidRPr="00DF11EF">
          <w:rPr>
            <w:color w:val="0000FF"/>
            <w:u w:val="single"/>
          </w:rPr>
          <w:t>Les formulaires de déclaration du candidat | economie.gouv.fr</w:t>
        </w:r>
      </w:hyperlink>
      <w:r w:rsidR="00DE67AF">
        <w:t xml:space="preserve">) </w:t>
      </w:r>
      <w:r w:rsidRPr="00DF11EF">
        <w:t xml:space="preserve">doit être envoyé par le titulaire </w:t>
      </w:r>
      <w:r w:rsidR="00DE67AF">
        <w:t>à INRAE</w:t>
      </w:r>
      <w:r w:rsidRPr="00DF11EF">
        <w:t xml:space="preserve">, en main propre contre récépissé ou par lettre recommandée avec avis de réception ou par tout autre moyen permettant d’en attester la date et heure de réception. </w:t>
      </w:r>
    </w:p>
    <w:p w14:paraId="20F70BCE" w14:textId="5465D2DD" w:rsidR="00DF11EF" w:rsidRPr="00DF11EF" w:rsidRDefault="00DF11EF" w:rsidP="00DE67AF">
      <w:pPr>
        <w:autoSpaceDE w:val="0"/>
        <w:autoSpaceDN w:val="0"/>
        <w:adjustRightInd w:val="0"/>
        <w:spacing w:after="0"/>
      </w:pPr>
      <w:r w:rsidRPr="00DF11EF">
        <w:t xml:space="preserve">Le </w:t>
      </w:r>
      <w:r w:rsidR="00DE67AF">
        <w:t>t</w:t>
      </w:r>
      <w:r w:rsidRPr="00DF11EF">
        <w:t xml:space="preserve">itulaire avise ses sous-traitants de ce que les obligations énoncées notamment aux articles L.2193-2 à L.2193-14 du même code leur sont applicables et reste responsable du respect de celles-ci envers </w:t>
      </w:r>
      <w:r w:rsidR="00DE67AF">
        <w:t>INRAE</w:t>
      </w:r>
      <w:r w:rsidRPr="00DF11EF">
        <w:t xml:space="preserve">. </w:t>
      </w:r>
    </w:p>
    <w:p w14:paraId="6E11AC11" w14:textId="3C7FC11A" w:rsidR="00DF11EF" w:rsidRDefault="00DF11EF" w:rsidP="00DF11EF">
      <w:r w:rsidRPr="00DF11EF">
        <w:t xml:space="preserve">En tout état de cause, le </w:t>
      </w:r>
      <w:r w:rsidR="00DE67AF">
        <w:t>t</w:t>
      </w:r>
      <w:r w:rsidRPr="00DF11EF">
        <w:t xml:space="preserve">itulaire s’engage à insérer dans les documents contractuels régissant ses rapports avec son sous-traitant, l’obligation pour celui-ci de respecter l’ensemble des règles de sécurité et des règles de protection des données auxquelles le </w:t>
      </w:r>
      <w:r w:rsidR="00DE67AF">
        <w:t>t</w:t>
      </w:r>
      <w:r w:rsidRPr="00DF11EF">
        <w:t xml:space="preserve">itulaire est lui-même soumis aux termes du présent </w:t>
      </w:r>
      <w:r w:rsidR="00DE67AF">
        <w:t>marché</w:t>
      </w:r>
      <w:r w:rsidRPr="00DF11EF">
        <w:t>.</w:t>
      </w:r>
    </w:p>
    <w:p w14:paraId="3C5E8239" w14:textId="77777777" w:rsidR="009B2D4B" w:rsidRDefault="009B2D4B" w:rsidP="009B2D4B">
      <w:pPr>
        <w:pStyle w:val="Default"/>
        <w:rPr>
          <w:rFonts w:ascii="AvenirNext LT Pro LightCn" w:eastAsiaTheme="minorEastAsia" w:hAnsi="AvenirNext LT Pro LightCn" w:cs="Arial"/>
          <w:color w:val="00A6A3"/>
          <w:lang w:eastAsia="en-US"/>
        </w:rPr>
      </w:pPr>
      <w:r>
        <w:rPr>
          <w:rFonts w:ascii="AvenirNext LT Pro LightCn" w:hAnsi="AvenirNext LT Pro LightCn"/>
          <w:b/>
          <w:bCs/>
          <w:color w:val="00A6A3"/>
        </w:rPr>
        <w:t xml:space="preserve">Paiement direct du sous-traitant </w:t>
      </w:r>
      <w:r>
        <w:rPr>
          <w:rFonts w:ascii="AvenirNext LT Pro LightCn" w:hAnsi="AvenirNext LT Pro LightCn"/>
          <w:color w:val="00A6A3"/>
        </w:rPr>
        <w:t xml:space="preserve">: </w:t>
      </w:r>
    </w:p>
    <w:p w14:paraId="1B8414A8" w14:textId="77777777" w:rsidR="009B2D4B" w:rsidRDefault="009B2D4B" w:rsidP="009B2D4B">
      <w:pPr>
        <w:pStyle w:val="Default"/>
        <w:spacing w:before="120"/>
        <w:jc w:val="both"/>
        <w:rPr>
          <w:rFonts w:ascii="AvenirNext LT Pro Cn" w:eastAsiaTheme="minorHAnsi" w:hAnsi="AvenirNext LT Pro Cn" w:cstheme="minorBidi"/>
          <w:color w:val="auto"/>
          <w:sz w:val="22"/>
          <w:szCs w:val="22"/>
          <w:lang w:eastAsia="en-US"/>
        </w:rPr>
      </w:pPr>
      <w:r w:rsidRPr="009B2D4B">
        <w:rPr>
          <w:rFonts w:ascii="AvenirNext LT Pro Cn" w:eastAsiaTheme="minorHAnsi" w:hAnsi="AvenirNext LT Pro Cn" w:cstheme="minorBidi"/>
          <w:color w:val="auto"/>
          <w:sz w:val="22"/>
          <w:szCs w:val="22"/>
          <w:lang w:eastAsia="en-US"/>
        </w:rPr>
        <w:t xml:space="preserve">Le sous-traitant a droit à un </w:t>
      </w:r>
      <w:r w:rsidRPr="009B2D4B">
        <w:rPr>
          <w:rFonts w:ascii="AvenirNext LT Pro Cn" w:eastAsiaTheme="minorHAnsi" w:hAnsi="AvenirNext LT Pro Cn" w:cstheme="minorBidi"/>
          <w:b/>
          <w:color w:val="auto"/>
          <w:sz w:val="22"/>
          <w:szCs w:val="22"/>
          <w:lang w:eastAsia="en-US"/>
        </w:rPr>
        <w:t>paiement direct</w:t>
      </w:r>
      <w:r w:rsidRPr="009B2D4B">
        <w:rPr>
          <w:rFonts w:ascii="AvenirNext LT Pro Cn" w:eastAsiaTheme="minorHAnsi" w:hAnsi="AvenirNext LT Pro Cn" w:cstheme="minorBidi"/>
          <w:color w:val="auto"/>
          <w:sz w:val="22"/>
          <w:szCs w:val="22"/>
          <w:lang w:eastAsia="en-US"/>
        </w:rPr>
        <w:t xml:space="preserve"> pour des prestations supérieures à 600 €TTC. </w:t>
      </w:r>
    </w:p>
    <w:p w14:paraId="10B687C5" w14:textId="65D79BE2" w:rsidR="009B2D4B" w:rsidRDefault="009B2D4B" w:rsidP="009B2D4B">
      <w:pPr>
        <w:pStyle w:val="Default"/>
        <w:spacing w:before="120"/>
        <w:jc w:val="both"/>
        <w:rPr>
          <w:rFonts w:ascii="AvenirNext LT Pro LightCn" w:hAnsi="AvenirNext LT Pro LightCn"/>
          <w:color w:val="auto"/>
        </w:rPr>
      </w:pPr>
      <w:r w:rsidRPr="009B2D4B">
        <w:rPr>
          <w:rFonts w:ascii="AvenirNext LT Pro Cn" w:eastAsiaTheme="minorHAnsi" w:hAnsi="AvenirNext LT Pro Cn" w:cstheme="minorBidi"/>
          <w:color w:val="auto"/>
          <w:sz w:val="22"/>
          <w:szCs w:val="22"/>
          <w:lang w:eastAsia="en-US"/>
        </w:rPr>
        <w:lastRenderedPageBreak/>
        <w:t xml:space="preserve">Selon les dispositions de l’article R2193-16 du CCP, le sous-traitant dépose sa demande de paiement sans autre formalité, au format </w:t>
      </w:r>
      <w:proofErr w:type="spellStart"/>
      <w:r w:rsidRPr="009B2D4B">
        <w:rPr>
          <w:rFonts w:ascii="AvenirNext LT Pro Cn" w:eastAsiaTheme="minorHAnsi" w:hAnsi="AvenirNext LT Pro Cn" w:cstheme="minorBidi"/>
          <w:color w:val="auto"/>
          <w:sz w:val="22"/>
          <w:szCs w:val="22"/>
          <w:lang w:eastAsia="en-US"/>
        </w:rPr>
        <w:t>pdf</w:t>
      </w:r>
      <w:proofErr w:type="spellEnd"/>
      <w:r w:rsidRPr="009B2D4B">
        <w:rPr>
          <w:rFonts w:ascii="AvenirNext LT Pro Cn" w:eastAsiaTheme="minorHAnsi" w:hAnsi="AvenirNext LT Pro Cn" w:cstheme="minorBidi"/>
          <w:color w:val="auto"/>
          <w:sz w:val="22"/>
          <w:szCs w:val="22"/>
          <w:lang w:eastAsia="en-US"/>
        </w:rPr>
        <w:t xml:space="preserve">. </w:t>
      </w:r>
      <w:proofErr w:type="gramStart"/>
      <w:r w:rsidRPr="009B2D4B">
        <w:rPr>
          <w:rFonts w:ascii="AvenirNext LT Pro Cn" w:eastAsiaTheme="minorHAnsi" w:hAnsi="AvenirNext LT Pro Cn" w:cstheme="minorBidi"/>
          <w:color w:val="auto"/>
          <w:sz w:val="22"/>
          <w:szCs w:val="22"/>
          <w:lang w:eastAsia="en-US"/>
        </w:rPr>
        <w:t>sur</w:t>
      </w:r>
      <w:proofErr w:type="gramEnd"/>
      <w:r w:rsidRPr="009B2D4B">
        <w:rPr>
          <w:rFonts w:ascii="AvenirNext LT Pro Cn" w:eastAsiaTheme="minorHAnsi" w:hAnsi="AvenirNext LT Pro Cn" w:cstheme="minorBidi"/>
          <w:color w:val="auto"/>
          <w:sz w:val="22"/>
          <w:szCs w:val="22"/>
          <w:lang w:eastAsia="en-US"/>
        </w:rPr>
        <w:t xml:space="preserve"> le site</w:t>
      </w:r>
      <w:r>
        <w:rPr>
          <w:rFonts w:ascii="AvenirNext LT Pro LightCn" w:hAnsi="AvenirNext LT Pro LightCn"/>
          <w:color w:val="auto"/>
        </w:rPr>
        <w:t xml:space="preserve"> : </w:t>
      </w:r>
      <w:hyperlink r:id="rId12" w:history="1">
        <w:r>
          <w:rPr>
            <w:rStyle w:val="Lienhypertexte"/>
            <w:rFonts w:ascii="AvenirNext LT Pro LightCn" w:hAnsi="AvenirNext LT Pro LightCn"/>
          </w:rPr>
          <w:t>https://chorus-pro.gouv.fr</w:t>
        </w:r>
      </w:hyperlink>
      <w:r>
        <w:rPr>
          <w:rFonts w:ascii="AvenirNext LT Pro LightCn" w:hAnsi="AvenirNext LT Pro LightCn"/>
          <w:color w:val="auto"/>
        </w:rPr>
        <w:t>.</w:t>
      </w:r>
    </w:p>
    <w:p w14:paraId="458359D9" w14:textId="77777777" w:rsidR="009B2D4B" w:rsidRPr="009B2D4B" w:rsidRDefault="009B2D4B" w:rsidP="009B2D4B">
      <w:pPr>
        <w:autoSpaceDE w:val="0"/>
        <w:autoSpaceDN w:val="0"/>
        <w:adjustRightInd w:val="0"/>
        <w:spacing w:after="0"/>
      </w:pPr>
      <w:r w:rsidRPr="009B2D4B">
        <w:t>Le titulaire dispose de quinze jours à compter de ce dépôt pour accepter ou refuser la demande de paiement sur ce portail.</w:t>
      </w:r>
    </w:p>
    <w:p w14:paraId="5B1AA608" w14:textId="383194A5" w:rsidR="009B2D4B" w:rsidRDefault="009B2D4B" w:rsidP="009B2D4B">
      <w:pPr>
        <w:autoSpaceDE w:val="0"/>
        <w:autoSpaceDN w:val="0"/>
        <w:adjustRightInd w:val="0"/>
        <w:spacing w:after="0"/>
      </w:pPr>
      <w:r w:rsidRPr="009B2D4B">
        <w:t xml:space="preserve">INRAE procède au paiement du sous-traitant dans le délai maximum de 30 jours. Ce délai court à compter de la réception par INRAE de l'accord, total ou partiel, du titulaire sur le paiement, ou de l'expiration du délai de 15 jours susmentionné si, pendant ce délai, le titulaire n'a notifié aucun accord ni aucun refus. INRAE informe le titulaire des paiements qu'il verse au sous-traitant. </w:t>
      </w:r>
    </w:p>
    <w:p w14:paraId="43343264" w14:textId="77777777" w:rsidR="00B3398C" w:rsidRPr="00BC2BFF" w:rsidRDefault="00B3398C" w:rsidP="00585A54">
      <w:pPr>
        <w:pStyle w:val="Titre1"/>
        <w:spacing w:before="360" w:after="240"/>
        <w:ind w:left="357" w:hanging="357"/>
        <w:rPr>
          <w:rFonts w:ascii="AvenirNext LT Pro Cn" w:hAnsi="AvenirNext LT Pro Cn"/>
          <w:i/>
          <w:iCs/>
        </w:rPr>
      </w:pPr>
      <w:bookmarkStart w:id="120" w:name="_Toc203648572"/>
      <w:r w:rsidRPr="00BC2BFF">
        <w:rPr>
          <w:rFonts w:ascii="AvenirNext LT Pro Cn" w:hAnsi="AvenirNext LT Pro Cn"/>
        </w:rPr>
        <w:t xml:space="preserve">DURÉE </w:t>
      </w:r>
      <w:r w:rsidR="00585A54">
        <w:rPr>
          <w:rFonts w:ascii="AvenirNext LT Pro Cn" w:hAnsi="AvenirNext LT Pro Cn"/>
        </w:rPr>
        <w:t xml:space="preserve">ET DELAIS D’EXECUTION </w:t>
      </w:r>
      <w:r w:rsidRPr="00BC2BFF">
        <w:rPr>
          <w:rFonts w:ascii="AvenirNext LT Pro Cn" w:hAnsi="AvenirNext LT Pro Cn"/>
        </w:rPr>
        <w:t>DU MARCHÉ</w:t>
      </w:r>
      <w:bookmarkEnd w:id="120"/>
      <w:r w:rsidRPr="00BC2BFF">
        <w:rPr>
          <w:rFonts w:ascii="AvenirNext LT Pro Cn" w:hAnsi="AvenirNext LT Pro Cn"/>
        </w:rPr>
        <w:t xml:space="preserve"> </w:t>
      </w:r>
    </w:p>
    <w:p w14:paraId="447DF41B" w14:textId="77777777" w:rsidR="00AB563A" w:rsidRPr="00BC2BFF" w:rsidRDefault="00AB563A" w:rsidP="009D115A">
      <w:pPr>
        <w:pStyle w:val="Titre2"/>
        <w:rPr>
          <w:sz w:val="20"/>
          <w:szCs w:val="20"/>
        </w:rPr>
      </w:pPr>
      <w:bookmarkStart w:id="121" w:name="_Toc41990854"/>
      <w:bookmarkStart w:id="122" w:name="_Toc203648573"/>
      <w:r w:rsidRPr="00BC2BFF">
        <w:t>– Durée du marché</w:t>
      </w:r>
      <w:bookmarkEnd w:id="121"/>
      <w:bookmarkEnd w:id="122"/>
    </w:p>
    <w:p w14:paraId="2F0A781E" w14:textId="77777777" w:rsidR="00AB563A" w:rsidRPr="00BC2BFF" w:rsidRDefault="00AB563A" w:rsidP="00AB563A">
      <w:bookmarkStart w:id="123" w:name="_Hlk182991134"/>
      <w:r w:rsidRPr="00BC2BFF">
        <w:t xml:space="preserve">La durée du marché débute </w:t>
      </w:r>
      <w:r w:rsidRPr="00890070">
        <w:t>à sa date de notification et se termine à l’extinction du délai de garantie.</w:t>
      </w:r>
    </w:p>
    <w:p w14:paraId="313763CC" w14:textId="77777777" w:rsidR="00AB563A" w:rsidRPr="00BC2BFF" w:rsidRDefault="00AB563A" w:rsidP="009D115A">
      <w:pPr>
        <w:pStyle w:val="Titre2"/>
      </w:pPr>
      <w:bookmarkStart w:id="124" w:name="page4"/>
      <w:bookmarkStart w:id="125" w:name="_Toc41990855"/>
      <w:bookmarkStart w:id="126" w:name="_Toc203648574"/>
      <w:bookmarkEnd w:id="123"/>
      <w:bookmarkEnd w:id="124"/>
      <w:r w:rsidRPr="00BC2BFF">
        <w:t>– Délai de livraison</w:t>
      </w:r>
      <w:bookmarkEnd w:id="125"/>
      <w:bookmarkEnd w:id="126"/>
    </w:p>
    <w:p w14:paraId="179B5922" w14:textId="77777777" w:rsidR="00890070" w:rsidRPr="00D82164" w:rsidRDefault="00890070" w:rsidP="00890070">
      <w:bookmarkStart w:id="127" w:name="_Hlk182991156"/>
      <w:r w:rsidRPr="00D82164">
        <w:t>Le délai de livraison est le délai indiqué par le titulaire dans son offre. Ce délai court à compter de la date de réception du bon de commande par le titulaire.</w:t>
      </w:r>
    </w:p>
    <w:p w14:paraId="3DB7337C" w14:textId="77777777" w:rsidR="00AB563A" w:rsidRPr="00BC2BFF" w:rsidRDefault="00AB563A" w:rsidP="009D115A">
      <w:pPr>
        <w:pStyle w:val="Titre2"/>
        <w:rPr>
          <w:sz w:val="20"/>
          <w:szCs w:val="20"/>
        </w:rPr>
      </w:pPr>
      <w:bookmarkStart w:id="128" w:name="_Toc41990856"/>
      <w:bookmarkStart w:id="129" w:name="_Toc203648575"/>
      <w:bookmarkEnd w:id="127"/>
      <w:r w:rsidRPr="00BC2BFF">
        <w:t>- Prolongation du délai</w:t>
      </w:r>
      <w:bookmarkEnd w:id="128"/>
      <w:bookmarkEnd w:id="129"/>
    </w:p>
    <w:p w14:paraId="383EF67C" w14:textId="77777777" w:rsidR="00AB563A" w:rsidRPr="00BC2BFF" w:rsidRDefault="00AB563A" w:rsidP="00AB563A">
      <w:r w:rsidRPr="00765801">
        <w:t>Une prolongation du délai de livraison peut être accordée par le pouvoir adjudicateur dans les conditions de l’article 13.3 du CCAG-FCS.</w:t>
      </w:r>
    </w:p>
    <w:p w14:paraId="6282D61A" w14:textId="77777777" w:rsidR="00B3398C" w:rsidRDefault="003C23D4" w:rsidP="008630D8">
      <w:pPr>
        <w:pStyle w:val="Titre1"/>
        <w:rPr>
          <w:rFonts w:ascii="AvenirNext LT Pro Cn" w:hAnsi="AvenirNext LT Pro Cn"/>
        </w:rPr>
      </w:pPr>
      <w:bookmarkStart w:id="130" w:name="_Toc203648576"/>
      <w:r>
        <w:rPr>
          <w:rFonts w:ascii="AvenirNext LT Pro Cn" w:hAnsi="AvenirNext LT Pro Cn"/>
        </w:rPr>
        <w:t xml:space="preserve">INSTALLATIONS, MISE EN </w:t>
      </w:r>
      <w:r w:rsidR="00F6358A">
        <w:rPr>
          <w:rFonts w:ascii="AvenirNext LT Pro Cn" w:hAnsi="AvenirNext LT Pro Cn"/>
        </w:rPr>
        <w:t>ORDRE DE MARCHE</w:t>
      </w:r>
      <w:r>
        <w:rPr>
          <w:rFonts w:ascii="AvenirNext LT Pro Cn" w:hAnsi="AvenirNext LT Pro Cn"/>
        </w:rPr>
        <w:t xml:space="preserve">, </w:t>
      </w:r>
      <w:r w:rsidR="00B3398C" w:rsidRPr="00BC2BFF">
        <w:rPr>
          <w:rFonts w:ascii="AvenirNext LT Pro Cn" w:hAnsi="AvenirNext LT Pro Cn"/>
        </w:rPr>
        <w:t>VÉRIFICATION ET ADMISSION DES FOURNITURES</w:t>
      </w:r>
      <w:bookmarkEnd w:id="130"/>
      <w:r w:rsidR="00B3398C" w:rsidRPr="00BC2BFF">
        <w:rPr>
          <w:rFonts w:ascii="AvenirNext LT Pro Cn" w:hAnsi="AvenirNext LT Pro Cn"/>
        </w:rPr>
        <w:t xml:space="preserve"> </w:t>
      </w:r>
    </w:p>
    <w:p w14:paraId="505C823B" w14:textId="77777777" w:rsidR="003C23D4" w:rsidRPr="00BC2BFF" w:rsidRDefault="003C23D4" w:rsidP="009D115A">
      <w:pPr>
        <w:pStyle w:val="Titre2"/>
        <w:rPr>
          <w:sz w:val="20"/>
          <w:szCs w:val="20"/>
        </w:rPr>
      </w:pPr>
      <w:bookmarkStart w:id="131" w:name="_Toc203648577"/>
      <w:r>
        <w:t>–</w:t>
      </w:r>
      <w:r w:rsidRPr="00BC2BFF">
        <w:t xml:space="preserve"> </w:t>
      </w:r>
      <w:r>
        <w:t xml:space="preserve">Installation et mise en </w:t>
      </w:r>
      <w:r w:rsidR="00F6358A">
        <w:t>ordre de marche</w:t>
      </w:r>
      <w:bookmarkEnd w:id="131"/>
    </w:p>
    <w:p w14:paraId="07FCE2A9" w14:textId="77777777" w:rsidR="003C23D4" w:rsidRDefault="003C23D4" w:rsidP="003C23D4">
      <w:r>
        <w:t xml:space="preserve">Le présent marché inclut à la charge du titulaire l’ensemble des prestations et fournitures nécessaires à l’installation et </w:t>
      </w:r>
      <w:r w:rsidR="00E41162">
        <w:t xml:space="preserve">à </w:t>
      </w:r>
      <w:r>
        <w:t xml:space="preserve">la mise en </w:t>
      </w:r>
      <w:r w:rsidR="00F6358A">
        <w:t xml:space="preserve">ordre de marche (mise en </w:t>
      </w:r>
      <w:r>
        <w:t>service opérationnelle</w:t>
      </w:r>
      <w:r w:rsidR="00F6358A">
        <w:t>)</w:t>
      </w:r>
      <w:r>
        <w:t xml:space="preserve"> de l’équipement.</w:t>
      </w:r>
      <w:r w:rsidR="00F6358A">
        <w:t xml:space="preserve"> </w:t>
      </w:r>
    </w:p>
    <w:p w14:paraId="0B901CFA" w14:textId="77777777" w:rsidR="00F6358A" w:rsidRDefault="00F6358A" w:rsidP="003C23D4">
      <w:r>
        <w:t xml:space="preserve">Le titulaire du présent marché notifiera à INRAE la mise en ordre de marche (MOM) de l’équipement, selon le modèle joint en annexe, par courrier ou mail. Cette notification lancera l’étape relative aux opérations de vérification. </w:t>
      </w:r>
    </w:p>
    <w:p w14:paraId="32B46369" w14:textId="77777777" w:rsidR="003C23D4" w:rsidRPr="0042556F" w:rsidRDefault="003C23D4" w:rsidP="009D115A">
      <w:pPr>
        <w:pStyle w:val="Titre2"/>
        <w:rPr>
          <w:sz w:val="20"/>
          <w:szCs w:val="20"/>
        </w:rPr>
      </w:pPr>
      <w:bookmarkStart w:id="132" w:name="_Toc203648578"/>
      <w:r>
        <w:t>–</w:t>
      </w:r>
      <w:r w:rsidRPr="00BC2BFF">
        <w:t xml:space="preserve"> </w:t>
      </w:r>
      <w:r>
        <w:t>Opérations de vérification – Admission des prestations</w:t>
      </w:r>
      <w:bookmarkEnd w:id="132"/>
    </w:p>
    <w:p w14:paraId="4D567CA6" w14:textId="77777777" w:rsidR="00E701E9" w:rsidRPr="00E701E9" w:rsidRDefault="00E701E9" w:rsidP="00E701E9">
      <w:r w:rsidRPr="00E701E9">
        <w:t xml:space="preserve">Les opérations de vérification quantitative et qualitative sont effectuées par le représentant </w:t>
      </w:r>
      <w:r w:rsidR="00890070">
        <w:t>d’INRAE</w:t>
      </w:r>
      <w:r w:rsidRPr="00E701E9">
        <w:t xml:space="preserve"> conformément aux dispositions prévues par les articles 27 à 33 du CCAG-FCS, excepté pour les points qui suivent.</w:t>
      </w:r>
    </w:p>
    <w:p w14:paraId="09F8CD6A" w14:textId="77777777" w:rsidR="00E701E9" w:rsidRDefault="00E701E9" w:rsidP="00E701E9">
      <w:r w:rsidRPr="00E701E9">
        <w:t xml:space="preserve">Les opérations de vérification, ainsi que les décisions d'admission, d'ajournement, de réfaction ou de rejet sont effectuées par </w:t>
      </w:r>
      <w:r w:rsidR="00795056">
        <w:t>INRAE</w:t>
      </w:r>
      <w:r w:rsidRPr="00E701E9">
        <w:t>.</w:t>
      </w:r>
    </w:p>
    <w:p w14:paraId="28ED1E92" w14:textId="77777777" w:rsidR="0042556F" w:rsidRDefault="00E41162" w:rsidP="00E701E9">
      <w:r>
        <w:t>Par dérogation à l’article 28 du CCAG-FCS, les opérations de vérification démarrent à compter de la date de</w:t>
      </w:r>
      <w:r w:rsidR="00632DB7">
        <w:t xml:space="preserve"> notification de</w:t>
      </w:r>
      <w:r>
        <w:t xml:space="preserve"> mise en </w:t>
      </w:r>
      <w:r w:rsidR="00632DB7">
        <w:t>ordre</w:t>
      </w:r>
      <w:r>
        <w:t xml:space="preserve"> de l’équipement par le titulaire, </w:t>
      </w:r>
      <w:r w:rsidR="009441CC">
        <w:t xml:space="preserve">sous sa responsabilité et sans supplément de prix, </w:t>
      </w:r>
      <w:r>
        <w:t>en conformité avec les performances techniques et fonctionnelles spécifiées dans le présent marché</w:t>
      </w:r>
      <w:r w:rsidR="009441CC">
        <w:t>, dans les locaux désignés par INRAE.</w:t>
      </w:r>
    </w:p>
    <w:p w14:paraId="2BBA9052" w14:textId="77777777" w:rsidR="00E41162" w:rsidRPr="00765801" w:rsidRDefault="00E41162" w:rsidP="00E41162">
      <w:pPr>
        <w:rPr>
          <w:rFonts w:ascii="AvenirNext LT Pro LightCn" w:hAnsi="AvenirNext LT Pro LightCn"/>
        </w:rPr>
      </w:pPr>
      <w:bookmarkStart w:id="133" w:name="_Hlk182991194"/>
      <w:r w:rsidRPr="00765801">
        <w:rPr>
          <w:rFonts w:ascii="AvenirNext LT Pro LightCn" w:hAnsi="AvenirNext LT Pro LightCn"/>
        </w:rPr>
        <w:lastRenderedPageBreak/>
        <w:t>Par dérogation aux stipulations de l’article 27.2.2 du CCAG FCS, INRAE n’avise pas automatiquement le titulaire des jours et heures fixés pour les vérifications.</w:t>
      </w:r>
    </w:p>
    <w:p w14:paraId="2FC35746" w14:textId="77777777" w:rsidR="00A26305" w:rsidRPr="00765801" w:rsidRDefault="00A26305" w:rsidP="00A26305">
      <w:pPr>
        <w:rPr>
          <w:rFonts w:ascii="AvenirNext LT Pro LightCn" w:hAnsi="AvenirNext LT Pro LightCn"/>
        </w:rPr>
      </w:pPr>
      <w:r w:rsidRPr="00765801">
        <w:rPr>
          <w:rFonts w:ascii="AvenirNext LT Pro LightCn" w:hAnsi="AvenirNext LT Pro LightCn"/>
        </w:rPr>
        <w:t xml:space="preserve">Les opérations de vérifications sont réalisées conformément aux stipulations du CCAG FCS et notamment de ses articles 27 et suivants. </w:t>
      </w:r>
    </w:p>
    <w:p w14:paraId="73F7D651" w14:textId="286BDE07" w:rsidR="00A26305" w:rsidRPr="00765801" w:rsidRDefault="00A26305" w:rsidP="00A26305">
      <w:pPr>
        <w:rPr>
          <w:rFonts w:ascii="AvenirNext LT Pro LightCn" w:hAnsi="AvenirNext LT Pro LightCn"/>
        </w:rPr>
      </w:pPr>
      <w:r w:rsidRPr="00765801">
        <w:rPr>
          <w:rFonts w:ascii="AvenirNext LT Pro LightCn" w:hAnsi="AvenirNext LT Pro LightCn"/>
        </w:rPr>
        <w:t xml:space="preserve">Cependant, par dérogation aux stipulations de l’article 28.2 du CCAG FCS, le délai dont dispose </w:t>
      </w:r>
      <w:r w:rsidR="00F53C59" w:rsidRPr="00765801">
        <w:rPr>
          <w:rFonts w:ascii="AvenirNext LT Pro LightCn" w:hAnsi="AvenirNext LT Pro LightCn"/>
        </w:rPr>
        <w:t>INRAE</w:t>
      </w:r>
      <w:r w:rsidRPr="00765801">
        <w:rPr>
          <w:rFonts w:ascii="AvenirNext LT Pro LightCn" w:hAnsi="AvenirNext LT Pro LightCn"/>
        </w:rPr>
        <w:t xml:space="preserve"> pour formaliser un </w:t>
      </w:r>
      <w:proofErr w:type="spellStart"/>
      <w:r w:rsidR="00BA7D7D" w:rsidRPr="00765801">
        <w:rPr>
          <w:rFonts w:ascii="AvenirNext LT Pro LightCn" w:hAnsi="AvenirNext LT Pro LightCn"/>
        </w:rPr>
        <w:t>p</w:t>
      </w:r>
      <w:r w:rsidRPr="00765801">
        <w:rPr>
          <w:rFonts w:ascii="AvenirNext LT Pro LightCn" w:hAnsi="AvenirNext LT Pro LightCn"/>
        </w:rPr>
        <w:t>rocès-</w:t>
      </w:r>
      <w:r w:rsidR="00BA7D7D" w:rsidRPr="00765801">
        <w:rPr>
          <w:rFonts w:ascii="AvenirNext LT Pro LightCn" w:hAnsi="AvenirNext LT Pro LightCn"/>
        </w:rPr>
        <w:t>p</w:t>
      </w:r>
      <w:r w:rsidRPr="00765801">
        <w:rPr>
          <w:rFonts w:ascii="AvenirNext LT Pro LightCn" w:hAnsi="AvenirNext LT Pro LightCn"/>
        </w:rPr>
        <w:t>erbal</w:t>
      </w:r>
      <w:proofErr w:type="spellEnd"/>
      <w:r w:rsidRPr="00765801">
        <w:rPr>
          <w:rFonts w:ascii="AvenirNext LT Pro LightCn" w:hAnsi="AvenirNext LT Pro LightCn"/>
        </w:rPr>
        <w:t xml:space="preserve"> (PV) et notifier sa décision est de soixante jours à compter de la mise en service ou le cas échéant à la fin de la formation initiale des utilisateurs de l’instrument si celle-ci est postérieure à la mise en service.</w:t>
      </w:r>
    </w:p>
    <w:bookmarkEnd w:id="133"/>
    <w:p w14:paraId="63E7D97F" w14:textId="1C05A1BF" w:rsidR="003E43FE" w:rsidRPr="00BC2BFF" w:rsidRDefault="003E43FE" w:rsidP="008D0D10">
      <w:pPr>
        <w:spacing w:after="0"/>
      </w:pPr>
      <w:r w:rsidRPr="00BC2BFF">
        <w:t xml:space="preserve">Si les opérations de vérification sont négatives, le pouvoir adjudicateur prononce l’ajournement, la réfaction ou le rejet de l’équipement dans les conditions décrites à l’article </w:t>
      </w:r>
      <w:r w:rsidR="00656A34">
        <w:t>30</w:t>
      </w:r>
      <w:r w:rsidRPr="00BC2BFF">
        <w:t xml:space="preserve"> du CCAG- FCS.</w:t>
      </w:r>
    </w:p>
    <w:p w14:paraId="34D5CD2C" w14:textId="77777777" w:rsidR="001E21C7" w:rsidRPr="00BC2BFF" w:rsidRDefault="001E21C7" w:rsidP="003B5365">
      <w:pPr>
        <w:pStyle w:val="Titre1"/>
        <w:spacing w:before="360" w:after="240"/>
        <w:ind w:left="357" w:hanging="357"/>
        <w:rPr>
          <w:rFonts w:ascii="AvenirNext LT Pro Cn" w:hAnsi="AvenirNext LT Pro Cn"/>
        </w:rPr>
      </w:pPr>
      <w:bookmarkStart w:id="134" w:name="_Toc203648579"/>
      <w:r w:rsidRPr="00BC2BFF">
        <w:rPr>
          <w:rFonts w:ascii="AvenirNext LT Pro Cn" w:hAnsi="AvenirNext LT Pro Cn"/>
        </w:rPr>
        <w:t>ZONES A REGIME RESTRICTIF (ZRR)</w:t>
      </w:r>
      <w:r w:rsidR="00A260E4">
        <w:rPr>
          <w:rFonts w:ascii="AvenirNext LT Pro Cn" w:hAnsi="AvenirNext LT Pro Cn"/>
        </w:rPr>
        <w:t xml:space="preserve"> ET SECURITE DE L’INFORMATION</w:t>
      </w:r>
      <w:bookmarkEnd w:id="134"/>
    </w:p>
    <w:p w14:paraId="092CE356" w14:textId="77777777" w:rsidR="001E21C7" w:rsidRPr="00BC2BFF" w:rsidRDefault="001E21C7" w:rsidP="008630D8">
      <w:pPr>
        <w:rPr>
          <w:b/>
          <w:i/>
        </w:rPr>
      </w:pPr>
      <w:bookmarkStart w:id="135" w:name="_Toc473299930"/>
      <w:r w:rsidRPr="00BC2BFF">
        <w:t xml:space="preserve">Lorsque les prestations </w:t>
      </w:r>
      <w:r w:rsidR="0026288D" w:rsidRPr="00BC2BFF">
        <w:t xml:space="preserve">de services </w:t>
      </w:r>
      <w:r w:rsidRPr="00BC2BFF">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35"/>
    </w:p>
    <w:p w14:paraId="1A19FF42" w14:textId="77777777" w:rsidR="001E21C7" w:rsidRDefault="001E21C7" w:rsidP="008630D8">
      <w:bookmarkStart w:id="136" w:name="_Toc473299931"/>
      <w:r w:rsidRPr="00BC2BFF">
        <w:t xml:space="preserve">Cette réglementation prévoit des dispositions de contrôle de l'accès à des Zones à Régime Restrictif (ZRR). À ce titre le </w:t>
      </w:r>
      <w:r w:rsidR="00E0436E">
        <w:t>t</w:t>
      </w:r>
      <w:r w:rsidRPr="00BC2BFF">
        <w:t>itulaire peut être soumis aux procédures correspondantes d'autorisations préalables d'accès lorsque les prestations sont susceptibles de concerner de telles zones.</w:t>
      </w:r>
      <w:bookmarkEnd w:id="136"/>
    </w:p>
    <w:p w14:paraId="2586C910" w14:textId="77777777" w:rsidR="00B3398C" w:rsidRPr="00BC2BFF" w:rsidRDefault="00B3398C" w:rsidP="00890070">
      <w:pPr>
        <w:pStyle w:val="Titre1"/>
        <w:spacing w:before="360" w:after="240"/>
        <w:ind w:left="357" w:hanging="357"/>
        <w:rPr>
          <w:rFonts w:ascii="AvenirNext LT Pro Cn" w:hAnsi="AvenirNext LT Pro Cn"/>
        </w:rPr>
      </w:pPr>
      <w:bookmarkStart w:id="137" w:name="_Toc203648580"/>
      <w:r w:rsidRPr="00BC2BFF">
        <w:rPr>
          <w:rFonts w:ascii="AvenirNext LT Pro Cn" w:hAnsi="AvenirNext LT Pro Cn"/>
        </w:rPr>
        <w:t>PRIX ET MODALITÉS DE PAIEMENTS</w:t>
      </w:r>
      <w:bookmarkEnd w:id="137"/>
    </w:p>
    <w:p w14:paraId="3EDC2BB3" w14:textId="77777777" w:rsidR="00B3398C" w:rsidRPr="00BC2BFF" w:rsidRDefault="00B3398C" w:rsidP="009D115A">
      <w:pPr>
        <w:pStyle w:val="Titre2"/>
      </w:pPr>
      <w:bookmarkStart w:id="138" w:name="_Toc203648581"/>
      <w:r w:rsidRPr="00BC2BFF">
        <w:t>Prix du marché</w:t>
      </w:r>
      <w:bookmarkEnd w:id="138"/>
    </w:p>
    <w:p w14:paraId="1F855768" w14:textId="77777777" w:rsidR="00E1324A" w:rsidRPr="00BC2BFF" w:rsidRDefault="00E1324A" w:rsidP="00E1324A">
      <w:r w:rsidRPr="00BC2BFF">
        <w:t xml:space="preserve">Le présent marché est </w:t>
      </w:r>
      <w:r w:rsidR="00E34666" w:rsidRPr="00BC2BFF">
        <w:t>traité au prix global et forfaitaire précisé et décomposé par le titulaire dans son offre.</w:t>
      </w:r>
      <w:r w:rsidRPr="00BC2BFF">
        <w:t xml:space="preserve"> </w:t>
      </w:r>
    </w:p>
    <w:p w14:paraId="59770167" w14:textId="28465B87" w:rsidR="00E1324A" w:rsidRPr="00B7002F" w:rsidRDefault="00E34666" w:rsidP="00E1324A">
      <w:pPr>
        <w:rPr>
          <w:color w:val="FF0000"/>
        </w:rPr>
      </w:pPr>
      <w:r w:rsidRPr="00BC2BFF">
        <w:t>Conformément à l’article 10 du CCAG-FCS, l</w:t>
      </w:r>
      <w:r w:rsidR="00E1324A" w:rsidRPr="00BC2BFF">
        <w:t>e prix est réputé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w:t>
      </w:r>
      <w:r w:rsidR="00A006E3">
        <w:t xml:space="preserve"> telles que la formation, la garantie, le support technique et </w:t>
      </w:r>
      <w:r w:rsidR="00E1324A" w:rsidRPr="00BC2BFF">
        <w:t>les marges pour risque et les marges bénéficiaires</w:t>
      </w:r>
      <w:r w:rsidR="00E1324A" w:rsidRPr="000A7225">
        <w:t xml:space="preserve">. </w:t>
      </w:r>
    </w:p>
    <w:p w14:paraId="457DB757" w14:textId="77777777" w:rsidR="00E1324A" w:rsidRPr="00BC2BFF" w:rsidRDefault="00E1324A" w:rsidP="00E1324A">
      <w:r w:rsidRPr="00BC2BFF">
        <w:t>Les frais de manutention et de transport, qui naîtraient de l’ajournement ou du rejet des prestations, sont à la charge du titulaire.</w:t>
      </w:r>
    </w:p>
    <w:p w14:paraId="352F1FC4" w14:textId="77777777" w:rsidR="00E34666" w:rsidRPr="00BC2BFF" w:rsidRDefault="00E34666" w:rsidP="00334A01">
      <w:pPr>
        <w:keepLines/>
        <w:widowControl w:val="0"/>
        <w:autoSpaceDE w:val="0"/>
        <w:autoSpaceDN w:val="0"/>
        <w:adjustRightInd w:val="0"/>
        <w:spacing w:before="240"/>
        <w:ind w:left="119" w:right="113"/>
        <w:rPr>
          <w:rFonts w:eastAsiaTheme="minorEastAsia" w:cstheme="minorHAnsi"/>
          <w:b/>
          <w:i/>
          <w:iCs/>
          <w:color w:val="FF0000"/>
          <w:lang w:eastAsia="fr-FR"/>
        </w:rPr>
      </w:pPr>
      <w:r w:rsidRPr="00BC2BFF">
        <w:rPr>
          <w:rFonts w:eastAsiaTheme="minorEastAsia" w:cstheme="minorHAnsi"/>
          <w:b/>
          <w:i/>
          <w:iCs/>
          <w:color w:val="FF0000"/>
          <w:lang w:eastAsia="fr-FR"/>
        </w:rPr>
        <w:t>Zones à compléter par le candidat :</w:t>
      </w:r>
    </w:p>
    <w:p w14:paraId="6BE2791F" w14:textId="68A027B2" w:rsidR="00E34666" w:rsidRDefault="00E34666" w:rsidP="009F4AD5">
      <w:pPr>
        <w:keepLines/>
        <w:widowControl w:val="0"/>
        <w:autoSpaceDE w:val="0"/>
        <w:autoSpaceDN w:val="0"/>
        <w:adjustRightInd w:val="0"/>
        <w:ind w:left="119" w:right="113"/>
        <w:rPr>
          <w:rFonts w:cs="Calibri"/>
        </w:rPr>
      </w:pPr>
      <w:r w:rsidRPr="00BC2BFF">
        <w:rPr>
          <w:rFonts w:eastAsiaTheme="minorEastAsia" w:cs="Calibri"/>
          <w:bCs/>
          <w:color w:val="000000"/>
          <w:lang w:eastAsia="fr-FR"/>
        </w:rPr>
        <w:t>Montant du prix</w:t>
      </w:r>
      <w:r w:rsidR="00B7002F">
        <w:rPr>
          <w:rFonts w:eastAsiaTheme="minorEastAsia" w:cs="Calibri"/>
          <w:bCs/>
          <w:color w:val="000000"/>
          <w:lang w:eastAsia="fr-FR"/>
        </w:rPr>
        <w:t xml:space="preserve"> global et </w:t>
      </w:r>
      <w:r w:rsidRPr="00BC2BFF">
        <w:rPr>
          <w:rFonts w:eastAsiaTheme="minorEastAsia" w:cs="Calibri"/>
          <w:bCs/>
          <w:color w:val="000000"/>
          <w:lang w:eastAsia="fr-FR"/>
        </w:rPr>
        <w:t>forfaitaire</w:t>
      </w:r>
      <w:r w:rsidR="00AC5FB7">
        <w:rPr>
          <w:rFonts w:eastAsiaTheme="minorEastAsia" w:cs="Calibri"/>
          <w:bCs/>
          <w:color w:val="000000"/>
          <w:lang w:eastAsia="fr-FR"/>
        </w:rPr>
        <w:t xml:space="preserve"> </w:t>
      </w:r>
      <w:r w:rsidR="00B7002F">
        <w:rPr>
          <w:rFonts w:cs="Calibri"/>
        </w:rPr>
        <w:t>:</w:t>
      </w: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E34666" w:rsidRPr="00BC2BFF" w14:paraId="6169C415"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A4D7FB6" w14:textId="77777777" w:rsidR="00E34666" w:rsidRPr="00BC2BFF" w:rsidRDefault="00E34666" w:rsidP="00AD1B16">
            <w:pPr>
              <w:keepLines/>
              <w:widowControl w:val="0"/>
              <w:autoSpaceDE w:val="0"/>
              <w:autoSpaceDN w:val="0"/>
              <w:adjustRightInd w:val="0"/>
              <w:spacing w:before="60" w:after="60"/>
              <w:ind w:left="108" w:right="90"/>
              <w:rPr>
                <w:rFonts w:eastAsiaTheme="minorEastAsia" w:cstheme="minorHAnsi"/>
                <w:color w:val="FF0000"/>
                <w:lang w:eastAsia="fr-FR"/>
              </w:rPr>
            </w:pPr>
            <w:r w:rsidRPr="00BC2BFF">
              <w:rPr>
                <w:rFonts w:eastAsiaTheme="minorEastAsia" w:cstheme="minorHAnsi"/>
                <w:color w:val="000000"/>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A296739" w14:textId="77777777" w:rsidR="00E34666" w:rsidRPr="00BC2BFF" w:rsidRDefault="00E34666" w:rsidP="00AD1B16">
            <w:pPr>
              <w:keepLines/>
              <w:widowControl w:val="0"/>
              <w:autoSpaceDE w:val="0"/>
              <w:autoSpaceDN w:val="0"/>
              <w:adjustRightInd w:val="0"/>
              <w:spacing w:before="60" w:after="60"/>
              <w:ind w:left="126" w:right="80"/>
              <w:jc w:val="right"/>
              <w:rPr>
                <w:rFonts w:eastAsiaTheme="minorEastAsia" w:cstheme="minorHAnsi"/>
                <w:lang w:eastAsia="fr-FR"/>
              </w:rPr>
            </w:pPr>
            <w:r w:rsidRPr="00BC2BFF">
              <w:rPr>
                <w:rFonts w:eastAsiaTheme="minorEastAsia" w:cstheme="minorHAnsi"/>
                <w:color w:val="000000"/>
                <w:lang w:eastAsia="fr-FR"/>
              </w:rPr>
              <w:t>€</w:t>
            </w:r>
          </w:p>
        </w:tc>
      </w:tr>
      <w:tr w:rsidR="00E34666" w:rsidRPr="00BC2BFF" w14:paraId="0F2BBA51"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31943352" w14:textId="77777777" w:rsidR="00E34666" w:rsidRPr="00BC2BFF" w:rsidRDefault="00E34666" w:rsidP="00AD1B16">
            <w:pPr>
              <w:keepLines/>
              <w:widowControl w:val="0"/>
              <w:autoSpaceDE w:val="0"/>
              <w:autoSpaceDN w:val="0"/>
              <w:adjustRightInd w:val="0"/>
              <w:spacing w:before="60" w:after="60"/>
              <w:ind w:left="108" w:right="90"/>
              <w:rPr>
                <w:rFonts w:eastAsiaTheme="minorEastAsia" w:cstheme="minorHAnsi"/>
                <w:lang w:eastAsia="fr-FR"/>
              </w:rPr>
            </w:pPr>
            <w:r w:rsidRPr="00BC2BFF">
              <w:rPr>
                <w:rFonts w:eastAsiaTheme="minorEastAsia" w:cstheme="minorHAnsi"/>
                <w:color w:val="000000"/>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D819487" w14:textId="77777777" w:rsidR="00E34666" w:rsidRPr="00BC2BFF" w:rsidRDefault="00E34666" w:rsidP="00AD1B16">
            <w:pPr>
              <w:keepLines/>
              <w:widowControl w:val="0"/>
              <w:tabs>
                <w:tab w:val="left" w:pos="3330"/>
              </w:tabs>
              <w:autoSpaceDE w:val="0"/>
              <w:autoSpaceDN w:val="0"/>
              <w:adjustRightInd w:val="0"/>
              <w:spacing w:before="60" w:after="60"/>
              <w:ind w:left="126" w:right="85"/>
              <w:jc w:val="right"/>
              <w:rPr>
                <w:rFonts w:eastAsiaTheme="minorEastAsia" w:cstheme="minorHAnsi"/>
                <w:lang w:eastAsia="fr-FR"/>
              </w:rPr>
            </w:pPr>
            <w:r w:rsidRPr="00BC2BFF">
              <w:rPr>
                <w:rFonts w:eastAsiaTheme="minorEastAsia" w:cstheme="minorHAnsi"/>
                <w:color w:val="000000"/>
                <w:lang w:eastAsia="fr-FR"/>
              </w:rPr>
              <w:t>%</w:t>
            </w:r>
          </w:p>
        </w:tc>
      </w:tr>
      <w:tr w:rsidR="00F0378C" w:rsidRPr="00BC2BFF" w14:paraId="7C1F3548"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1B975C8A" w14:textId="77777777" w:rsidR="00F0378C" w:rsidRPr="00BC2BFF" w:rsidRDefault="00F0378C" w:rsidP="00AD1B16">
            <w:pPr>
              <w:keepLines/>
              <w:widowControl w:val="0"/>
              <w:autoSpaceDE w:val="0"/>
              <w:autoSpaceDN w:val="0"/>
              <w:adjustRightInd w:val="0"/>
              <w:spacing w:before="60" w:after="60"/>
              <w:ind w:left="108" w:right="90"/>
              <w:rPr>
                <w:rFonts w:eastAsiaTheme="minorEastAsia" w:cstheme="minorHAnsi"/>
                <w:color w:val="000000"/>
                <w:lang w:eastAsia="fr-FR"/>
              </w:rPr>
            </w:pPr>
            <w:r>
              <w:rPr>
                <w:rFonts w:eastAsiaTheme="minorEastAsia" w:cstheme="minorHAnsi"/>
                <w:color w:val="000000"/>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8C5ECEE" w14:textId="77777777" w:rsidR="00F0378C" w:rsidRPr="00BC2BFF" w:rsidRDefault="00F0378C" w:rsidP="00AD1B16">
            <w:pPr>
              <w:widowControl w:val="0"/>
              <w:autoSpaceDE w:val="0"/>
              <w:autoSpaceDN w:val="0"/>
              <w:adjustRightInd w:val="0"/>
              <w:spacing w:before="60" w:after="60"/>
              <w:ind w:left="126" w:right="80"/>
              <w:jc w:val="right"/>
              <w:rPr>
                <w:rFonts w:eastAsiaTheme="minorEastAsia" w:cstheme="minorHAnsi"/>
                <w:color w:val="000000"/>
                <w:lang w:eastAsia="fr-FR"/>
              </w:rPr>
            </w:pPr>
            <w:r>
              <w:rPr>
                <w:rFonts w:eastAsiaTheme="minorEastAsia" w:cstheme="minorHAnsi"/>
                <w:color w:val="000000"/>
                <w:lang w:eastAsia="fr-FR"/>
              </w:rPr>
              <w:t>€</w:t>
            </w:r>
          </w:p>
        </w:tc>
      </w:tr>
      <w:tr w:rsidR="00E34666" w:rsidRPr="00BC2BFF" w14:paraId="63AD772B"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544C0EA8" w14:textId="77777777" w:rsidR="00E34666" w:rsidRPr="00BC2BFF" w:rsidRDefault="00E34666" w:rsidP="00AD1B16">
            <w:pPr>
              <w:keepLines/>
              <w:widowControl w:val="0"/>
              <w:autoSpaceDE w:val="0"/>
              <w:autoSpaceDN w:val="0"/>
              <w:adjustRightInd w:val="0"/>
              <w:spacing w:before="60" w:after="60"/>
              <w:ind w:left="108" w:right="90"/>
              <w:rPr>
                <w:rFonts w:eastAsiaTheme="minorEastAsia" w:cstheme="minorHAnsi"/>
                <w:lang w:eastAsia="fr-FR"/>
              </w:rPr>
            </w:pPr>
            <w:r w:rsidRPr="00BC2BFF">
              <w:rPr>
                <w:rFonts w:eastAsiaTheme="minorEastAsia" w:cstheme="minorHAnsi"/>
                <w:color w:val="000000"/>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4DB147B" w14:textId="77777777" w:rsidR="00E34666" w:rsidRPr="00BC2BFF" w:rsidRDefault="00E34666" w:rsidP="00AD1B16">
            <w:pPr>
              <w:widowControl w:val="0"/>
              <w:autoSpaceDE w:val="0"/>
              <w:autoSpaceDN w:val="0"/>
              <w:adjustRightInd w:val="0"/>
              <w:spacing w:before="60" w:after="60"/>
              <w:ind w:left="126" w:right="80"/>
              <w:jc w:val="right"/>
              <w:rPr>
                <w:rFonts w:eastAsiaTheme="minorEastAsia" w:cstheme="minorHAnsi"/>
                <w:lang w:eastAsia="fr-FR"/>
              </w:rPr>
            </w:pPr>
            <w:r w:rsidRPr="00BC2BFF">
              <w:rPr>
                <w:rFonts w:eastAsiaTheme="minorEastAsia" w:cstheme="minorHAnsi"/>
                <w:color w:val="000000"/>
                <w:lang w:eastAsia="fr-FR"/>
              </w:rPr>
              <w:t>€</w:t>
            </w:r>
          </w:p>
        </w:tc>
      </w:tr>
    </w:tbl>
    <w:p w14:paraId="10C18736" w14:textId="77777777" w:rsidR="00E34666" w:rsidRPr="00BC2BFF" w:rsidRDefault="00E34666" w:rsidP="00E34666">
      <w:pPr>
        <w:keepLines/>
        <w:widowControl w:val="0"/>
        <w:autoSpaceDE w:val="0"/>
        <w:autoSpaceDN w:val="0"/>
        <w:adjustRightInd w:val="0"/>
        <w:spacing w:before="240" w:after="0"/>
        <w:ind w:left="119" w:right="113"/>
        <w:rPr>
          <w:rFonts w:eastAsiaTheme="minorEastAsia" w:cstheme="minorHAnsi"/>
          <w:lang w:eastAsia="fr-FR"/>
        </w:rPr>
      </w:pPr>
      <w:r w:rsidRPr="00BC2BFF">
        <w:rPr>
          <w:rFonts w:eastAsiaTheme="minorEastAsia" w:cstheme="minorHAnsi"/>
          <w:i/>
          <w:iCs/>
          <w:color w:val="000000"/>
          <w:lang w:eastAsia="fr-FR"/>
        </w:rPr>
        <w:t>Montant global TTC (en lettres) : ………………………………………………………………………</w:t>
      </w:r>
      <w:proofErr w:type="gramStart"/>
      <w:r w:rsidRPr="00BC2BFF">
        <w:rPr>
          <w:rFonts w:eastAsiaTheme="minorEastAsia" w:cstheme="minorHAnsi"/>
          <w:i/>
          <w:iCs/>
          <w:color w:val="000000"/>
          <w:lang w:eastAsia="fr-FR"/>
        </w:rPr>
        <w:t>…….</w:t>
      </w:r>
      <w:proofErr w:type="gramEnd"/>
      <w:r w:rsidRPr="00BC2BFF">
        <w:rPr>
          <w:rFonts w:eastAsiaTheme="minorEastAsia" w:cstheme="minorHAnsi"/>
          <w:i/>
          <w:iCs/>
          <w:color w:val="000000"/>
          <w:lang w:eastAsia="fr-FR"/>
        </w:rPr>
        <w:t>.euros</w:t>
      </w:r>
    </w:p>
    <w:p w14:paraId="6B6CED3E" w14:textId="0B140226" w:rsidR="00E1324A" w:rsidRDefault="00392D42" w:rsidP="00392D42">
      <w:pPr>
        <w:spacing w:before="240"/>
      </w:pPr>
      <w:r>
        <w:t>L</w:t>
      </w:r>
      <w:r w:rsidR="00E1324A" w:rsidRPr="00BC2BFF">
        <w:t>e marché est conclu à prix ferme et définitif.</w:t>
      </w:r>
    </w:p>
    <w:p w14:paraId="55EBEB75" w14:textId="77777777" w:rsidR="00B3398C" w:rsidRPr="00BC2BFF" w:rsidRDefault="00911DB8" w:rsidP="009D115A">
      <w:pPr>
        <w:pStyle w:val="Titre2"/>
      </w:pPr>
      <w:bookmarkStart w:id="139" w:name="_Toc203648582"/>
      <w:r w:rsidRPr="00BC2BFF">
        <w:lastRenderedPageBreak/>
        <w:t>Echéancier</w:t>
      </w:r>
      <w:r w:rsidR="00B3398C" w:rsidRPr="00BC2BFF">
        <w:t xml:space="preserve"> de paiement</w:t>
      </w:r>
      <w:bookmarkEnd w:id="139"/>
    </w:p>
    <w:p w14:paraId="5932554F" w14:textId="39C26D03" w:rsidR="00581885" w:rsidRPr="00A76D5A" w:rsidRDefault="00B3398C" w:rsidP="00A76D5A">
      <w:r w:rsidRPr="00BC2BFF">
        <w:t>Le paiement des prestations se fait par virement administratif.</w:t>
      </w:r>
      <w:bookmarkStart w:id="140" w:name="_Hlk182991289"/>
      <w:bookmarkStart w:id="141" w:name="_GoBack"/>
      <w:bookmarkEnd w:id="141"/>
      <w:r w:rsidR="00581885" w:rsidRPr="00765801">
        <w:rPr>
          <w:rFonts w:ascii="AvenirNext LT Pro LightCn" w:hAnsi="AvenirNext LT Pro LightCn"/>
        </w:rPr>
        <w:t>Les prestations qui ont donné lieu à un commencement d’exécution du marché ouvrent droit à des acomptes.</w:t>
      </w:r>
    </w:p>
    <w:p w14:paraId="7AFF96A1" w14:textId="77777777" w:rsidR="00581885" w:rsidRPr="00765801" w:rsidRDefault="00581885" w:rsidP="00765801">
      <w:pPr>
        <w:spacing w:after="0"/>
        <w:rPr>
          <w:rFonts w:ascii="AvenirNext LT Pro LightCn" w:hAnsi="AvenirNext LT Pro LightCn"/>
        </w:rPr>
      </w:pPr>
      <w:r w:rsidRPr="00765801">
        <w:rPr>
          <w:rFonts w:ascii="AvenirNext LT Pro LightCn" w:hAnsi="AvenirNext LT Pro LightCn"/>
        </w:rPr>
        <w:t>Le versement des acomptes pour l’acquisition de l’équipement se décompose comme suit :</w:t>
      </w:r>
    </w:p>
    <w:p w14:paraId="4886C1E9" w14:textId="4ADEEEBC" w:rsidR="003B629B" w:rsidRPr="00765801" w:rsidRDefault="00765801" w:rsidP="003946F1">
      <w:pPr>
        <w:pStyle w:val="Texte"/>
        <w:numPr>
          <w:ilvl w:val="0"/>
          <w:numId w:val="10"/>
        </w:numPr>
        <w:spacing w:before="0" w:after="0" w:line="240" w:lineRule="auto"/>
        <w:rPr>
          <w:rFonts w:ascii="AvenirNext LT Pro LightCn" w:hAnsi="AvenirNext LT Pro LightCn" w:cstheme="minorHAnsi"/>
          <w:sz w:val="22"/>
          <w:szCs w:val="22"/>
        </w:rPr>
      </w:pPr>
      <w:r w:rsidRPr="00765801">
        <w:rPr>
          <w:rFonts w:ascii="AvenirNext LT Pro LightCn" w:hAnsi="AvenirNext LT Pro LightCn" w:cstheme="minorHAnsi"/>
          <w:sz w:val="22"/>
          <w:szCs w:val="22"/>
        </w:rPr>
        <w:t xml:space="preserve">40 </w:t>
      </w:r>
      <w:r w:rsidR="003B629B" w:rsidRPr="00765801">
        <w:rPr>
          <w:rFonts w:ascii="AvenirNext LT Pro LightCn" w:hAnsi="AvenirNext LT Pro LightCn" w:cstheme="minorHAnsi"/>
          <w:sz w:val="22"/>
          <w:szCs w:val="22"/>
        </w:rPr>
        <w:t xml:space="preserve">% à la mise en ordre de marche (MOM) </w:t>
      </w:r>
    </w:p>
    <w:p w14:paraId="016E919E" w14:textId="305DAE0E" w:rsidR="003B629B" w:rsidRPr="00765801" w:rsidRDefault="003B629B" w:rsidP="003946F1">
      <w:pPr>
        <w:pStyle w:val="Texte"/>
        <w:numPr>
          <w:ilvl w:val="0"/>
          <w:numId w:val="10"/>
        </w:numPr>
        <w:spacing w:before="60" w:after="0" w:line="240" w:lineRule="auto"/>
        <w:ind w:left="714" w:hanging="357"/>
        <w:rPr>
          <w:rFonts w:ascii="AvenirNext LT Pro LightCn" w:hAnsi="AvenirNext LT Pro LightCn" w:cstheme="minorHAnsi"/>
          <w:sz w:val="22"/>
          <w:szCs w:val="22"/>
        </w:rPr>
      </w:pPr>
      <w:r w:rsidRPr="00765801">
        <w:rPr>
          <w:rFonts w:ascii="AvenirNext LT Pro LightCn" w:hAnsi="AvenirNext LT Pro LightCn" w:cstheme="minorHAnsi"/>
          <w:sz w:val="22"/>
          <w:szCs w:val="22"/>
        </w:rPr>
        <w:t>Le solde à la décision d’admission d’INRAE.</w:t>
      </w:r>
    </w:p>
    <w:bookmarkEnd w:id="140"/>
    <w:p w14:paraId="3A41FF3C" w14:textId="77777777" w:rsidR="00E1324A" w:rsidRPr="00BC2BFF" w:rsidRDefault="00E1324A" w:rsidP="00A76D5A">
      <w:pPr>
        <w:spacing w:after="0"/>
      </w:pPr>
      <w:r w:rsidRPr="00BC2BFF">
        <w:t>Conformément à l’article 11.2 du CCAG-FCS, chaque acompte doit faire l’objet d’une demande de paiement de la part du titulaire.</w:t>
      </w:r>
    </w:p>
    <w:p w14:paraId="2313BE1F" w14:textId="77777777" w:rsidR="00B3398C" w:rsidRPr="00BC2BFF" w:rsidRDefault="00526614" w:rsidP="009D115A">
      <w:pPr>
        <w:pStyle w:val="Titre2"/>
      </w:pPr>
      <w:bookmarkStart w:id="142" w:name="_Toc203648583"/>
      <w:r w:rsidRPr="00BC2BFF">
        <w:t>M</w:t>
      </w:r>
      <w:r w:rsidR="00B3398C" w:rsidRPr="00BC2BFF">
        <w:t>odalités de paiement</w:t>
      </w:r>
      <w:bookmarkEnd w:id="142"/>
    </w:p>
    <w:p w14:paraId="477167CE" w14:textId="77777777" w:rsidR="00B3398C" w:rsidRPr="00BC2BFF" w:rsidRDefault="00B3398C" w:rsidP="00890070">
      <w:r w:rsidRPr="00BC2BFF">
        <w:t xml:space="preserve">Le règlement du titulaire interviendra selon </w:t>
      </w:r>
      <w:r w:rsidR="00911DB8" w:rsidRPr="00BC2BFF">
        <w:t>l’échéancier prévu</w:t>
      </w:r>
      <w:r w:rsidR="00AA1ADB" w:rsidRPr="00BC2BFF">
        <w:t xml:space="preserve"> à l’article 7</w:t>
      </w:r>
      <w:r w:rsidR="00526614" w:rsidRPr="00BC2BFF">
        <w:t>.</w:t>
      </w:r>
      <w:r w:rsidRPr="00BC2BFF">
        <w:t xml:space="preserve">2 du présent document. </w:t>
      </w:r>
    </w:p>
    <w:p w14:paraId="64A81AAF" w14:textId="77777777" w:rsidR="00CC6995" w:rsidRPr="00BC2BFF" w:rsidRDefault="00CC6995" w:rsidP="00890070">
      <w:r w:rsidRPr="00BC2BFF">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rsidRPr="00BC2BFF">
        <w:t>.</w:t>
      </w:r>
    </w:p>
    <w:p w14:paraId="2014850A" w14:textId="77777777" w:rsidR="00CC6995" w:rsidRPr="00BC2BFF" w:rsidRDefault="00CC6995" w:rsidP="00890070">
      <w:r w:rsidRPr="00BC2BFF">
        <w:t xml:space="preserve">A l’heure actuelle, la transmission par le créancier de sa demande de paiement ne peut être prise en compte par </w:t>
      </w:r>
      <w:r w:rsidR="00E4467E" w:rsidRPr="00BC2BFF">
        <w:t>INRAE</w:t>
      </w:r>
      <w:r w:rsidRPr="00BC2BFF">
        <w:t xml:space="preserve"> que par dépôt au format </w:t>
      </w:r>
      <w:r w:rsidR="00E4467E" w:rsidRPr="00BC2BFF">
        <w:t>PDF</w:t>
      </w:r>
      <w:r w:rsidR="00AB580E" w:rsidRPr="00BC2BFF">
        <w:t xml:space="preserve"> </w:t>
      </w:r>
      <w:r w:rsidR="00BC6C36" w:rsidRPr="00BC2BFF">
        <w:t xml:space="preserve">sur le site </w:t>
      </w:r>
      <w:hyperlink r:id="rId13" w:history="1">
        <w:r w:rsidR="00BC6C36" w:rsidRPr="00BC2BFF">
          <w:rPr>
            <w:rStyle w:val="Lienhypertexte"/>
            <w:rFonts w:cs="Arial"/>
            <w:spacing w:val="4"/>
            <w:sz w:val="20"/>
            <w:szCs w:val="20"/>
          </w:rPr>
          <w:t>https://chorus-pro.gouv.fr</w:t>
        </w:r>
      </w:hyperlink>
      <w:r w:rsidRPr="00BC2BFF">
        <w:t>.</w:t>
      </w:r>
    </w:p>
    <w:p w14:paraId="4E40A5D3" w14:textId="77777777" w:rsidR="00B3398C" w:rsidRDefault="00B3398C" w:rsidP="008630D8">
      <w:r w:rsidRPr="00BC2BFF">
        <w:t xml:space="preserve">Les factures seront établies en un original selon les règles prévues par la comptabilité publique. Elles comprendront outre les mentions légales, les renseignements suivants : </w:t>
      </w:r>
    </w:p>
    <w:p w14:paraId="21267DA6" w14:textId="337D1559" w:rsidR="00A455B4" w:rsidRDefault="00CC6995" w:rsidP="00A455B4">
      <w:pPr>
        <w:pStyle w:val="Paragraphedeliste"/>
        <w:numPr>
          <w:ilvl w:val="0"/>
          <w:numId w:val="1"/>
        </w:numPr>
        <w:spacing w:before="40" w:after="0"/>
        <w:ind w:left="714" w:hanging="357"/>
      </w:pPr>
      <w:r w:rsidRPr="00BC2BFF">
        <w:t xml:space="preserve">Le numéro SIRET du centre </w:t>
      </w:r>
      <w:r w:rsidR="00E4467E" w:rsidRPr="00BC2BFF">
        <w:t>INRAE</w:t>
      </w:r>
      <w:r w:rsidRPr="00BC2BFF">
        <w:t xml:space="preserve"> </w:t>
      </w:r>
      <w:r w:rsidR="00BC6C36" w:rsidRPr="00BC2BFF">
        <w:t>bénéficiaire</w:t>
      </w:r>
      <w:r w:rsidR="00A455B4">
        <w:t> :</w:t>
      </w:r>
      <w:r w:rsidR="00CB36E0">
        <w:t xml:space="preserve"> </w:t>
      </w:r>
      <w:sdt>
        <w:sdtPr>
          <w:alias w:val="SIRET"/>
          <w:tag w:val="SIRET"/>
          <w:id w:val="409281488"/>
          <w:placeholder>
            <w:docPart w:val="6DA23371DB6C482D92F912D6CFE9C145"/>
          </w:placeholder>
          <w:comboBox>
            <w:listItem w:value="Choisissez un élément."/>
            <w:listItem w:displayText="VG/HDF : 180 070 039 00110" w:value="VG/HDF : 180 070 039 00110"/>
            <w:listItem w:displayText="JJA : 180 070 039 0078" w:value="JJA : 180 070 039 0078"/>
          </w:comboBox>
        </w:sdtPr>
        <w:sdtContent>
          <w:r w:rsidR="00D82164">
            <w:t>VG/HDF : 180 070 039 00110</w:t>
          </w:r>
        </w:sdtContent>
      </w:sdt>
    </w:p>
    <w:p w14:paraId="5CAF15A8" w14:textId="77777777" w:rsidR="00CC6995" w:rsidRDefault="005D4468" w:rsidP="00A80F9F">
      <w:pPr>
        <w:pStyle w:val="Paragraphedeliste"/>
        <w:numPr>
          <w:ilvl w:val="0"/>
          <w:numId w:val="1"/>
        </w:numPr>
        <w:spacing w:before="40" w:after="0"/>
        <w:ind w:left="714" w:hanging="357"/>
      </w:pPr>
      <w:r w:rsidRPr="00BC2BFF">
        <w:t>Le numéro du marché</w:t>
      </w:r>
    </w:p>
    <w:p w14:paraId="43DEAB64" w14:textId="77777777" w:rsidR="00A455B4" w:rsidRPr="00D82164" w:rsidRDefault="00A455B4" w:rsidP="00A455B4">
      <w:pPr>
        <w:pStyle w:val="Paragraphedeliste"/>
        <w:numPr>
          <w:ilvl w:val="0"/>
          <w:numId w:val="1"/>
        </w:numPr>
        <w:spacing w:before="40" w:after="0"/>
        <w:ind w:left="714" w:hanging="357"/>
        <w:rPr>
          <w:b/>
        </w:rPr>
      </w:pPr>
      <w:r w:rsidRPr="00D82164">
        <w:rPr>
          <w:b/>
        </w:rPr>
        <w:t>Le numéro du bon de commande (n° d’engagement juridique)</w:t>
      </w:r>
    </w:p>
    <w:p w14:paraId="5062019B" w14:textId="77777777" w:rsidR="00CC6995" w:rsidRPr="00BC2BFF" w:rsidRDefault="00B3398C" w:rsidP="00A80F9F">
      <w:pPr>
        <w:pStyle w:val="Paragraphedeliste"/>
        <w:numPr>
          <w:ilvl w:val="0"/>
          <w:numId w:val="1"/>
        </w:numPr>
        <w:spacing w:before="40" w:after="0"/>
        <w:ind w:left="714" w:hanging="357"/>
      </w:pPr>
      <w:r w:rsidRPr="00BC2BFF">
        <w:t>Les prestations réalisées ou fournitures livrées</w:t>
      </w:r>
    </w:p>
    <w:p w14:paraId="5AE46ED3" w14:textId="77777777" w:rsidR="00CC6995" w:rsidRPr="00BC2BFF" w:rsidRDefault="00B3398C" w:rsidP="00A80F9F">
      <w:pPr>
        <w:pStyle w:val="Paragraphedeliste"/>
        <w:numPr>
          <w:ilvl w:val="0"/>
          <w:numId w:val="1"/>
        </w:numPr>
        <w:spacing w:before="40" w:after="0"/>
        <w:ind w:left="714" w:hanging="357"/>
      </w:pPr>
      <w:r w:rsidRPr="00BC2BFF">
        <w:t>Le montant HT des prestations ou fournitures</w:t>
      </w:r>
    </w:p>
    <w:p w14:paraId="087C747D" w14:textId="77777777" w:rsidR="00CC6995" w:rsidRPr="00BC2BFF" w:rsidRDefault="00B3398C" w:rsidP="00A80F9F">
      <w:pPr>
        <w:pStyle w:val="Paragraphedeliste"/>
        <w:numPr>
          <w:ilvl w:val="0"/>
          <w:numId w:val="1"/>
        </w:numPr>
        <w:spacing w:before="40" w:after="0"/>
        <w:ind w:left="714" w:hanging="357"/>
      </w:pPr>
      <w:r w:rsidRPr="00BC2BFF">
        <w:t>Le taux et le montant de la TVA</w:t>
      </w:r>
    </w:p>
    <w:p w14:paraId="298D9F1A" w14:textId="77777777" w:rsidR="00B3398C" w:rsidRPr="00BC2BFF" w:rsidRDefault="00B3398C" w:rsidP="00A80F9F">
      <w:pPr>
        <w:pStyle w:val="Paragraphedeliste"/>
        <w:numPr>
          <w:ilvl w:val="0"/>
          <w:numId w:val="1"/>
        </w:numPr>
        <w:spacing w:before="40" w:after="0"/>
        <w:ind w:left="714" w:hanging="357"/>
      </w:pPr>
      <w:r w:rsidRPr="00BC2BFF">
        <w:t>Le montant total TTC</w:t>
      </w:r>
    </w:p>
    <w:p w14:paraId="391D6B0F" w14:textId="77777777" w:rsidR="00CC6995" w:rsidRPr="00BC2BFF" w:rsidRDefault="00CC6995" w:rsidP="008630D8">
      <w:r w:rsidRPr="00BC2BFF">
        <w:t>Conformément aux dispositions de l’article 4.1 du décret n°2016-1478 du 2 novembre 2016 relatif au développement de la facturation électronique, l’utilisation du portail de facturation est exclusive de tout autre mode de transmission.</w:t>
      </w:r>
    </w:p>
    <w:p w14:paraId="00863C67" w14:textId="03EB3AE3" w:rsidR="00D82164" w:rsidRPr="00A76D5A" w:rsidRDefault="00A455B4" w:rsidP="008630D8">
      <w:pPr>
        <w:rPr>
          <w:rStyle w:val="Textedelespacerserv"/>
          <w:color w:val="auto"/>
        </w:rPr>
      </w:pPr>
      <w:r w:rsidRPr="00D82164">
        <w:t>L’annexe du présent AECCP détaille les modalités de transmission des factures sur Chorus Pro.</w:t>
      </w:r>
      <w:r w:rsidR="00A76D5A">
        <w:t xml:space="preserve"> </w:t>
      </w:r>
      <w:r w:rsidR="00B3398C" w:rsidRPr="00D82164">
        <w:t>L’ordonnateur chargé d’émettre le titre de paiement est</w:t>
      </w:r>
      <w:r w:rsidR="00DD04CD" w:rsidRPr="00D82164">
        <w:t xml:space="preserve">  </w:t>
      </w:r>
      <w:sdt>
        <w:sdtPr>
          <w:alias w:val="PC"/>
          <w:tag w:val="PC"/>
          <w:id w:val="-1829888857"/>
          <w:placeholder>
            <w:docPart w:val="B93E46833A694335B9D56EEC1E5E6F3B"/>
          </w:placeholder>
          <w:comboBox>
            <w:listItem w:value="Choisissez un élément."/>
            <w:listItem w:displayText="la Présidente" w:value="la Présidente"/>
            <w:listItem w:displayText="le Président" w:value="le Président"/>
          </w:comboBox>
        </w:sdtPr>
        <w:sdtContent>
          <w:r w:rsidR="00D82164" w:rsidRPr="00D82164">
            <w:t>le Président</w:t>
          </w:r>
        </w:sdtContent>
      </w:sdt>
      <w:r w:rsidR="001051F5" w:rsidRPr="00D82164">
        <w:t xml:space="preserve"> </w:t>
      </w:r>
      <w:r w:rsidR="00F84DE2" w:rsidRPr="00D82164">
        <w:t xml:space="preserve">du </w:t>
      </w:r>
      <w:r w:rsidR="00D82164">
        <w:t>centre de Versailles-Saclay.</w:t>
      </w:r>
    </w:p>
    <w:p w14:paraId="514BB02B" w14:textId="4D84F3B5" w:rsidR="000A175F" w:rsidRDefault="00B3398C" w:rsidP="008630D8">
      <w:r w:rsidRPr="00BC2BFF">
        <w:t xml:space="preserve">Le paiement sera effectué par virement administratif au compte indiqué par le titulaire ci-dessous </w:t>
      </w:r>
      <w:r w:rsidRPr="00BC2BFF">
        <w:rPr>
          <w:b/>
          <w:bCs/>
        </w:rPr>
        <w:t>(</w:t>
      </w:r>
      <w:r w:rsidRPr="001704DA">
        <w:rPr>
          <w:b/>
          <w:bCs/>
          <w:color w:val="FF0000"/>
        </w:rPr>
        <w:t>joindre un RIB</w:t>
      </w:r>
      <w:r w:rsidRPr="00BC2BFF">
        <w:rPr>
          <w:b/>
          <w:bCs/>
        </w:rPr>
        <w:t>)</w:t>
      </w:r>
      <w:r w:rsidRPr="00BC2BFF">
        <w:t xml:space="preserve"> : </w:t>
      </w:r>
    </w:p>
    <w:p w14:paraId="5FB23EE8"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Banque</w:t>
      </w:r>
      <w:r w:rsidRPr="00BC2BFF">
        <w:tab/>
        <w:t>: ………………………………</w:t>
      </w:r>
      <w:r w:rsidR="00D71F32">
        <w:t>……………………………………………</w:t>
      </w:r>
      <w:proofErr w:type="gramStart"/>
      <w:r w:rsidR="00D71F32">
        <w:t>…….</w:t>
      </w:r>
      <w:proofErr w:type="gramEnd"/>
      <w:r w:rsidR="00D71F32">
        <w:t>.</w:t>
      </w:r>
    </w:p>
    <w:p w14:paraId="54242997"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Code Banque</w:t>
      </w:r>
      <w:proofErr w:type="gramStart"/>
      <w:r w:rsidRPr="00BC2BFF">
        <w:tab/>
        <w:t>:…</w:t>
      </w:r>
      <w:proofErr w:type="gramEnd"/>
      <w:r w:rsidRPr="00BC2BFF">
        <w:t>………………………</w:t>
      </w:r>
      <w:r w:rsidR="00D71F32">
        <w:t>………………………………………………..</w:t>
      </w:r>
    </w:p>
    <w:p w14:paraId="0A5C617F"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Code Guichet</w:t>
      </w:r>
      <w:r w:rsidRPr="00BC2BFF">
        <w:tab/>
        <w:t>: ………………………</w:t>
      </w:r>
      <w:r w:rsidR="00D71F32">
        <w:t>……………………………………………</w:t>
      </w:r>
      <w:proofErr w:type="gramStart"/>
      <w:r w:rsidR="00D71F32">
        <w:t>…….</w:t>
      </w:r>
      <w:proofErr w:type="gramEnd"/>
      <w:r w:rsidR="00D71F32">
        <w:t>.</w:t>
      </w:r>
    </w:p>
    <w:p w14:paraId="1514FE3C"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Compte n°</w:t>
      </w:r>
      <w:proofErr w:type="gramStart"/>
      <w:r w:rsidRPr="00BC2BFF">
        <w:tab/>
        <w:t>:…</w:t>
      </w:r>
      <w:proofErr w:type="gramEnd"/>
      <w:r w:rsidRPr="00BC2BFF">
        <w:t>……………………</w:t>
      </w:r>
      <w:r w:rsidR="00D71F32">
        <w:t>……………………………………………………</w:t>
      </w:r>
    </w:p>
    <w:p w14:paraId="616A0701" w14:textId="77777777" w:rsidR="00B3398C" w:rsidRPr="00BC2BFF"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BC2BFF">
        <w:t>Clé</w:t>
      </w:r>
      <w:proofErr w:type="gramStart"/>
      <w:r w:rsidRPr="00BC2BFF">
        <w:tab/>
        <w:t>:…</w:t>
      </w:r>
      <w:proofErr w:type="gramEnd"/>
      <w:r w:rsidRPr="00BC2BFF">
        <w:t>……………………</w:t>
      </w:r>
      <w:r w:rsidR="00D71F32">
        <w:t>…………………………………………………………………</w:t>
      </w:r>
    </w:p>
    <w:p w14:paraId="3B9BAEF2" w14:textId="77777777" w:rsidR="00B3398C" w:rsidRPr="00BC2BFF" w:rsidRDefault="005D4468" w:rsidP="008630D8">
      <w:r w:rsidRPr="00BC2BFF">
        <w:t xml:space="preserve">Le délai global de paiement est de </w:t>
      </w:r>
      <w:r w:rsidR="00AA3FDE" w:rsidRPr="00BC2BFF">
        <w:t>30</w:t>
      </w:r>
      <w:r w:rsidRPr="00BC2BFF">
        <w:t xml:space="preserve"> jours maximum à compter de la réception de la facture dans les formes prescrites.</w:t>
      </w:r>
    </w:p>
    <w:p w14:paraId="5E933DDF" w14:textId="77777777" w:rsidR="00B3398C" w:rsidRPr="00BC2BFF" w:rsidRDefault="00B3398C" w:rsidP="008630D8">
      <w:r w:rsidRPr="00BC2BFF">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BC2BFF">
        <w:t xml:space="preserve">courir, majoré de </w:t>
      </w:r>
      <w:r w:rsidR="00AA3FDE" w:rsidRPr="00BC2BFF">
        <w:t>hui</w:t>
      </w:r>
      <w:r w:rsidR="004968F7" w:rsidRPr="00BC2BFF">
        <w:t>t points</w:t>
      </w:r>
      <w:r w:rsidRPr="00BC2BFF">
        <w:t>.</w:t>
      </w:r>
      <w:r w:rsidR="0026288D" w:rsidRPr="00BC2BFF">
        <w:t xml:space="preserve"> Une indemnité forfaitaire de 40 € correspondant aux frais de recouvrement sera versée.</w:t>
      </w:r>
    </w:p>
    <w:p w14:paraId="51B98A8C" w14:textId="071A775B" w:rsidR="00B3398C" w:rsidRDefault="00B3398C" w:rsidP="008630D8">
      <w:r w:rsidRPr="00BC2BFF">
        <w:lastRenderedPageBreak/>
        <w:t>Le règlement sera effectué au compte ban</w:t>
      </w:r>
      <w:r w:rsidR="005144E6" w:rsidRPr="00BC2BFF">
        <w:t>caire indiqué par le t</w:t>
      </w:r>
      <w:r w:rsidRPr="00BC2BFF">
        <w:t xml:space="preserve">itulaire </w:t>
      </w:r>
      <w:r w:rsidR="00911DB8" w:rsidRPr="00BC2BFF">
        <w:t>ci-dessus.</w:t>
      </w:r>
    </w:p>
    <w:p w14:paraId="1D618C38" w14:textId="4A43548F" w:rsidR="003807F9" w:rsidRDefault="003807F9" w:rsidP="008630D8"/>
    <w:p w14:paraId="56050456" w14:textId="77777777" w:rsidR="00B3398C" w:rsidRPr="00AD614E" w:rsidRDefault="00B3398C" w:rsidP="00A33A99">
      <w:pPr>
        <w:pStyle w:val="Titre1"/>
        <w:spacing w:after="240"/>
        <w:ind w:left="357" w:hanging="357"/>
        <w:rPr>
          <w:rFonts w:ascii="AvenirNext LT Pro Cn" w:hAnsi="AvenirNext LT Pro Cn"/>
        </w:rPr>
      </w:pPr>
      <w:bookmarkStart w:id="143" w:name="_Toc203648584"/>
      <w:r w:rsidRPr="00AD614E">
        <w:rPr>
          <w:rFonts w:ascii="AvenirNext LT Pro Cn" w:hAnsi="AvenirNext LT Pro Cn"/>
        </w:rPr>
        <w:t>AVANCE</w:t>
      </w:r>
      <w:bookmarkEnd w:id="143"/>
      <w:r w:rsidRPr="00AD614E">
        <w:rPr>
          <w:rFonts w:ascii="AvenirNext LT Pro Cn" w:hAnsi="AvenirNext LT Pro Cn"/>
        </w:rPr>
        <w:t xml:space="preserve"> </w:t>
      </w:r>
    </w:p>
    <w:p w14:paraId="19842B2A" w14:textId="77777777" w:rsidR="00BE518A" w:rsidRPr="00BC2BFF" w:rsidRDefault="00BE518A" w:rsidP="00BE518A">
      <w:r w:rsidRPr="00BC2BFF">
        <w:t>L’option B du CCAG s’applique</w:t>
      </w:r>
      <w:r w:rsidR="001051F5">
        <w:t>. Le taux de l’avance est fixé à</w:t>
      </w:r>
      <w:r w:rsidRPr="00BC2BFF">
        <w:t xml:space="preserve"> 10%</w:t>
      </w:r>
      <w:r w:rsidR="00B76FF0">
        <w:t>.</w:t>
      </w:r>
      <w:r w:rsidRPr="00BC2BFF">
        <w:t xml:space="preserve"> </w:t>
      </w:r>
    </w:p>
    <w:p w14:paraId="7E78AE84" w14:textId="77777777" w:rsidR="003D5F07" w:rsidRDefault="00F85B11" w:rsidP="00220244">
      <w:r w:rsidRPr="00BC2BFF">
        <w:t>Le titulaire bénéficie d’une avance, dans les conditions de</w:t>
      </w:r>
      <w:r w:rsidR="002B5C0D" w:rsidRPr="00BC2BFF">
        <w:t xml:space="preserve">s </w:t>
      </w:r>
      <w:r w:rsidRPr="00BC2BFF">
        <w:t>articl</w:t>
      </w:r>
      <w:r w:rsidR="002B5C0D" w:rsidRPr="00BC2BFF">
        <w:t>es R2191-3</w:t>
      </w:r>
      <w:r w:rsidR="006A466F" w:rsidRPr="00BC2BFF">
        <w:t xml:space="preserve"> </w:t>
      </w:r>
      <w:r w:rsidR="002B5C0D" w:rsidRPr="00BC2BFF">
        <w:t xml:space="preserve">et </w:t>
      </w:r>
      <w:r w:rsidR="00A0496B" w:rsidRPr="00BC2BFF">
        <w:t>suivants</w:t>
      </w:r>
      <w:r w:rsidR="002B5C0D" w:rsidRPr="00BC2BFF">
        <w:t xml:space="preserve"> </w:t>
      </w:r>
      <w:r w:rsidR="000B7E1A" w:rsidRPr="00BC2BFF">
        <w:t xml:space="preserve">du </w:t>
      </w:r>
      <w:r w:rsidR="00B76FF0">
        <w:t>c</w:t>
      </w:r>
      <w:r w:rsidR="000B7E1A" w:rsidRPr="00BC2BFF">
        <w:t xml:space="preserve">ode de la </w:t>
      </w:r>
      <w:r w:rsidR="00B76FF0">
        <w:t>c</w:t>
      </w:r>
      <w:r w:rsidR="000B7E1A" w:rsidRPr="00BC2BFF">
        <w:t xml:space="preserve">ommande </w:t>
      </w:r>
      <w:r w:rsidR="00B76FF0">
        <w:t>p</w:t>
      </w:r>
      <w:r w:rsidR="000B7E1A" w:rsidRPr="00BC2BFF">
        <w:t>ublique</w:t>
      </w:r>
      <w:r w:rsidRPr="00BC2BFF">
        <w:t>, si le montant initial du marché est supérieur à 50 000 € HT</w:t>
      </w:r>
      <w:r w:rsidR="00FB2BDC" w:rsidRPr="00BC2BFF">
        <w:t xml:space="preserve"> et si le délai d’exécution est supérieur à 2 mois</w:t>
      </w:r>
      <w:r w:rsidRPr="00BC2BFF">
        <w:t xml:space="preserve">, sauf renonciation expresse </w:t>
      </w:r>
      <w:r w:rsidR="005144E6" w:rsidRPr="00BC2BFF">
        <w:t xml:space="preserve">du titulaire </w:t>
      </w:r>
      <w:r w:rsidRPr="00BC2BFF">
        <w:t xml:space="preserve">en page 2 du présent document. </w:t>
      </w:r>
    </w:p>
    <w:p w14:paraId="76CBE9FF" w14:textId="77777777" w:rsidR="003603A7" w:rsidRPr="003603A7" w:rsidRDefault="003603A7" w:rsidP="003603A7">
      <w:pPr>
        <w:rPr>
          <w:i/>
        </w:rPr>
      </w:pPr>
      <w:r w:rsidRPr="003603A7">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r w:rsidRPr="003603A7">
        <w:rPr>
          <w:i/>
        </w:rPr>
        <w:t>.</w:t>
      </w:r>
    </w:p>
    <w:p w14:paraId="1431D347" w14:textId="1936889C" w:rsidR="006D028A" w:rsidRDefault="006D028A" w:rsidP="006D028A">
      <w:pPr>
        <w:pStyle w:val="Titre1"/>
        <w:rPr>
          <w:rFonts w:ascii="AvenirNext LT Pro Cn" w:hAnsi="AvenirNext LT Pro Cn"/>
        </w:rPr>
      </w:pPr>
      <w:r w:rsidRPr="00BC2BFF">
        <w:rPr>
          <w:rFonts w:ascii="AvenirNext LT Pro Cn" w:hAnsi="AvenirNext LT Pro Cn"/>
        </w:rPr>
        <w:t xml:space="preserve">     </w:t>
      </w:r>
      <w:bookmarkStart w:id="144" w:name="_Toc203648585"/>
      <w:r w:rsidRPr="00BC2BFF">
        <w:rPr>
          <w:rFonts w:ascii="AvenirNext LT Pro Cn" w:hAnsi="AvenirNext LT Pro Cn"/>
        </w:rPr>
        <w:t xml:space="preserve">PENALITES </w:t>
      </w:r>
      <w:r w:rsidR="003A62C4">
        <w:rPr>
          <w:rFonts w:ascii="AvenirNext LT Pro Cn" w:hAnsi="AvenirNext LT Pro Cn"/>
        </w:rPr>
        <w:t>APPLICABLES</w:t>
      </w:r>
      <w:bookmarkEnd w:id="144"/>
    </w:p>
    <w:p w14:paraId="2245452B" w14:textId="7FA0113B" w:rsidR="003A62C4" w:rsidRDefault="003A62C4" w:rsidP="003A62C4"/>
    <w:p w14:paraId="0AC9A557" w14:textId="77777777" w:rsidR="003A62C4" w:rsidRDefault="003A62C4" w:rsidP="003A62C4">
      <w:r>
        <w:t>En cas de non-respect des conditions d’exécution du marché et par dérogation à l’article 14.1.1 du CCAG-FCS, INRAE se réserve le droit d’appliquer au titulaire les pénalités suivantes sans mise en demeure préalable.</w:t>
      </w:r>
    </w:p>
    <w:p w14:paraId="74D8AD1B" w14:textId="77777777" w:rsidR="003A62C4" w:rsidRDefault="003A62C4" w:rsidP="003A62C4">
      <w:r>
        <w:t>Les pénalités applicables sont cumulables entre elles et complètent l’article 14 du CCAG-FCS.</w:t>
      </w:r>
    </w:p>
    <w:p w14:paraId="3775CEFC" w14:textId="77777777" w:rsidR="003A62C4" w:rsidRDefault="003A62C4" w:rsidP="003A62C4">
      <w:r>
        <w:t>Ces pénalités sont déduites du montant restant dû par INRAE ou font l’objet d’un ordre de reversement à l’encontre du titulaire. Elles restent dues en cas de résiliation du marché.</w:t>
      </w:r>
    </w:p>
    <w:p w14:paraId="21A92336" w14:textId="6CD4FE9D" w:rsidR="00186FA0" w:rsidRPr="00186FA0" w:rsidRDefault="00186FA0" w:rsidP="003A62C4">
      <w:pPr>
        <w:rPr>
          <w:color w:val="E36C0A" w:themeColor="accent6" w:themeShade="BF"/>
        </w:rPr>
      </w:pPr>
      <w:r w:rsidRPr="00D3747F">
        <w:t>Par dérogation à l’article 14 du CCAG-FCS, le montant total de l’ensemble des pénalités appliquées dans le cadre de l’exécution du présent marché ne peut dépasser 20% du prix global et forfaitaire du marché</w:t>
      </w:r>
      <w:r w:rsidR="00D3747F">
        <w:rPr>
          <w:color w:val="E36C0A" w:themeColor="accent6" w:themeShade="BF"/>
        </w:rPr>
        <w:t>.</w:t>
      </w:r>
    </w:p>
    <w:p w14:paraId="32DAD73F" w14:textId="77777777" w:rsidR="003A62C4" w:rsidRPr="009F34E9" w:rsidRDefault="003A62C4" w:rsidP="003A62C4">
      <w:r>
        <w:t xml:space="preserve">Les pénalités sont dues dès le premier euro et dès le premier jour de retard. Celles-ci sont exprimées </w:t>
      </w:r>
      <w:r w:rsidRPr="00186FA0">
        <w:t>en jours calendaires</w:t>
      </w:r>
      <w:r>
        <w:t xml:space="preserve"> et incluent donc les samedi, dimanche et les jours fériés.</w:t>
      </w:r>
    </w:p>
    <w:p w14:paraId="56830802" w14:textId="77777777" w:rsidR="00B07A17" w:rsidRPr="00797BB0" w:rsidRDefault="00B07A17" w:rsidP="009D115A">
      <w:pPr>
        <w:pStyle w:val="Titre2"/>
      </w:pPr>
      <w:bookmarkStart w:id="145" w:name="_Toc203648586"/>
      <w:r w:rsidRPr="00797BB0">
        <w:t>- Pénalités pour retard</w:t>
      </w:r>
      <w:bookmarkEnd w:id="145"/>
    </w:p>
    <w:p w14:paraId="7BD71DEC" w14:textId="77777777" w:rsidR="00B07A17" w:rsidRPr="00BC2BFF" w:rsidRDefault="00B07A17" w:rsidP="00B07A17">
      <w:pPr>
        <w:spacing w:before="240"/>
        <w:rPr>
          <w:sz w:val="20"/>
          <w:szCs w:val="20"/>
        </w:rPr>
      </w:pPr>
      <w:r w:rsidRPr="00BC2BFF">
        <w:t xml:space="preserve">Conformément à l’article 14 du CCAG-FCS, lorsque le délai contractuel d’exécution du marché est dépassé, par le fait du titulaire, celui-ci encourt, </w:t>
      </w:r>
      <w:r w:rsidR="00B367C3">
        <w:t>après</w:t>
      </w:r>
      <w:r w:rsidRPr="00BC2BFF">
        <w:t xml:space="preserve"> mise en demeure préalable, une pénalité de retard.</w:t>
      </w:r>
    </w:p>
    <w:p w14:paraId="06A3E7D7" w14:textId="77777777" w:rsidR="00B07A17" w:rsidRPr="00BC2BFF" w:rsidRDefault="00B07A17" w:rsidP="00B07A17">
      <w:pPr>
        <w:rPr>
          <w:sz w:val="20"/>
          <w:szCs w:val="20"/>
        </w:rPr>
      </w:pPr>
      <w:r w:rsidRPr="00BC2BFF">
        <w:t>Cette pénalité est calculée par application de la formule suivante :</w:t>
      </w:r>
    </w:p>
    <w:p w14:paraId="5901D562" w14:textId="77777777" w:rsidR="00B07A17" w:rsidRPr="00BC2BFF" w:rsidRDefault="00B07A17" w:rsidP="00B07A17">
      <w:pPr>
        <w:rPr>
          <w:b/>
          <w:sz w:val="20"/>
          <w:szCs w:val="20"/>
        </w:rPr>
      </w:pPr>
      <w:r w:rsidRPr="00BC2BFF">
        <w:rPr>
          <w:b/>
        </w:rPr>
        <w:t>P = V x R / 1000</w:t>
      </w:r>
    </w:p>
    <w:p w14:paraId="3663E5DF" w14:textId="77777777" w:rsidR="00B07A17" w:rsidRPr="00BC2BFF" w:rsidRDefault="00B07A17" w:rsidP="00B07A17">
      <w:pPr>
        <w:rPr>
          <w:sz w:val="20"/>
          <w:szCs w:val="20"/>
        </w:rPr>
      </w:pPr>
      <w:r w:rsidRPr="00BC2BFF">
        <w:t>Dans laquelle :</w:t>
      </w:r>
    </w:p>
    <w:p w14:paraId="31766A9D" w14:textId="77777777" w:rsidR="00B07A17" w:rsidRPr="00BC2BFF" w:rsidRDefault="00B07A17" w:rsidP="00D82164">
      <w:pPr>
        <w:pStyle w:val="Paragraphedeliste"/>
        <w:numPr>
          <w:ilvl w:val="0"/>
          <w:numId w:val="6"/>
        </w:numPr>
        <w:spacing w:after="0"/>
        <w:ind w:left="714" w:hanging="357"/>
        <w:rPr>
          <w:sz w:val="20"/>
          <w:szCs w:val="20"/>
        </w:rPr>
      </w:pPr>
      <w:r w:rsidRPr="00BC2BFF">
        <w:t>P correspond au montant de la pénalité</w:t>
      </w:r>
    </w:p>
    <w:p w14:paraId="26E4D145" w14:textId="77777777" w:rsidR="00B07A17" w:rsidRPr="00BC2BFF" w:rsidRDefault="00B07A17" w:rsidP="00D82164">
      <w:pPr>
        <w:pStyle w:val="Paragraphedeliste"/>
        <w:numPr>
          <w:ilvl w:val="0"/>
          <w:numId w:val="6"/>
        </w:numPr>
        <w:spacing w:after="0"/>
        <w:ind w:left="714" w:hanging="357"/>
        <w:rPr>
          <w:sz w:val="20"/>
          <w:szCs w:val="20"/>
        </w:rPr>
      </w:pPr>
      <w:r w:rsidRPr="00BC2BFF">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333CFB71" w14:textId="77777777" w:rsidR="00B07A17" w:rsidRPr="00BC2BFF" w:rsidRDefault="00B07A17" w:rsidP="00D82164">
      <w:pPr>
        <w:pStyle w:val="Paragraphedeliste"/>
        <w:numPr>
          <w:ilvl w:val="0"/>
          <w:numId w:val="6"/>
        </w:numPr>
        <w:spacing w:after="0"/>
        <w:ind w:left="714" w:hanging="357"/>
      </w:pPr>
      <w:r w:rsidRPr="00BC2BFF">
        <w:t>R correspond au nombre de jours de retard.</w:t>
      </w:r>
    </w:p>
    <w:p w14:paraId="17E681BA" w14:textId="4F427E13" w:rsidR="00892F5B" w:rsidRPr="00D3747F" w:rsidRDefault="00760980" w:rsidP="005C5936">
      <w:pPr>
        <w:pStyle w:val="Titre2"/>
      </w:pPr>
      <w:bookmarkStart w:id="146" w:name="_Toc203648587"/>
      <w:r w:rsidRPr="00797BB0">
        <w:lastRenderedPageBreak/>
        <w:t xml:space="preserve">- </w:t>
      </w:r>
      <w:r w:rsidR="00892F5B" w:rsidRPr="00D3747F">
        <w:t>- Pénalités pour non-respect du délai d’intervention en cas de panne</w:t>
      </w:r>
      <w:bookmarkEnd w:id="146"/>
    </w:p>
    <w:p w14:paraId="328243BE" w14:textId="77777777" w:rsidR="00892F5B" w:rsidRPr="003A62C4" w:rsidRDefault="00892F5B" w:rsidP="00892F5B">
      <w:pPr>
        <w:spacing w:before="0" w:after="0"/>
        <w:rPr>
          <w:rFonts w:ascii="AvenirNext LT Pro LightCn" w:hAnsi="AvenirNext LT Pro LightCn"/>
        </w:rPr>
      </w:pPr>
      <w:r w:rsidRPr="00D3747F">
        <w:rPr>
          <w:rFonts w:ascii="AvenirNext LT Pro LightCn" w:hAnsi="AvenirNext LT Pro LightCn"/>
        </w:rPr>
        <w:t>En garantie comme en maintenance, en cas de dépassement</w:t>
      </w:r>
      <w:r w:rsidRPr="003A62C4">
        <w:rPr>
          <w:rFonts w:ascii="AvenirNext LT Pro LightCn" w:hAnsi="AvenirNext LT Pro LightCn"/>
        </w:rPr>
        <w:t xml:space="preserve"> des délais d’intervention sur lesquels s’est engagé le titulaire, celui-ci peut, sur décision d’INRAE, se voir appliquer, sans mise en demeure préalable, une pénalité calculée par l’application de la formule suivante, tout jour entamé étant dû :</w:t>
      </w:r>
    </w:p>
    <w:p w14:paraId="4A6DA48B" w14:textId="77777777" w:rsidR="00892F5B" w:rsidRPr="003A62C4" w:rsidRDefault="00892F5B" w:rsidP="00892F5B">
      <w:pPr>
        <w:spacing w:before="0" w:after="0"/>
        <w:rPr>
          <w:rFonts w:ascii="AvenirNext LT Pro LightCn" w:hAnsi="AvenirNext LT Pro LightCn"/>
        </w:rPr>
      </w:pPr>
    </w:p>
    <w:p w14:paraId="6B4E49A3" w14:textId="77777777" w:rsidR="00892F5B" w:rsidRPr="003A62C4" w:rsidRDefault="00892F5B" w:rsidP="00892F5B">
      <w:pPr>
        <w:spacing w:before="0" w:after="0"/>
        <w:rPr>
          <w:rFonts w:ascii="AvenirNext LT Pro LightCn" w:hAnsi="AvenirNext LT Pro LightCn"/>
        </w:rPr>
      </w:pPr>
    </w:p>
    <w:p w14:paraId="356BF258" w14:textId="77777777" w:rsidR="00892F5B" w:rsidRPr="003A62C4" w:rsidRDefault="00892F5B" w:rsidP="00892F5B">
      <w:pPr>
        <w:spacing w:before="0" w:after="0"/>
        <w:rPr>
          <w:rFonts w:ascii="AvenirNext LT Pro LightCn" w:hAnsi="AvenirNext LT Pro LightCn"/>
        </w:rPr>
      </w:pPr>
      <w:r w:rsidRPr="003A62C4">
        <w:rPr>
          <w:rFonts w:ascii="AvenirNext LT Pro LightCn" w:hAnsi="AvenirNext LT Pro LightCn"/>
        </w:rPr>
        <w:t xml:space="preserve">P = </w:t>
      </w:r>
      <w:r w:rsidRPr="003A62C4">
        <w:rPr>
          <w:rFonts w:ascii="AvenirNext LT Pro LightCn" w:hAnsi="AvenirNext LT Pro LightCn"/>
        </w:rPr>
        <w:tab/>
      </w:r>
      <w:r w:rsidRPr="003A62C4">
        <w:rPr>
          <w:rFonts w:ascii="AvenirNext LT Pro LightCn" w:hAnsi="AvenirNext LT Pro LightCn"/>
          <w:u w:val="single"/>
        </w:rPr>
        <w:t>V x R</w:t>
      </w:r>
    </w:p>
    <w:p w14:paraId="093CE4D3" w14:textId="77777777" w:rsidR="00892F5B" w:rsidRPr="003A62C4" w:rsidRDefault="00892F5B" w:rsidP="00892F5B">
      <w:pPr>
        <w:spacing w:before="0" w:after="0"/>
        <w:ind w:firstLine="720"/>
        <w:rPr>
          <w:rFonts w:ascii="AvenirNext LT Pro LightCn" w:hAnsi="AvenirNext LT Pro LightCn"/>
        </w:rPr>
      </w:pPr>
      <w:r w:rsidRPr="003A62C4">
        <w:rPr>
          <w:rFonts w:ascii="AvenirNext LT Pro LightCn" w:hAnsi="AvenirNext LT Pro LightCn"/>
        </w:rPr>
        <w:t>200</w:t>
      </w:r>
    </w:p>
    <w:p w14:paraId="002337BE" w14:textId="77777777" w:rsidR="00892F5B" w:rsidRPr="003A62C4" w:rsidRDefault="00892F5B" w:rsidP="00892F5B">
      <w:pPr>
        <w:spacing w:before="0" w:after="0"/>
        <w:rPr>
          <w:rFonts w:ascii="AvenirNext LT Pro LightCn" w:hAnsi="AvenirNext LT Pro LightCn"/>
        </w:rPr>
      </w:pPr>
    </w:p>
    <w:p w14:paraId="621E1344" w14:textId="77777777" w:rsidR="00892F5B" w:rsidRPr="003A62C4" w:rsidRDefault="00892F5B" w:rsidP="00892F5B">
      <w:pPr>
        <w:spacing w:before="0" w:after="0"/>
        <w:rPr>
          <w:rFonts w:ascii="AvenirNext LT Pro LightCn" w:hAnsi="AvenirNext LT Pro LightCn"/>
        </w:rPr>
      </w:pPr>
      <w:r w:rsidRPr="003A62C4">
        <w:rPr>
          <w:rFonts w:ascii="AvenirNext LT Pro LightCn" w:hAnsi="AvenirNext LT Pro LightCn"/>
        </w:rPr>
        <w:t>Dans laquelle :</w:t>
      </w:r>
    </w:p>
    <w:p w14:paraId="36D60E18" w14:textId="77777777" w:rsidR="00892F5B" w:rsidRPr="003A62C4" w:rsidRDefault="00892F5B" w:rsidP="00892F5B">
      <w:pPr>
        <w:spacing w:before="0" w:after="0"/>
        <w:rPr>
          <w:rFonts w:ascii="AvenirNext LT Pro LightCn" w:hAnsi="AvenirNext LT Pro LightCn"/>
        </w:rPr>
      </w:pPr>
    </w:p>
    <w:p w14:paraId="4CE77048" w14:textId="77777777" w:rsidR="00892F5B" w:rsidRPr="003A62C4" w:rsidRDefault="00892F5B" w:rsidP="00892F5B">
      <w:pPr>
        <w:numPr>
          <w:ilvl w:val="0"/>
          <w:numId w:val="6"/>
        </w:numPr>
        <w:spacing w:before="0" w:after="0"/>
        <w:rPr>
          <w:rFonts w:ascii="AvenirNext LT Pro LightCn" w:hAnsi="AvenirNext LT Pro LightCn"/>
        </w:rPr>
      </w:pPr>
      <w:r w:rsidRPr="003A62C4">
        <w:rPr>
          <w:rFonts w:ascii="AvenirNext LT Pro LightCn" w:hAnsi="AvenirNext LT Pro LightCn"/>
        </w:rPr>
        <w:t>P est le montant des pénalités</w:t>
      </w:r>
    </w:p>
    <w:p w14:paraId="65CB5185" w14:textId="77777777" w:rsidR="00892F5B" w:rsidRPr="003A62C4" w:rsidRDefault="00892F5B" w:rsidP="00892F5B">
      <w:pPr>
        <w:numPr>
          <w:ilvl w:val="0"/>
          <w:numId w:val="6"/>
        </w:numPr>
        <w:spacing w:before="0" w:after="0"/>
        <w:rPr>
          <w:rFonts w:ascii="AvenirNext LT Pro LightCn" w:hAnsi="AvenirNext LT Pro LightCn"/>
        </w:rPr>
      </w:pPr>
      <w:r w:rsidRPr="003A62C4">
        <w:rPr>
          <w:rFonts w:ascii="AvenirNext LT Pro LightCn" w:hAnsi="AvenirNext LT Pro LightCn"/>
        </w:rPr>
        <w:t>V est la valeur qui correspond au prix initial d’achat de l’équipement. Cette valeur baisse de 25% la première année à l’issue de la période de garantie, puis de 5% par année supplémentaire.</w:t>
      </w:r>
    </w:p>
    <w:p w14:paraId="44035394" w14:textId="77777777" w:rsidR="00892F5B" w:rsidRPr="003A62C4" w:rsidRDefault="00892F5B" w:rsidP="00892F5B">
      <w:pPr>
        <w:numPr>
          <w:ilvl w:val="0"/>
          <w:numId w:val="6"/>
        </w:numPr>
        <w:spacing w:before="0" w:after="0"/>
        <w:rPr>
          <w:rFonts w:ascii="AvenirNext LT Pro LightCn" w:hAnsi="AvenirNext LT Pro LightCn"/>
        </w:rPr>
      </w:pPr>
      <w:r w:rsidRPr="003A62C4">
        <w:rPr>
          <w:rFonts w:ascii="AvenirNext LT Pro LightCn" w:hAnsi="AvenirNext LT Pro LightCn"/>
        </w:rPr>
        <w:t>R est le nombre de jours calendaires de retard sur le délai d’intervention contractuel.</w:t>
      </w:r>
    </w:p>
    <w:p w14:paraId="4EAA1CB2" w14:textId="77777777" w:rsidR="00892F5B" w:rsidRPr="003A62C4" w:rsidRDefault="00892F5B" w:rsidP="00892F5B">
      <w:pPr>
        <w:spacing w:before="0" w:after="0"/>
        <w:rPr>
          <w:rFonts w:ascii="AvenirNext LT Pro LightCn" w:hAnsi="AvenirNext LT Pro LightCn"/>
        </w:rPr>
      </w:pPr>
    </w:p>
    <w:p w14:paraId="6F1BC0E3" w14:textId="77777777" w:rsidR="00892F5B" w:rsidRPr="003A62C4" w:rsidRDefault="00892F5B" w:rsidP="00892F5B">
      <w:pPr>
        <w:spacing w:after="0"/>
        <w:rPr>
          <w:rFonts w:ascii="AvenirNext LT Pro LightCn" w:hAnsi="AvenirNext LT Pro LightCn"/>
        </w:rPr>
      </w:pPr>
      <w:r w:rsidRPr="003A62C4">
        <w:rPr>
          <w:rFonts w:ascii="AvenirNext LT Pro LightCn" w:hAnsi="AvenirNext LT Pro LightCn"/>
        </w:rPr>
        <w:t>Le délai R correspond au nombre de jours écoulés entre la date d’enregistrement de la demande d’intervention d’INRAE par le titulaire, jusqu’à la date effective d’intervention du titulaire déduit du délai d’intervention contractuel prévu dans le marché.</w:t>
      </w:r>
    </w:p>
    <w:p w14:paraId="16C3B7B5" w14:textId="77777777" w:rsidR="00892F5B" w:rsidRPr="003A62C4" w:rsidRDefault="00892F5B" w:rsidP="00892F5B">
      <w:pPr>
        <w:spacing w:after="0"/>
        <w:rPr>
          <w:rFonts w:ascii="AvenirNext LT Pro LightCn" w:hAnsi="AvenirNext LT Pro LightCn"/>
        </w:rPr>
      </w:pPr>
      <w:r w:rsidRPr="003A62C4">
        <w:rPr>
          <w:rFonts w:ascii="AvenirNext LT Pro LightCn" w:hAnsi="AvenirNext LT Pro LightCn"/>
        </w:rPr>
        <w:t>INRAE peut exonérer le titulaire de ces pénalités si ce dernier invoque une cause de retard qui ne lui est pas imputable. Il notifie alors sa demande d’exonération à INRAE, en exposant les motifs de son retard.</w:t>
      </w:r>
    </w:p>
    <w:p w14:paraId="2288B747" w14:textId="4B1FF186" w:rsidR="003A62C4" w:rsidRPr="00D3747F" w:rsidRDefault="003A62C4" w:rsidP="00892F5B">
      <w:pPr>
        <w:pStyle w:val="Titre2"/>
        <w:rPr>
          <w:color w:val="00A3A6"/>
          <w14:textFill>
            <w14:solidFill>
              <w14:srgbClr w14:val="00A3A6">
                <w14:lumMod w14:val="75000"/>
              </w14:srgbClr>
            </w14:solidFill>
          </w14:textFill>
        </w:rPr>
      </w:pPr>
      <w:bookmarkStart w:id="147" w:name="_Toc203648588"/>
      <w:r w:rsidRPr="00D3747F">
        <w:rPr>
          <w:color w:val="00A3A6"/>
          <w14:textFill>
            <w14:solidFill>
              <w14:srgbClr w14:val="00A3A6">
                <w14:lumMod w14:val="75000"/>
              </w14:srgbClr>
            </w14:solidFill>
          </w14:textFill>
        </w:rPr>
        <w:t>- Péna</w:t>
      </w:r>
      <w:r w:rsidR="00D3747F">
        <w:rPr>
          <w:color w:val="00A3A6"/>
          <w14:textFill>
            <w14:solidFill>
              <w14:srgbClr w14:val="00A3A6">
                <w14:lumMod w14:val="75000"/>
              </w14:srgbClr>
            </w14:solidFill>
          </w14:textFill>
        </w:rPr>
        <w:t xml:space="preserve">lités pour non-respect du délai de mise au point ou de réparation </w:t>
      </w:r>
      <w:r w:rsidRPr="00D3747F">
        <w:rPr>
          <w:color w:val="00A3A6"/>
          <w14:textFill>
            <w14:solidFill>
              <w14:srgbClr w14:val="00A3A6">
                <w14:lumMod w14:val="75000"/>
              </w14:srgbClr>
            </w14:solidFill>
          </w14:textFill>
        </w:rPr>
        <w:t>en cas de panne</w:t>
      </w:r>
      <w:bookmarkEnd w:id="147"/>
    </w:p>
    <w:p w14:paraId="71EBDD95" w14:textId="7A0896A5" w:rsidR="003A62C4" w:rsidRPr="003A62C4" w:rsidRDefault="003A62C4" w:rsidP="003A62C4">
      <w:pPr>
        <w:spacing w:after="0"/>
        <w:rPr>
          <w:rFonts w:ascii="AvenirNext LT Pro LightCn" w:hAnsi="AvenirNext LT Pro LightCn"/>
        </w:rPr>
      </w:pPr>
      <w:r w:rsidRPr="00D3747F">
        <w:rPr>
          <w:rFonts w:ascii="AvenirNext LT Pro LightCn" w:hAnsi="AvenirNext LT Pro LightCn"/>
        </w:rPr>
        <w:t>En garantie comme en maintenance, en</w:t>
      </w:r>
      <w:r w:rsidRPr="003A62C4">
        <w:rPr>
          <w:rFonts w:ascii="AvenirNext LT Pro LightCn" w:hAnsi="AvenirNext LT Pro LightCn"/>
        </w:rPr>
        <w:t xml:space="preserve"> cas de dépassement du délai dont dispose le titulaire pour effectuer une mise au point ou une réparation comme défini </w:t>
      </w:r>
      <w:r w:rsidR="00D3747F">
        <w:rPr>
          <w:rFonts w:ascii="AvenirNext LT Pro LightCn" w:hAnsi="AvenirNext LT Pro LightCn"/>
        </w:rPr>
        <w:t>dans le présent marché</w:t>
      </w:r>
      <w:r w:rsidRPr="003A62C4">
        <w:rPr>
          <w:rFonts w:ascii="AvenirNext LT Pro LightCn" w:hAnsi="AvenirNext LT Pro LightCn"/>
        </w:rPr>
        <w:t>, le titulaire peut, sur décision d’INRAE, se voir appliquer, sans mise en demeure préalable, une pénalité calculée par l’application de la formule suivante :</w:t>
      </w:r>
    </w:p>
    <w:p w14:paraId="00A07F37" w14:textId="77777777" w:rsidR="003A62C4" w:rsidRPr="003A62C4" w:rsidRDefault="003A62C4" w:rsidP="003A62C4">
      <w:pPr>
        <w:spacing w:after="0"/>
        <w:rPr>
          <w:rFonts w:ascii="AvenirNext LT Pro LightCn" w:hAnsi="AvenirNext LT Pro LightCn"/>
        </w:rPr>
      </w:pPr>
    </w:p>
    <w:p w14:paraId="283D0B9E" w14:textId="77777777" w:rsidR="003A62C4" w:rsidRPr="003A62C4" w:rsidRDefault="003A62C4" w:rsidP="003A62C4">
      <w:pPr>
        <w:spacing w:before="0" w:after="0"/>
        <w:rPr>
          <w:rFonts w:ascii="AvenirNext LT Pro LightCn" w:hAnsi="AvenirNext LT Pro LightCn"/>
        </w:rPr>
      </w:pPr>
      <w:r w:rsidRPr="003A62C4">
        <w:rPr>
          <w:rFonts w:ascii="AvenirNext LT Pro LightCn" w:hAnsi="AvenirNext LT Pro LightCn"/>
        </w:rPr>
        <w:t xml:space="preserve">P = </w:t>
      </w:r>
      <w:r w:rsidRPr="003A62C4">
        <w:rPr>
          <w:rFonts w:ascii="AvenirNext LT Pro LightCn" w:hAnsi="AvenirNext LT Pro LightCn"/>
        </w:rPr>
        <w:tab/>
      </w:r>
      <w:r w:rsidRPr="003A62C4">
        <w:rPr>
          <w:rFonts w:ascii="AvenirNext LT Pro LightCn" w:hAnsi="AvenirNext LT Pro LightCn"/>
          <w:u w:val="single"/>
        </w:rPr>
        <w:t>V x R</w:t>
      </w:r>
    </w:p>
    <w:p w14:paraId="48F36D70" w14:textId="77777777" w:rsidR="003A62C4" w:rsidRPr="003A62C4" w:rsidRDefault="003A62C4" w:rsidP="003A62C4">
      <w:pPr>
        <w:spacing w:before="0" w:after="0"/>
        <w:ind w:firstLine="720"/>
        <w:rPr>
          <w:rFonts w:ascii="AvenirNext LT Pro LightCn" w:hAnsi="AvenirNext LT Pro LightCn"/>
        </w:rPr>
      </w:pPr>
      <w:r w:rsidRPr="003A62C4">
        <w:rPr>
          <w:rFonts w:ascii="AvenirNext LT Pro LightCn" w:hAnsi="AvenirNext LT Pro LightCn"/>
        </w:rPr>
        <w:t>200</w:t>
      </w:r>
    </w:p>
    <w:p w14:paraId="3DBA3A24" w14:textId="77777777" w:rsidR="003A62C4" w:rsidRPr="003A62C4" w:rsidRDefault="003A62C4" w:rsidP="003A62C4">
      <w:pPr>
        <w:spacing w:before="0" w:after="0"/>
        <w:rPr>
          <w:rFonts w:ascii="AvenirNext LT Pro LightCn" w:hAnsi="AvenirNext LT Pro LightCn"/>
        </w:rPr>
      </w:pPr>
    </w:p>
    <w:p w14:paraId="2C554E25" w14:textId="77777777" w:rsidR="003A62C4" w:rsidRPr="003A62C4" w:rsidRDefault="003A62C4" w:rsidP="003A62C4">
      <w:pPr>
        <w:spacing w:before="0" w:after="0"/>
        <w:rPr>
          <w:rFonts w:ascii="AvenirNext LT Pro LightCn" w:hAnsi="AvenirNext LT Pro LightCn"/>
        </w:rPr>
      </w:pPr>
      <w:r w:rsidRPr="003A62C4">
        <w:rPr>
          <w:rFonts w:ascii="AvenirNext LT Pro LightCn" w:hAnsi="AvenirNext LT Pro LightCn"/>
        </w:rPr>
        <w:t>Dans laquelle :</w:t>
      </w:r>
    </w:p>
    <w:p w14:paraId="5FA3BDD4" w14:textId="77777777" w:rsidR="003A62C4" w:rsidRPr="003A62C4" w:rsidRDefault="003A62C4" w:rsidP="003A62C4">
      <w:pPr>
        <w:spacing w:before="0" w:after="0"/>
        <w:rPr>
          <w:rFonts w:ascii="AvenirNext LT Pro LightCn" w:hAnsi="AvenirNext LT Pro LightCn"/>
        </w:rPr>
      </w:pPr>
    </w:p>
    <w:p w14:paraId="27B6466F" w14:textId="77777777" w:rsidR="003A62C4" w:rsidRPr="003A62C4" w:rsidRDefault="003A62C4" w:rsidP="003946F1">
      <w:pPr>
        <w:numPr>
          <w:ilvl w:val="0"/>
          <w:numId w:val="6"/>
        </w:numPr>
        <w:spacing w:before="0" w:after="0"/>
        <w:rPr>
          <w:rFonts w:ascii="AvenirNext LT Pro LightCn" w:hAnsi="AvenirNext LT Pro LightCn"/>
        </w:rPr>
      </w:pPr>
      <w:r w:rsidRPr="003A62C4">
        <w:rPr>
          <w:rFonts w:ascii="AvenirNext LT Pro LightCn" w:hAnsi="AvenirNext LT Pro LightCn"/>
        </w:rPr>
        <w:t>P est le montant des pénalités</w:t>
      </w:r>
    </w:p>
    <w:p w14:paraId="16B8D0B1" w14:textId="77777777" w:rsidR="003A62C4" w:rsidRPr="003A62C4" w:rsidRDefault="003A62C4" w:rsidP="003946F1">
      <w:pPr>
        <w:numPr>
          <w:ilvl w:val="0"/>
          <w:numId w:val="6"/>
        </w:numPr>
        <w:spacing w:before="0" w:after="0"/>
        <w:rPr>
          <w:rFonts w:ascii="AvenirNext LT Pro LightCn" w:hAnsi="AvenirNext LT Pro LightCn"/>
        </w:rPr>
      </w:pPr>
      <w:r w:rsidRPr="003A62C4">
        <w:rPr>
          <w:rFonts w:ascii="AvenirNext LT Pro LightCn" w:hAnsi="AvenirNext LT Pro LightCn"/>
        </w:rPr>
        <w:t>V est la valeur qui correspond au prix initial d’achat de l’équipement. Cette valeur baisse de 25% la première année à l’issue de la période de garantie, puis de 5% par année supplémentaire.</w:t>
      </w:r>
    </w:p>
    <w:p w14:paraId="4B2ACAE6" w14:textId="77777777" w:rsidR="003A62C4" w:rsidRPr="003A62C4" w:rsidRDefault="003A62C4" w:rsidP="003946F1">
      <w:pPr>
        <w:numPr>
          <w:ilvl w:val="0"/>
          <w:numId w:val="6"/>
        </w:numPr>
        <w:spacing w:before="0" w:after="0"/>
        <w:rPr>
          <w:rFonts w:ascii="AvenirNext LT Pro LightCn" w:hAnsi="AvenirNext LT Pro LightCn"/>
        </w:rPr>
      </w:pPr>
      <w:r w:rsidRPr="003A62C4">
        <w:rPr>
          <w:rFonts w:ascii="AvenirNext LT Pro LightCn" w:hAnsi="AvenirNext LT Pro LightCn"/>
        </w:rPr>
        <w:t>R est le nombre de jours calendaires de retard sur le délai de réparation contractuel.</w:t>
      </w:r>
    </w:p>
    <w:p w14:paraId="43B6C706" w14:textId="6C626E0D"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Le point de départ du délai de mise au point ou de réparation en cas de panne commence à la date de première intervention sur site du Titulaire ou en cas d’absence d’intervention du Titulaire, à la date de la demande d’intervention </w:t>
      </w:r>
      <w:r w:rsidR="00CE4B60">
        <w:rPr>
          <w:rFonts w:ascii="AvenirNext LT Pro LightCn" w:hAnsi="AvenirNext LT Pro LightCn"/>
        </w:rPr>
        <w:t>d’INRAE.</w:t>
      </w:r>
    </w:p>
    <w:p w14:paraId="55FE197B" w14:textId="7E39FE28" w:rsidR="003A62C4" w:rsidRPr="003A62C4" w:rsidRDefault="00CE4B60" w:rsidP="003A62C4">
      <w:pPr>
        <w:rPr>
          <w:rFonts w:ascii="AvenirNext LT Pro LightCn" w:hAnsi="AvenirNext LT Pro LightCn"/>
        </w:rPr>
      </w:pPr>
      <w:r>
        <w:rPr>
          <w:rFonts w:ascii="AvenirNext LT Pro LightCn" w:hAnsi="AvenirNext LT Pro LightCn"/>
        </w:rPr>
        <w:t>INRAE</w:t>
      </w:r>
      <w:r w:rsidR="003A62C4" w:rsidRPr="003A62C4">
        <w:rPr>
          <w:rFonts w:ascii="AvenirNext LT Pro LightCn" w:hAnsi="AvenirNext LT Pro LightCn"/>
        </w:rPr>
        <w:t xml:space="preserve"> peut exonérer le Titulaire de ces pénalités si ce dernier invoque une cause de retard qui ne lui est pas imputable. Il notifie alors sa demande d’exonération </w:t>
      </w:r>
      <w:r>
        <w:rPr>
          <w:rFonts w:ascii="AvenirNext LT Pro LightCn" w:hAnsi="AvenirNext LT Pro LightCn"/>
        </w:rPr>
        <w:t>à INRAE</w:t>
      </w:r>
      <w:r w:rsidR="003A62C4" w:rsidRPr="003A62C4">
        <w:rPr>
          <w:rFonts w:ascii="AvenirNext LT Pro LightCn" w:hAnsi="AvenirNext LT Pro LightCn"/>
        </w:rPr>
        <w:t xml:space="preserve"> et en exposant les motifs de son retard. </w:t>
      </w:r>
    </w:p>
    <w:p w14:paraId="10245788"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Ce délai peut être suspendu en cas de mise à disposition gratuite pendant la durée de réparation d’un matériel de remplacement répondant au même besoin que l’instrument initial. </w:t>
      </w:r>
    </w:p>
    <w:p w14:paraId="5D3EB9B2"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lastRenderedPageBreak/>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p>
    <w:p w14:paraId="4A66D1D5"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L’application de pénalités ne soustrait pas le Titulaire à ses obligations de remise en état de fonctionnement l’instrument tombé en panne.</w:t>
      </w:r>
    </w:p>
    <w:p w14:paraId="658CAEFE" w14:textId="77777777" w:rsidR="003A62C4" w:rsidRPr="00D3747F" w:rsidRDefault="003A62C4" w:rsidP="003946F1">
      <w:pPr>
        <w:keepNext/>
        <w:keepLines/>
        <w:numPr>
          <w:ilvl w:val="1"/>
          <w:numId w:val="11"/>
        </w:numPr>
        <w:spacing w:before="360" w:after="240"/>
        <w:ind w:left="1134" w:hanging="567"/>
        <w:outlineLvl w:val="1"/>
        <w:rPr>
          <w:rFonts w:ascii="Raleway" w:eastAsiaTheme="majorEastAsia" w:hAnsi="Raleway" w:cstheme="majorBidi"/>
          <w:color w:val="00A3A6"/>
          <w:sz w:val="26"/>
          <w:szCs w:val="26"/>
        </w:rPr>
      </w:pPr>
      <w:bookmarkStart w:id="148" w:name="_Toc203648589"/>
      <w:r w:rsidRPr="00D3747F">
        <w:rPr>
          <w:rFonts w:ascii="Raleway" w:eastAsiaTheme="majorEastAsia" w:hAnsi="Raleway" w:cstheme="majorBidi"/>
          <w:color w:val="00A3A6"/>
          <w:sz w:val="26"/>
          <w:szCs w:val="26"/>
        </w:rPr>
        <w:t>- Pénalités pour indisponibilité</w:t>
      </w:r>
      <w:bookmarkEnd w:id="148"/>
    </w:p>
    <w:p w14:paraId="61224593"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En maintenance, </w:t>
      </w:r>
      <w:r w:rsidRPr="00D3747F">
        <w:rPr>
          <w:rFonts w:ascii="AvenirNext LT Pro LightCn" w:hAnsi="AvenirNext LT Pro LightCn"/>
        </w:rPr>
        <w:t>conformément à l’article Indicateurs de suivi et taux de disponibilité, à l'issue</w:t>
      </w:r>
      <w:r w:rsidRPr="003A62C4">
        <w:rPr>
          <w:rFonts w:ascii="AvenirNext LT Pro LightCn" w:hAnsi="AvenirNext LT Pro LightCn"/>
        </w:rPr>
        <w:t xml:space="preserve"> de la période annuelle, pourront être appliquées au titulaire des pénalités calculées selon des dispositions suivantes : si le taux de disponibilité obtenu est inférieur à 92,5%. </w:t>
      </w:r>
    </w:p>
    <w:p w14:paraId="7AD4098A"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 xml:space="preserve">Une pénalité de 1% du montant annuel de la prestation de maintenance prévue au marché pourra être appliquée, pour 1% de taux de disponibilité en deçà du taux limite inférieur demandé. </w:t>
      </w:r>
    </w:p>
    <w:p w14:paraId="337EFDFA" w14:textId="58EA2E1F" w:rsidR="003A62C4" w:rsidRDefault="003A62C4" w:rsidP="003A62C4">
      <w:pPr>
        <w:rPr>
          <w:rFonts w:ascii="AvenirNext LT Pro LightCn" w:hAnsi="AvenirNext LT Pro LightCn"/>
        </w:rPr>
      </w:pPr>
      <w:r w:rsidRPr="003A62C4">
        <w:rPr>
          <w:rFonts w:ascii="AvenirNext LT Pro LightCn" w:hAnsi="AvenirNext LT Pro LightCn"/>
        </w:rPr>
        <w:t xml:space="preserve">Dans ce cas, le titulaire émettra, au début de la période suivante, un avoir du montant correspondant ou </w:t>
      </w:r>
      <w:r w:rsidR="00CE4B60">
        <w:rPr>
          <w:rFonts w:ascii="AvenirNext LT Pro LightCn" w:hAnsi="AvenirNext LT Pro LightCn"/>
        </w:rPr>
        <w:t>INRAE</w:t>
      </w:r>
      <w:r w:rsidRPr="003A62C4">
        <w:rPr>
          <w:rFonts w:ascii="AvenirNext LT Pro LightCn" w:hAnsi="AvenirNext LT Pro LightCn"/>
        </w:rPr>
        <w:t xml:space="preserve"> émettra un ordre de reversement</w:t>
      </w:r>
    </w:p>
    <w:p w14:paraId="2C6A3FEC" w14:textId="77777777" w:rsidR="00892F5B" w:rsidRPr="00797BB0" w:rsidRDefault="00892F5B" w:rsidP="00892F5B">
      <w:pPr>
        <w:pStyle w:val="Titre2"/>
        <w:numPr>
          <w:ilvl w:val="1"/>
          <w:numId w:val="19"/>
        </w:numPr>
      </w:pPr>
      <w:bookmarkStart w:id="149" w:name="_Toc203648590"/>
      <w:r w:rsidRPr="00797BB0">
        <w:t>Pénalités pour indisponibilité des pièces détachées</w:t>
      </w:r>
      <w:bookmarkEnd w:id="149"/>
    </w:p>
    <w:p w14:paraId="0322FF61" w14:textId="77777777" w:rsidR="00892F5B" w:rsidRPr="003E1C48" w:rsidRDefault="00892F5B" w:rsidP="00892F5B">
      <w:r w:rsidRPr="003E1C48">
        <w:t xml:space="preserve">Le titulaire s’engage à remplacer les pièces détachées usagées et à fournir les consommables captifs correspondants pendant une durée minimale de </w:t>
      </w:r>
      <w:r>
        <w:t>8</w:t>
      </w:r>
      <w:r w:rsidRPr="003E1C48">
        <w:t xml:space="preserve"> ans à compter de la date d’admission de l’équipement acheté en application du présent marché. </w:t>
      </w:r>
    </w:p>
    <w:p w14:paraId="70ABDA04" w14:textId="77777777" w:rsidR="00892F5B" w:rsidRDefault="00892F5B" w:rsidP="00892F5B">
      <w:r w:rsidRPr="003E1C48">
        <w:t xml:space="preserve">Dans le cas contraire, le titulaire peut, sur décision d’INRAE, se voir appliquer une pénalité égale </w:t>
      </w:r>
      <w:r w:rsidRPr="00765801">
        <w:t xml:space="preserve">à 10 % du </w:t>
      </w:r>
      <w:r w:rsidRPr="003E1C48">
        <w:t>prix dudit équipement</w:t>
      </w:r>
      <w:r>
        <w:t xml:space="preserve"> par année de non-respect de cette obligation. Le calcul de cette pénalité s’effectue au prorata de la durée réelle pendant laquelle cette obligation n’est pas respectée.</w:t>
      </w:r>
    </w:p>
    <w:p w14:paraId="305CA97C" w14:textId="77777777" w:rsidR="00892F5B" w:rsidRPr="00797BB0" w:rsidRDefault="00892F5B" w:rsidP="00892F5B">
      <w:pPr>
        <w:pStyle w:val="Titre2"/>
        <w:numPr>
          <w:ilvl w:val="1"/>
          <w:numId w:val="18"/>
        </w:numPr>
      </w:pPr>
      <w:bookmarkStart w:id="150" w:name="_Toc203648591"/>
      <w:r w:rsidRPr="00797BB0">
        <w:t xml:space="preserve">- Pénalités pour </w:t>
      </w:r>
      <w:r>
        <w:t>non-respect des dispositions environnementales</w:t>
      </w:r>
      <w:bookmarkEnd w:id="150"/>
    </w:p>
    <w:p w14:paraId="6DDED17C" w14:textId="77777777" w:rsidR="00892F5B" w:rsidRDefault="00892F5B" w:rsidP="00892F5B">
      <w:r>
        <w:t>En cas de non-respect des dispositions environnementales que le titulaire s’est engagé à respecter au titre du présent marché dans son offre, le titulaire encourt une pénalité de</w:t>
      </w:r>
      <w:r w:rsidRPr="00765801">
        <w:t xml:space="preserve"> </w:t>
      </w:r>
      <w:r w:rsidRPr="00765801">
        <w:rPr>
          <w:b/>
        </w:rPr>
        <w:t xml:space="preserve">150 </w:t>
      </w:r>
      <w:r w:rsidRPr="00B76FF0">
        <w:rPr>
          <w:b/>
        </w:rPr>
        <w:t>€</w:t>
      </w:r>
      <w:r>
        <w:t xml:space="preserve"> par non-respect constaté.</w:t>
      </w:r>
    </w:p>
    <w:p w14:paraId="5416E675" w14:textId="77777777" w:rsidR="003A62C4" w:rsidRPr="003A62C4" w:rsidRDefault="003A62C4" w:rsidP="003946F1">
      <w:pPr>
        <w:keepNext/>
        <w:keepLines/>
        <w:numPr>
          <w:ilvl w:val="1"/>
          <w:numId w:val="11"/>
        </w:numPr>
        <w:spacing w:before="360" w:after="240"/>
        <w:ind w:left="1134" w:hanging="567"/>
        <w:outlineLvl w:val="1"/>
        <w:rPr>
          <w:rFonts w:ascii="Raleway" w:eastAsiaTheme="majorEastAsia" w:hAnsi="Raleway" w:cstheme="majorBidi"/>
          <w:color w:val="00A3A6"/>
          <w:sz w:val="26"/>
          <w:szCs w:val="26"/>
        </w:rPr>
      </w:pPr>
      <w:bookmarkStart w:id="151" w:name="_Toc203648592"/>
      <w:r w:rsidRPr="003A62C4">
        <w:rPr>
          <w:rFonts w:ascii="Raleway" w:eastAsiaTheme="majorEastAsia" w:hAnsi="Raleway" w:cstheme="majorBidi"/>
          <w:color w:val="00A3A6"/>
          <w:sz w:val="26"/>
          <w:szCs w:val="26"/>
        </w:rPr>
        <w:t>- Pénalités pour non-respect des formalités relatives à la lutte contre le travail illégal</w:t>
      </w:r>
      <w:bookmarkEnd w:id="151"/>
    </w:p>
    <w:p w14:paraId="0D93F4D8" w14:textId="77777777" w:rsidR="003A62C4" w:rsidRPr="003A62C4" w:rsidRDefault="003A62C4" w:rsidP="003A62C4">
      <w:pPr>
        <w:rPr>
          <w:rFonts w:ascii="AvenirNext LT Pro LightCn" w:hAnsi="AvenirNext LT Pro LightCn"/>
        </w:rPr>
      </w:pPr>
      <w:r w:rsidRPr="003A62C4">
        <w:rPr>
          <w:rFonts w:ascii="AvenirNext LT Pro LightCn" w:hAnsi="AvenirNext LT Pro LightCn"/>
        </w:rPr>
        <w:t>A défaut de correction, dans un délai fixé par l’article L.8222-6 du code du  travail, des irrégularités constatées par INRAE ou par un agent de contrôle, le titulaire s’expose, après mise en demeure, à la résiliation du présent marché à ses frais et risques ou à l’application d’une pénalité égale à 10% du montant des bons de commande , dans la limite, selon le cas incriminé, du montant maximum des amendes pouvant être encouru en application des articles L.8224-1, L.8224 -2 et L.8224-5 du code du travail.</w:t>
      </w:r>
    </w:p>
    <w:p w14:paraId="7BDE7FC0" w14:textId="60F3F106" w:rsidR="00303880" w:rsidRPr="00BC2BFF" w:rsidRDefault="000222BE" w:rsidP="00890070">
      <w:pPr>
        <w:pStyle w:val="Titre1"/>
        <w:spacing w:before="360" w:after="240"/>
        <w:ind w:left="357" w:hanging="357"/>
        <w:rPr>
          <w:rFonts w:ascii="AvenirNext LT Pro Cn" w:hAnsi="AvenirNext LT Pro Cn"/>
        </w:rPr>
      </w:pPr>
      <w:bookmarkStart w:id="152" w:name="_Toc203648593"/>
      <w:r w:rsidRPr="00BC2BFF">
        <w:rPr>
          <w:rFonts w:ascii="AvenirNext LT Pro Cn" w:hAnsi="AvenirNext LT Pro Cn"/>
        </w:rPr>
        <w:t>CLAUSES ENVIRONNEMENTALE</w:t>
      </w:r>
      <w:r w:rsidR="00890070">
        <w:rPr>
          <w:rFonts w:ascii="AvenirNext LT Pro Cn" w:hAnsi="AvenirNext LT Pro Cn"/>
        </w:rPr>
        <w:t>S</w:t>
      </w:r>
      <w:bookmarkEnd w:id="152"/>
      <w:r w:rsidRPr="00BC2BFF">
        <w:rPr>
          <w:rFonts w:ascii="AvenirNext LT Pro Cn" w:hAnsi="AvenirNext LT Pro Cn"/>
        </w:rPr>
        <w:t xml:space="preserve"> </w:t>
      </w:r>
    </w:p>
    <w:p w14:paraId="6F19259D" w14:textId="77777777" w:rsidR="00A26305" w:rsidRDefault="00A26305" w:rsidP="00A26305">
      <w:pPr>
        <w:rPr>
          <w:rFonts w:ascii="AvenirNext LT Pro LightCn" w:hAnsi="AvenirNext LT Pro LightCn"/>
        </w:rPr>
      </w:pPr>
      <w:r>
        <w:rPr>
          <w:rFonts w:ascii="AvenirNext LT Pro LightCn" w:hAnsi="AvenirNext LT Pro LightCn"/>
        </w:rPr>
        <w:t>Le titulaire veille à ce que les prestations qu’il effectue respectent les prescriptions législatives et réglementaires en vigueur en matière d’environnement, de sécurité et de santé des personnes ainsi que la préservation du voisinage.</w:t>
      </w:r>
    </w:p>
    <w:p w14:paraId="32C4F5D7" w14:textId="77777777" w:rsidR="00A26305" w:rsidRDefault="00A26305" w:rsidP="00A26305">
      <w:pPr>
        <w:rPr>
          <w:rFonts w:ascii="AvenirNext LT Pro LightCn" w:hAnsi="AvenirNext LT Pro LightCn"/>
        </w:rPr>
      </w:pPr>
      <w:r>
        <w:rPr>
          <w:rFonts w:ascii="AvenirNext LT Pro LightCn" w:hAnsi="AvenirNext LT Pro LightCn"/>
        </w:rPr>
        <w:t>Il doit être en mesure d’en justifier, en cours d’exécution de l’accord-cadre, sur simple demande d’INRAE.</w:t>
      </w:r>
    </w:p>
    <w:p w14:paraId="4918120C" w14:textId="77777777" w:rsidR="00A26305" w:rsidRDefault="00A26305" w:rsidP="00A26305">
      <w:pPr>
        <w:rPr>
          <w:rFonts w:ascii="AvenirNext LT Pro LightCn" w:hAnsi="AvenirNext LT Pro LightCn"/>
        </w:rPr>
      </w:pPr>
      <w:r>
        <w:rPr>
          <w:rFonts w:ascii="AvenirNext LT Pro LightCn" w:hAnsi="AvenirNext LT Pro LightCn"/>
        </w:rPr>
        <w:lastRenderedPageBreak/>
        <w:t>En cas d’évolution de la législation sur la protection de l’environnement en cours d’exécution du présent marché, les éventuelles modifications, demandées par INRAE, afin de se conformer aux nouvelles règles, donneront lieu à la signature d’un avenant par les parties, en application de l’article 7 du CCAG-FCS.</w:t>
      </w:r>
    </w:p>
    <w:p w14:paraId="3B792123" w14:textId="77777777" w:rsidR="00A26305" w:rsidRDefault="00A26305" w:rsidP="00A26305">
      <w:pPr>
        <w:rPr>
          <w:rFonts w:ascii="AvenirNext LT Pro LightCn" w:hAnsi="AvenirNext LT Pro LightCn"/>
        </w:rPr>
      </w:pPr>
      <w:r>
        <w:rPr>
          <w:rFonts w:ascii="AvenirNext LT Pro LightCn" w:hAnsi="AvenirNext LT Pro LightCn"/>
        </w:rPr>
        <w:t>Conformément à l’article L.2112-2 du code de la commande publique, le titulaire s’engage à respecter les conditions d’exécution en vue de la protection de l’environnement.</w:t>
      </w:r>
    </w:p>
    <w:p w14:paraId="30F92032" w14:textId="77777777" w:rsidR="00A26305" w:rsidRDefault="00A26305" w:rsidP="00A26305">
      <w:pPr>
        <w:rPr>
          <w:rFonts w:ascii="AvenirNext LT Pro LightCn" w:hAnsi="AvenirNext LT Pro LightCn"/>
        </w:rPr>
      </w:pPr>
      <w:r>
        <w:rPr>
          <w:rFonts w:ascii="AvenirNext LT Pro LightCn" w:hAnsi="AvenirNext LT Pro LightCn"/>
        </w:rPr>
        <w:t>Le titulaire fait ses meilleurs efforts pour réduire l’impact écologique des prestations fournies au titre du présent marché, notamment :</w:t>
      </w:r>
    </w:p>
    <w:p w14:paraId="6054E7E4"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traitant les déchets liés à la fabrication, au conditionnement et au transport des matériels pour en réduire les impacts écologiques négatifs ;</w:t>
      </w:r>
    </w:p>
    <w:p w14:paraId="34510BD7"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matériels économes en énergie et/ou en fluides ;</w:t>
      </w:r>
    </w:p>
    <w:p w14:paraId="2440142B" w14:textId="77777777" w:rsidR="00A26305"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matériels constitués de matériaux recyclables ;</w:t>
      </w:r>
    </w:p>
    <w:p w14:paraId="49528006" w14:textId="77777777" w:rsidR="00A26305" w:rsidRPr="008C361F" w:rsidRDefault="00A26305" w:rsidP="00A26305">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moyens de transports respectueux de l’environnement.</w:t>
      </w:r>
    </w:p>
    <w:p w14:paraId="31F0420F" w14:textId="77777777" w:rsidR="006A5B59" w:rsidRPr="00BC2BFF" w:rsidRDefault="006A5B59">
      <w:pPr>
        <w:widowControl w:val="0"/>
        <w:autoSpaceDE w:val="0"/>
        <w:autoSpaceDN w:val="0"/>
        <w:adjustRightInd w:val="0"/>
        <w:spacing w:line="200" w:lineRule="exact"/>
        <w:rPr>
          <w:rFonts w:cs="Arial"/>
          <w:iCs/>
          <w:color w:val="C00000"/>
          <w:sz w:val="20"/>
          <w:szCs w:val="20"/>
        </w:rPr>
      </w:pPr>
    </w:p>
    <w:p w14:paraId="692302CD" w14:textId="77777777" w:rsidR="00B3398C" w:rsidRPr="00BC2BFF" w:rsidRDefault="00B3398C" w:rsidP="004B5016">
      <w:pPr>
        <w:pStyle w:val="Titre1"/>
        <w:widowControl w:val="0"/>
        <w:autoSpaceDE w:val="0"/>
        <w:autoSpaceDN w:val="0"/>
        <w:adjustRightInd w:val="0"/>
        <w:spacing w:line="200" w:lineRule="exact"/>
        <w:rPr>
          <w:rFonts w:ascii="AvenirNext LT Pro Cn" w:hAnsi="AvenirNext LT Pro Cn"/>
        </w:rPr>
      </w:pPr>
      <w:bookmarkStart w:id="153" w:name="_Toc203648594"/>
      <w:r w:rsidRPr="00BC2BFF">
        <w:rPr>
          <w:rFonts w:ascii="AvenirNext LT Pro Cn" w:hAnsi="AvenirNext LT Pro Cn"/>
        </w:rPr>
        <w:t>GARANTIE</w:t>
      </w:r>
      <w:r w:rsidR="00E1299C" w:rsidRPr="00BC2BFF">
        <w:rPr>
          <w:rFonts w:ascii="AvenirNext LT Pro Cn" w:hAnsi="AvenirNext LT Pro Cn"/>
        </w:rPr>
        <w:t xml:space="preserve"> ET SAV</w:t>
      </w:r>
      <w:bookmarkEnd w:id="153"/>
      <w:r w:rsidR="005144E6" w:rsidRPr="00BC2BFF">
        <w:rPr>
          <w:rFonts w:ascii="AvenirNext LT Pro Cn" w:hAnsi="AvenirNext LT Pro Cn"/>
        </w:rPr>
        <w:t xml:space="preserve"> </w:t>
      </w:r>
    </w:p>
    <w:p w14:paraId="7F2F6C01" w14:textId="5CDB28D7" w:rsidR="00E1299C" w:rsidRDefault="00E1299C" w:rsidP="009D115A">
      <w:pPr>
        <w:pStyle w:val="Titre2"/>
      </w:pPr>
      <w:bookmarkStart w:id="154" w:name="_Toc203648595"/>
      <w:r w:rsidRPr="00BC2BFF">
        <w:t>– Garantie</w:t>
      </w:r>
      <w:bookmarkEnd w:id="154"/>
    </w:p>
    <w:p w14:paraId="5EBAA256" w14:textId="798A4C19" w:rsidR="00D14015" w:rsidRDefault="00D14015" w:rsidP="00D14015">
      <w:r>
        <w:t>Les réclamations relatives à des pièces défectueuses ou à un dysfonctionnement de tout ou partie du matériel livré émanent d’INRAE.</w:t>
      </w:r>
    </w:p>
    <w:p w14:paraId="326D41A5" w14:textId="7A739DDF" w:rsidR="00D14015" w:rsidRDefault="00D14015" w:rsidP="00B07A17">
      <w:pPr>
        <w:spacing w:before="240"/>
      </w:pPr>
      <w:r>
        <w:t>Les fournitures bénéficient de la garantie prévue à l’article 1641 du Code civil, et de la garantie des produits défectueux prévue aux articles 1245 à 1245-17 du Code civil, ainsi que de la garantie contractuelle prévue par le présent marché.</w:t>
      </w:r>
    </w:p>
    <w:p w14:paraId="07EB09F5" w14:textId="77777777" w:rsidR="00D14015" w:rsidRPr="00D14015" w:rsidRDefault="00D14015" w:rsidP="00D14015">
      <w:pPr>
        <w:spacing w:after="0"/>
        <w:rPr>
          <w:rFonts w:ascii="AvenirNext LT Pro LightCn" w:hAnsi="AvenirNext LT Pro LightCn"/>
        </w:rPr>
      </w:pPr>
      <w:r w:rsidRPr="00D14015">
        <w:rPr>
          <w:rFonts w:ascii="AvenirNext LT Pro LightCn" w:hAnsi="AvenirNext LT Pro LightCn"/>
        </w:rPr>
        <w:t>La garantie contractée pendant la période d’exécution de l’accord-cadre engage le titulaire pour sa durée.</w:t>
      </w:r>
    </w:p>
    <w:p w14:paraId="5EE9B40C" w14:textId="352B8D05" w:rsidR="00D14015" w:rsidRPr="00D14015" w:rsidRDefault="00D14015" w:rsidP="00D14015">
      <w:pPr>
        <w:spacing w:after="0"/>
        <w:rPr>
          <w:rFonts w:ascii="AvenirNext LT Pro LightCn" w:hAnsi="AvenirNext LT Pro LightCn"/>
          <w:b/>
          <w:bCs/>
        </w:rPr>
      </w:pPr>
      <w:r w:rsidRPr="00D14015">
        <w:rPr>
          <w:rFonts w:ascii="AvenirNext LT Pro LightCn" w:hAnsi="AvenirNext LT Pro LightCn"/>
        </w:rPr>
        <w:t>La garantie couvre le coût des pièces défectueuses (</w:t>
      </w:r>
      <w:r w:rsidR="003D7CD2">
        <w:rPr>
          <w:rFonts w:ascii="AvenirNext LT Pro LightCn" w:hAnsi="AvenirNext LT Pro LightCn"/>
        </w:rPr>
        <w:t xml:space="preserve">lampes, </w:t>
      </w:r>
      <w:r w:rsidRPr="00D14015">
        <w:rPr>
          <w:rFonts w:ascii="AvenirNext LT Pro LightCn" w:hAnsi="AvenirNext LT Pro LightCn"/>
        </w:rPr>
        <w:t>composants optiques, mécaniques, électroniques et informatiques inclus) sans limite de montant, de main d’œuvre et les frais de déplacement sur site.</w:t>
      </w:r>
    </w:p>
    <w:p w14:paraId="594F5407" w14:textId="045B0220" w:rsidR="00B07A17" w:rsidRPr="00BC2BFF" w:rsidRDefault="00B07A17" w:rsidP="00B07A17">
      <w:pPr>
        <w:spacing w:before="240"/>
        <w:rPr>
          <w:b/>
          <w:bCs/>
        </w:rPr>
      </w:pPr>
      <w:r w:rsidRPr="00BC2BFF">
        <w:t xml:space="preserve">En application de l’article </w:t>
      </w:r>
      <w:r w:rsidR="00E1299C" w:rsidRPr="00BC2BFF">
        <w:t>33</w:t>
      </w:r>
      <w:r w:rsidRPr="00BC2BFF">
        <w:t xml:space="preserve"> du CCAG-FCS., l’équipement fait l’objet </w:t>
      </w:r>
      <w:r w:rsidRPr="00BC2BFF">
        <w:rPr>
          <w:b/>
          <w:bCs/>
        </w:rPr>
        <w:t>d’une garantie</w:t>
      </w:r>
      <w:r w:rsidRPr="00BC2BFF">
        <w:t xml:space="preserve"> </w:t>
      </w:r>
      <w:r w:rsidRPr="00BC2BFF">
        <w:rPr>
          <w:b/>
          <w:bCs/>
        </w:rPr>
        <w:t>commerciale d’un (1) an.</w:t>
      </w:r>
    </w:p>
    <w:p w14:paraId="28AB1D59" w14:textId="6625631D" w:rsidR="00B07A17" w:rsidRPr="00BC2BFF" w:rsidRDefault="00B07A17" w:rsidP="00B07A17">
      <w:r w:rsidRPr="00BC2BFF">
        <w:t>Pour les logiciels fournis, la garantie devra comprendre obligatoirement leur mise à jour et évolution.</w:t>
      </w:r>
    </w:p>
    <w:p w14:paraId="4791B75F" w14:textId="4271ECA2" w:rsidR="00B07A17" w:rsidRPr="00BC2BFF" w:rsidRDefault="00B07A17" w:rsidP="00B07A17">
      <w:pPr>
        <w:rPr>
          <w:sz w:val="20"/>
          <w:szCs w:val="20"/>
        </w:rPr>
      </w:pPr>
      <w:r w:rsidRPr="00BC2BFF">
        <w:t xml:space="preserve">Le point de départ du délai de cette garantie est </w:t>
      </w:r>
      <w:r w:rsidRPr="00BC2BFF">
        <w:rPr>
          <w:u w:val="single"/>
        </w:rPr>
        <w:t>la date d’admission de l’équipement</w:t>
      </w:r>
      <w:r w:rsidRPr="00BC2BFF">
        <w:t xml:space="preserve"> au titulaire.</w:t>
      </w:r>
    </w:p>
    <w:p w14:paraId="4A2E7F0B" w14:textId="48586236" w:rsidR="00B07A17" w:rsidRDefault="00B07A17" w:rsidP="00B07A17">
      <w:bookmarkStart w:id="155" w:name="page6"/>
      <w:bookmarkEnd w:id="155"/>
      <w:r w:rsidRPr="00BC2BFF">
        <w:t>Au titre de cette garantie commerciale, le titulaire s’engage à intervenir dans le délai indiqué dans son offre.</w:t>
      </w:r>
    </w:p>
    <w:p w14:paraId="75252E9A" w14:textId="64239876" w:rsidR="00A451A9" w:rsidRDefault="00A451A9" w:rsidP="00A451A9">
      <w:pPr>
        <w:spacing w:after="0"/>
        <w:rPr>
          <w:rFonts w:ascii="AvenirNext LT Pro LightCn" w:hAnsi="AvenirNext LT Pro LightCn"/>
        </w:rPr>
      </w:pPr>
      <w:r w:rsidRPr="00D14015">
        <w:rPr>
          <w:rFonts w:ascii="AvenirNext LT Pro LightCn" w:hAnsi="AvenirNext LT Pro LightCn"/>
        </w:rPr>
        <w:t>Dans le cas de l’indisponibilité d’un équipement, supérieure à 30 jours cumulés sur une période de douze mois, la garantie de l’équipement est systématiquement prolongée à titre gratuit d’une durée minimum équivalente à son délai d’indisponibilité.</w:t>
      </w:r>
    </w:p>
    <w:p w14:paraId="449CD9CF" w14:textId="77777777" w:rsidR="00D82164" w:rsidRDefault="00D82164" w:rsidP="00A451A9">
      <w:pPr>
        <w:spacing w:after="0"/>
        <w:rPr>
          <w:rFonts w:ascii="AvenirNext LT Pro LightCn" w:hAnsi="AvenirNext LT Pro LightCn"/>
        </w:rPr>
      </w:pPr>
    </w:p>
    <w:p w14:paraId="74CCB497" w14:textId="35BCA867" w:rsidR="00E1299C" w:rsidRPr="00B7002F" w:rsidRDefault="00727CA5" w:rsidP="009D115A">
      <w:pPr>
        <w:pStyle w:val="Titre2"/>
      </w:pPr>
      <w:bookmarkStart w:id="156" w:name="_Toc203648596"/>
      <w:r>
        <w:t>Support technique</w:t>
      </w:r>
      <w:bookmarkEnd w:id="156"/>
    </w:p>
    <w:p w14:paraId="62F58A35" w14:textId="52E967F3" w:rsidR="00727CA5" w:rsidRDefault="00727CA5" w:rsidP="00727CA5">
      <w:pPr>
        <w:rPr>
          <w:rFonts w:ascii="AvenirNext LT Pro LightCn" w:hAnsi="AvenirNext LT Pro LightCn"/>
          <w:bCs/>
        </w:rPr>
      </w:pPr>
      <w:r>
        <w:rPr>
          <w:rFonts w:ascii="AvenirNext LT Pro LightCn" w:hAnsi="AvenirNext LT Pro LightCn"/>
          <w:bCs/>
        </w:rPr>
        <w:t xml:space="preserve">La garantie </w:t>
      </w:r>
      <w:r w:rsidRPr="00DB5EBE">
        <w:rPr>
          <w:rFonts w:ascii="AvenirNext LT Pro LightCn" w:hAnsi="AvenirNext LT Pro LightCn"/>
          <w:bCs/>
        </w:rPr>
        <w:t>inclut un support technique (y compris sur les logiciels) gratuit et illimité pendant les jours ouvrés</w:t>
      </w:r>
      <w:r>
        <w:rPr>
          <w:rFonts w:ascii="AvenirNext LT Pro LightCn" w:hAnsi="AvenirNext LT Pro LightCn"/>
          <w:bCs/>
        </w:rPr>
        <w:t xml:space="preserve"> durant toute la période de garantie </w:t>
      </w:r>
      <w:r w:rsidR="00D82164">
        <w:rPr>
          <w:rFonts w:ascii="AvenirNext LT Pro LightCn" w:hAnsi="AvenirNext LT Pro LightCn"/>
          <w:bCs/>
        </w:rPr>
        <w:t>de l’équipement.</w:t>
      </w:r>
    </w:p>
    <w:p w14:paraId="00C40513" w14:textId="77777777" w:rsidR="00727CA5" w:rsidRPr="00DB5EBE" w:rsidRDefault="00727CA5" w:rsidP="00727CA5">
      <w:pPr>
        <w:rPr>
          <w:rFonts w:ascii="AvenirNext LT Pro LightCn" w:hAnsi="AvenirNext LT Pro LightCn"/>
          <w:bCs/>
        </w:rPr>
      </w:pPr>
      <w:r w:rsidRPr="00DB5EBE">
        <w:rPr>
          <w:rFonts w:ascii="AvenirNext LT Pro LightCn" w:hAnsi="AvenirNext LT Pro LightCn"/>
          <w:bCs/>
        </w:rPr>
        <w:t xml:space="preserve">Le support téléphonique est accessible par téléphone (appel non surtaxé) et par courriel. </w:t>
      </w:r>
    </w:p>
    <w:p w14:paraId="7B035A01" w14:textId="77777777" w:rsidR="00727CA5" w:rsidRDefault="00727CA5" w:rsidP="00727CA5">
      <w:pPr>
        <w:rPr>
          <w:rFonts w:ascii="AvenirNext LT Pro LightCn" w:hAnsi="AvenirNext LT Pro LightCn"/>
          <w:bCs/>
        </w:rPr>
      </w:pPr>
      <w:r w:rsidRPr="00DB5EBE">
        <w:rPr>
          <w:rFonts w:ascii="AvenirNext LT Pro LightCn" w:hAnsi="AvenirNext LT Pro LightCn"/>
          <w:bCs/>
        </w:rPr>
        <w:t>Le titulaire s’engage sur un délai de réponse inférieur à</w:t>
      </w:r>
      <w:r>
        <w:rPr>
          <w:rFonts w:ascii="AvenirNext LT Pro LightCn" w:hAnsi="AvenirNext LT Pro LightCn"/>
          <w:bCs/>
        </w:rPr>
        <w:t> :</w:t>
      </w:r>
    </w:p>
    <w:p w14:paraId="4AA0C9BB" w14:textId="77777777" w:rsidR="00727CA5" w:rsidRPr="003D7411" w:rsidRDefault="00727CA5" w:rsidP="003946F1">
      <w:pPr>
        <w:pStyle w:val="Paragraphedeliste"/>
        <w:numPr>
          <w:ilvl w:val="0"/>
          <w:numId w:val="15"/>
        </w:numPr>
        <w:spacing w:before="0" w:after="0"/>
        <w:ind w:left="714" w:hanging="357"/>
        <w:rPr>
          <w:rFonts w:ascii="AvenirNext LT Pro LightCn" w:hAnsi="AvenirNext LT Pro LightCn"/>
          <w:bCs/>
        </w:rPr>
      </w:pPr>
      <w:r w:rsidRPr="003D7411">
        <w:rPr>
          <w:rFonts w:ascii="AvenirNext LT Pro LightCn" w:hAnsi="AvenirNext LT Pro LightCn"/>
          <w:bCs/>
        </w:rPr>
        <w:t>24H ouvrées en cas de panne</w:t>
      </w:r>
    </w:p>
    <w:p w14:paraId="1567E992" w14:textId="64516765" w:rsidR="00727CA5" w:rsidRDefault="00727CA5" w:rsidP="003946F1">
      <w:pPr>
        <w:pStyle w:val="Paragraphedeliste"/>
        <w:numPr>
          <w:ilvl w:val="0"/>
          <w:numId w:val="15"/>
        </w:numPr>
        <w:spacing w:before="60" w:after="0"/>
        <w:ind w:left="714" w:hanging="357"/>
        <w:rPr>
          <w:rFonts w:ascii="AvenirNext LT Pro LightCn" w:hAnsi="AvenirNext LT Pro LightCn"/>
          <w:bCs/>
        </w:rPr>
      </w:pPr>
      <w:r w:rsidRPr="003D7411">
        <w:rPr>
          <w:rFonts w:ascii="AvenirNext LT Pro LightCn" w:hAnsi="AvenirNext LT Pro LightCn"/>
          <w:bCs/>
        </w:rPr>
        <w:t>72h ouvrées hors cas de panne.</w:t>
      </w:r>
    </w:p>
    <w:p w14:paraId="21F8826F" w14:textId="59C1F038" w:rsidR="00727CA5" w:rsidRPr="00727CA5" w:rsidRDefault="00727CA5" w:rsidP="00727CA5">
      <w:pPr>
        <w:spacing w:before="60" w:after="0"/>
        <w:rPr>
          <w:rFonts w:ascii="AvenirNext LT Pro LightCn" w:hAnsi="AvenirNext LT Pro LightCn"/>
          <w:bCs/>
        </w:rPr>
      </w:pPr>
      <w:r>
        <w:rPr>
          <w:rFonts w:ascii="AvenirNext LT Pro LightCn" w:hAnsi="AvenirNext LT Pro LightCn"/>
          <w:bCs/>
        </w:rPr>
        <w:lastRenderedPageBreak/>
        <w:t>Les autres engagements du titulaire concernant le support technique figurent dans son offre.</w:t>
      </w:r>
    </w:p>
    <w:p w14:paraId="4216880B" w14:textId="77777777" w:rsidR="00CC5CE8" w:rsidRPr="003E1C48" w:rsidRDefault="003E1C48" w:rsidP="003E1C48">
      <w:pPr>
        <w:keepNext/>
        <w:spacing w:before="240" w:after="240"/>
        <w:ind w:firstLine="1559"/>
        <w:outlineLvl w:val="1"/>
        <w:rPr>
          <w:rFonts w:cs="Arial"/>
          <w:i/>
          <w:iCs/>
          <w:color w:val="00A6A3"/>
        </w:rPr>
      </w:pPr>
      <w:bookmarkStart w:id="157" w:name="_Toc203648597"/>
      <w:r>
        <w:rPr>
          <w:rFonts w:cs="Arial"/>
          <w:i/>
          <w:iCs/>
          <w:color w:val="00A6A3"/>
        </w:rPr>
        <w:t xml:space="preserve">11.2.1 - </w:t>
      </w:r>
      <w:r w:rsidR="00CC5CE8" w:rsidRPr="003E1C48">
        <w:rPr>
          <w:rFonts w:cs="Arial"/>
          <w:i/>
          <w:iCs/>
          <w:color w:val="00A6A3"/>
        </w:rPr>
        <w:t>Logiciels de pilotage et de traitement des données</w:t>
      </w:r>
      <w:bookmarkEnd w:id="157"/>
    </w:p>
    <w:p w14:paraId="756DDB52" w14:textId="0F648330" w:rsidR="00E1299C" w:rsidRPr="00BC2BFF" w:rsidRDefault="00727CA5" w:rsidP="00E1299C">
      <w:r>
        <w:t>La garantie inclut</w:t>
      </w:r>
      <w:r w:rsidR="00E1299C" w:rsidRPr="00BC2BFF">
        <w:t xml:space="preserve"> au minimum : </w:t>
      </w:r>
    </w:p>
    <w:p w14:paraId="1283C404" w14:textId="77777777" w:rsidR="00E1299C" w:rsidRPr="00BC2BFF" w:rsidRDefault="00E1299C" w:rsidP="003946F1">
      <w:pPr>
        <w:pStyle w:val="Paragraphedeliste"/>
        <w:numPr>
          <w:ilvl w:val="0"/>
          <w:numId w:val="8"/>
        </w:numPr>
      </w:pPr>
      <w:proofErr w:type="gramStart"/>
      <w:r w:rsidRPr="00BC2BFF">
        <w:t>les</w:t>
      </w:r>
      <w:proofErr w:type="gramEnd"/>
      <w:r w:rsidRPr="00BC2BFF">
        <w:t xml:space="preserve"> mises à jour et changements de version des logiciels de pilotage, </w:t>
      </w:r>
    </w:p>
    <w:p w14:paraId="64037E3B" w14:textId="2422FCCB" w:rsidR="00E1299C" w:rsidRPr="00BC2BFF" w:rsidRDefault="00E1299C" w:rsidP="003946F1">
      <w:pPr>
        <w:pStyle w:val="Paragraphedeliste"/>
        <w:numPr>
          <w:ilvl w:val="0"/>
          <w:numId w:val="8"/>
        </w:numPr>
      </w:pPr>
      <w:proofErr w:type="gramStart"/>
      <w:r w:rsidRPr="00BC2BFF">
        <w:t>les</w:t>
      </w:r>
      <w:proofErr w:type="gramEnd"/>
      <w:r w:rsidRPr="00BC2BFF">
        <w:t xml:space="preserve"> mises à jour des logiciels de traitement des données</w:t>
      </w:r>
      <w:r w:rsidR="00727CA5">
        <w:t xml:space="preserve"> gratuites pendant une durée de 24 mois minimum</w:t>
      </w:r>
      <w:r w:rsidRPr="00BC2BFF">
        <w:t>.</w:t>
      </w:r>
    </w:p>
    <w:p w14:paraId="750E80C9" w14:textId="77777777" w:rsidR="00E1299C" w:rsidRPr="00BC2BFF" w:rsidRDefault="00E1299C" w:rsidP="009E36D1">
      <w:r w:rsidRPr="00BC2BFF">
        <w:t xml:space="preserve">La mise à jour s’entend comme une évolution dans une même version du logiciel (passage d’une version </w:t>
      </w:r>
      <w:r w:rsidR="00FA5961">
        <w:t>3</w:t>
      </w:r>
      <w:r w:rsidRPr="00BC2BFF">
        <w:t xml:space="preserve">.0 à </w:t>
      </w:r>
      <w:r w:rsidR="00FA5961">
        <w:t>3</w:t>
      </w:r>
      <w:r w:rsidRPr="00BC2BFF">
        <w:t>.1 par exemple).</w:t>
      </w:r>
    </w:p>
    <w:p w14:paraId="486F99AD" w14:textId="77777777" w:rsidR="00E1299C" w:rsidRPr="00BC2BFF" w:rsidRDefault="00E1299C" w:rsidP="00E1299C">
      <w:r w:rsidRPr="00BC2BFF">
        <w:t xml:space="preserve">Le changement de version s’entend comme le passage d’une version </w:t>
      </w:r>
      <w:r w:rsidR="00FA5961">
        <w:t>3</w:t>
      </w:r>
      <w:r w:rsidRPr="00BC2BFF">
        <w:t xml:space="preserve">.1 à </w:t>
      </w:r>
      <w:r w:rsidR="00FA5961">
        <w:t>4</w:t>
      </w:r>
      <w:r w:rsidRPr="00BC2BFF">
        <w:t>.0 par exemple.</w:t>
      </w:r>
    </w:p>
    <w:p w14:paraId="7C676905" w14:textId="574E7100" w:rsidR="00E1299C" w:rsidRDefault="00E1299C" w:rsidP="00E1299C">
      <w:r w:rsidRPr="00BC2BFF">
        <w:t xml:space="preserve">La compatibilité entre les logiciels de pilotage et de traitement des données doit être assurée. </w:t>
      </w:r>
    </w:p>
    <w:p w14:paraId="7751EF27" w14:textId="6336CBDD" w:rsidR="00216003" w:rsidRDefault="00216003" w:rsidP="00E1299C">
      <w:r>
        <w:t>Le titulaire doit permettre l’enregistrement des données récoltées sous un format d’échange de données.</w:t>
      </w:r>
    </w:p>
    <w:p w14:paraId="4837BB78" w14:textId="57D76038" w:rsidR="00216003" w:rsidRDefault="00216003" w:rsidP="00E1299C">
      <w:r>
        <w:t>Les autres engagements du titulaire concernant les logiciels figurent dans son offre.</w:t>
      </w:r>
    </w:p>
    <w:p w14:paraId="7C931D35" w14:textId="77777777" w:rsidR="00FE23EE" w:rsidRPr="00BC2BFF" w:rsidRDefault="00FE23EE" w:rsidP="00E1299C"/>
    <w:p w14:paraId="306FB911" w14:textId="6E097928" w:rsidR="00E1299C" w:rsidRPr="003E1C48" w:rsidRDefault="003E1C48" w:rsidP="003E1C48">
      <w:pPr>
        <w:keepNext/>
        <w:spacing w:before="240" w:after="240"/>
        <w:ind w:firstLine="1559"/>
        <w:outlineLvl w:val="1"/>
        <w:rPr>
          <w:rFonts w:cs="Arial"/>
          <w:i/>
          <w:iCs/>
          <w:color w:val="00A6A3"/>
        </w:rPr>
      </w:pPr>
      <w:bookmarkStart w:id="158" w:name="_Toc203648598"/>
      <w:r>
        <w:rPr>
          <w:rFonts w:cs="Arial"/>
          <w:i/>
          <w:iCs/>
          <w:color w:val="00A6A3"/>
        </w:rPr>
        <w:t>11.2.</w:t>
      </w:r>
      <w:r w:rsidR="00216003">
        <w:rPr>
          <w:rFonts w:cs="Arial"/>
          <w:i/>
          <w:iCs/>
          <w:color w:val="00A6A3"/>
        </w:rPr>
        <w:t>2</w:t>
      </w:r>
      <w:r>
        <w:rPr>
          <w:rFonts w:cs="Arial"/>
          <w:i/>
          <w:iCs/>
          <w:color w:val="00A6A3"/>
        </w:rPr>
        <w:t xml:space="preserve"> - </w:t>
      </w:r>
      <w:r w:rsidR="00E1299C" w:rsidRPr="003E1C48">
        <w:rPr>
          <w:rFonts w:cs="Arial"/>
          <w:i/>
          <w:iCs/>
          <w:color w:val="00A6A3"/>
        </w:rPr>
        <w:t>Délais d’intervention en cas de panne</w:t>
      </w:r>
      <w:bookmarkEnd w:id="158"/>
    </w:p>
    <w:p w14:paraId="491B9C4A" w14:textId="1E096F1A" w:rsidR="00E1299C" w:rsidRDefault="00E1299C" w:rsidP="00E1299C">
      <w:pPr>
        <w:rPr>
          <w:bCs/>
        </w:rPr>
      </w:pPr>
      <w:r w:rsidRPr="00BC2BFF">
        <w:rPr>
          <w:bCs/>
        </w:rPr>
        <w:t xml:space="preserve">Pendant toute la période de garantie, le titulaire a une obligation de résultat concernant le respect des délais d’intervention sur site en cas de panne </w:t>
      </w:r>
      <w:r w:rsidR="00C83BB5">
        <w:rPr>
          <w:bCs/>
        </w:rPr>
        <w:t xml:space="preserve">du ou </w:t>
      </w:r>
      <w:r w:rsidRPr="00BC2BFF">
        <w:rPr>
          <w:bCs/>
        </w:rPr>
        <w:t xml:space="preserve">des </w:t>
      </w:r>
      <w:r w:rsidR="00C83BB5">
        <w:rPr>
          <w:bCs/>
        </w:rPr>
        <w:t>équipement</w:t>
      </w:r>
      <w:r w:rsidRPr="00BC2BFF">
        <w:rPr>
          <w:bCs/>
        </w:rPr>
        <w:t xml:space="preserve">s achetés en application du présent </w:t>
      </w:r>
      <w:r w:rsidR="00CC5CE8" w:rsidRPr="00BC2BFF">
        <w:rPr>
          <w:bCs/>
        </w:rPr>
        <w:t>marché</w:t>
      </w:r>
      <w:r w:rsidRPr="00BC2BFF">
        <w:rPr>
          <w:bCs/>
        </w:rPr>
        <w:t>.</w:t>
      </w:r>
    </w:p>
    <w:p w14:paraId="25E11C7C" w14:textId="78DF38C6" w:rsidR="00FE23EE" w:rsidRPr="00BC2BFF" w:rsidRDefault="00FE23EE" w:rsidP="00E1299C">
      <w:pPr>
        <w:rPr>
          <w:bCs/>
        </w:rPr>
      </w:pPr>
      <w:r>
        <w:t>Ce délai s’entend en jours calendaires à compter de la demande d’intervention. Il prend en compte la localisation du site d’implantation de l’instrument objet du présent marché. Ce délai est obligatoirement inférieur ou égal à 4 jours calendaires</w:t>
      </w:r>
    </w:p>
    <w:p w14:paraId="2C9C3F28" w14:textId="4DB121AD" w:rsidR="00E1299C" w:rsidRPr="00A76EDA" w:rsidRDefault="00E1299C" w:rsidP="00FE23EE">
      <w:pPr>
        <w:rPr>
          <w:bCs/>
        </w:rPr>
      </w:pPr>
      <w:r w:rsidRPr="00A76EDA">
        <w:rPr>
          <w:bCs/>
        </w:rPr>
        <w:t xml:space="preserve">La demande d’intervention par le représentant </w:t>
      </w:r>
      <w:r w:rsidR="00CC5CE8" w:rsidRPr="00A76EDA">
        <w:rPr>
          <w:bCs/>
        </w:rPr>
        <w:t>d’INRAE</w:t>
      </w:r>
      <w:r w:rsidRPr="00A76EDA">
        <w:rPr>
          <w:bCs/>
        </w:rPr>
        <w:t xml:space="preserve"> peut être effectuée par téléphone, confirmée par voie électronique.</w:t>
      </w:r>
    </w:p>
    <w:p w14:paraId="012FB621" w14:textId="77777777" w:rsidR="00E1299C" w:rsidRPr="00A76EDA" w:rsidRDefault="00E1299C" w:rsidP="003946F1">
      <w:pPr>
        <w:pStyle w:val="Paragraphedeliste"/>
        <w:numPr>
          <w:ilvl w:val="0"/>
          <w:numId w:val="9"/>
        </w:numPr>
        <w:rPr>
          <w:bCs/>
        </w:rPr>
      </w:pPr>
      <w:r w:rsidRPr="00A76EDA">
        <w:rPr>
          <w:bCs/>
        </w:rPr>
        <w:t>L’enregistrement de la demande d’intervention doit faire l’objet d’une confirmation écrite (courriel) par le titulaire.</w:t>
      </w:r>
    </w:p>
    <w:p w14:paraId="1E6AC63D" w14:textId="77777777" w:rsidR="00E1299C" w:rsidRPr="00A76EDA" w:rsidRDefault="00E1299C" w:rsidP="003946F1">
      <w:pPr>
        <w:pStyle w:val="Paragraphedeliste"/>
        <w:numPr>
          <w:ilvl w:val="0"/>
          <w:numId w:val="9"/>
        </w:numPr>
        <w:rPr>
          <w:bCs/>
        </w:rPr>
      </w:pPr>
      <w:r w:rsidRPr="00A76EDA">
        <w:rPr>
          <w:bCs/>
        </w:rPr>
        <w:t xml:space="preserve">Le délai d’intervention commence dès l’enregistrement de la demande d’intervention du représentant </w:t>
      </w:r>
      <w:r w:rsidR="00967103" w:rsidRPr="00A76EDA">
        <w:rPr>
          <w:bCs/>
        </w:rPr>
        <w:t xml:space="preserve">d’INRAE </w:t>
      </w:r>
      <w:r w:rsidRPr="00A76EDA">
        <w:rPr>
          <w:bCs/>
        </w:rPr>
        <w:t>par le titulaire.</w:t>
      </w:r>
    </w:p>
    <w:p w14:paraId="0143D91F" w14:textId="77777777" w:rsidR="00E1299C" w:rsidRPr="00BC2BFF" w:rsidRDefault="00E1299C" w:rsidP="00E1299C">
      <w:pPr>
        <w:rPr>
          <w:bCs/>
        </w:rPr>
      </w:pPr>
      <w:r w:rsidRPr="00BC2BFF">
        <w:rPr>
          <w:bCs/>
        </w:rPr>
        <w:t xml:space="preserve">Dans le cas du non-respect de ce délai, le titulaire encourt une pénalité telle que décrite à l’article </w:t>
      </w:r>
      <w:r w:rsidR="00967103">
        <w:rPr>
          <w:bCs/>
        </w:rPr>
        <w:t xml:space="preserve">9.2 </w:t>
      </w:r>
      <w:r w:rsidRPr="00BC2BFF">
        <w:rPr>
          <w:bCs/>
        </w:rPr>
        <w:t xml:space="preserve">du présent </w:t>
      </w:r>
      <w:r w:rsidR="00967103">
        <w:rPr>
          <w:bCs/>
        </w:rPr>
        <w:t>AE</w:t>
      </w:r>
      <w:r w:rsidRPr="00BC2BFF">
        <w:rPr>
          <w:bCs/>
        </w:rPr>
        <w:t>CCP.</w:t>
      </w:r>
    </w:p>
    <w:p w14:paraId="22ED39C4" w14:textId="4799644C" w:rsidR="00E1299C" w:rsidRPr="003E1C48" w:rsidRDefault="003E1C48" w:rsidP="003E1C48">
      <w:pPr>
        <w:keepNext/>
        <w:spacing w:before="240" w:after="240"/>
        <w:ind w:firstLine="1559"/>
        <w:outlineLvl w:val="1"/>
        <w:rPr>
          <w:rFonts w:cs="Arial"/>
          <w:i/>
          <w:iCs/>
          <w:color w:val="00A6A3"/>
        </w:rPr>
      </w:pPr>
      <w:bookmarkStart w:id="159" w:name="_Toc203648599"/>
      <w:r>
        <w:rPr>
          <w:rFonts w:cs="Arial"/>
          <w:i/>
          <w:iCs/>
          <w:color w:val="00A6A3"/>
        </w:rPr>
        <w:t>11.2.</w:t>
      </w:r>
      <w:r w:rsidR="007E6DC3">
        <w:rPr>
          <w:rFonts w:cs="Arial"/>
          <w:i/>
          <w:iCs/>
          <w:color w:val="00A6A3"/>
        </w:rPr>
        <w:t>3</w:t>
      </w:r>
      <w:r>
        <w:rPr>
          <w:rFonts w:cs="Arial"/>
          <w:i/>
          <w:iCs/>
          <w:color w:val="00A6A3"/>
        </w:rPr>
        <w:t xml:space="preserve"> - </w:t>
      </w:r>
      <w:r w:rsidR="00E1299C" w:rsidRPr="003E1C48">
        <w:rPr>
          <w:rFonts w:cs="Arial"/>
          <w:i/>
          <w:iCs/>
          <w:color w:val="00A6A3"/>
        </w:rPr>
        <w:t>Délais de mise au point ou de réparation en cas de panne</w:t>
      </w:r>
      <w:bookmarkEnd w:id="159"/>
    </w:p>
    <w:p w14:paraId="01CDD895" w14:textId="6AF807CB" w:rsidR="00E1299C" w:rsidRPr="00251F30" w:rsidRDefault="00E1299C" w:rsidP="00251F30">
      <w:r w:rsidRPr="00765801">
        <w:t>Pendant toute la période de garantie, le</w:t>
      </w:r>
      <w:r w:rsidRPr="00251F30">
        <w:t xml:space="preserve"> titulaire a une obligation de résultat et de délai concernant la remise en état de fonctionnement opérationnel de </w:t>
      </w:r>
      <w:r w:rsidR="00CC5CE8" w:rsidRPr="00251F30">
        <w:t xml:space="preserve">l’équipement </w:t>
      </w:r>
      <w:r w:rsidRPr="00251F30">
        <w:t>en conformité avec les performances techniques et fonctionnelles prévues dans le marché.</w:t>
      </w:r>
    </w:p>
    <w:p w14:paraId="50FA6E38" w14:textId="77777777" w:rsidR="00E1299C" w:rsidRPr="00251F30" w:rsidRDefault="00E1299C" w:rsidP="00251F30">
      <w:r w:rsidRPr="00251F30">
        <w:t xml:space="preserve">Conformément aux stipulations de l’article </w:t>
      </w:r>
      <w:r w:rsidR="00D869CD">
        <w:t>33.3</w:t>
      </w:r>
      <w:r w:rsidRPr="00251F30">
        <w:t xml:space="preserve"> du CCAG</w:t>
      </w:r>
      <w:r w:rsidR="00CC5CE8" w:rsidRPr="00251F30">
        <w:t>-</w:t>
      </w:r>
      <w:r w:rsidRPr="00251F30">
        <w:t xml:space="preserve">FCS, le délai dont dispose le titulaire pour effectuer une mise au point ou une réparation qui lui est demandée est celui qui est fixé par décision </w:t>
      </w:r>
      <w:r w:rsidR="007F74B9">
        <w:t>d’INRAE</w:t>
      </w:r>
      <w:r w:rsidRPr="00251F30">
        <w:t xml:space="preserve">, après consultation du titulaire. </w:t>
      </w:r>
    </w:p>
    <w:p w14:paraId="32634CFD" w14:textId="77777777" w:rsidR="00E1299C" w:rsidRPr="00251F30" w:rsidRDefault="00E1299C" w:rsidP="00251F30">
      <w:r w:rsidRPr="00251F30">
        <w:t xml:space="preserve">Sauf décision écrite expresse </w:t>
      </w:r>
      <w:r w:rsidR="007F74B9">
        <w:t>d’INRAE</w:t>
      </w:r>
      <w:r w:rsidRPr="00251F30">
        <w:t>, ce délai est inférieur au délai figurant dans le tableau ci-dessous.</w:t>
      </w:r>
    </w:p>
    <w:p w14:paraId="268D4CF2" w14:textId="77777777" w:rsidR="00E1299C" w:rsidRDefault="00E1299C" w:rsidP="00251F30">
      <w:r w:rsidRPr="00251F30">
        <w:t>Le point de départ de ce délai de mise au point ou de réparation en cas de panne commence à la date de première intervention sur site du titulaire ou en cas d’absence d’intervention du titulaire, à la date de la demande d’intervention du représentant du pouvoir adjudicateur.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2"/>
        <w:gridCol w:w="3701"/>
      </w:tblGrid>
      <w:tr w:rsidR="00B7002F" w:rsidRPr="00123D4B" w14:paraId="539290D4" w14:textId="77777777" w:rsidTr="00FE7F6E">
        <w:tc>
          <w:tcPr>
            <w:tcW w:w="4442" w:type="dxa"/>
          </w:tcPr>
          <w:p w14:paraId="0BBBA812" w14:textId="77777777" w:rsidR="00B7002F" w:rsidRPr="00DC1686" w:rsidRDefault="00B7002F" w:rsidP="00FE7F6E">
            <w:pPr>
              <w:rPr>
                <w:rFonts w:cs="Arial"/>
                <w:b/>
              </w:rPr>
            </w:pPr>
            <w:r w:rsidRPr="00DC1686">
              <w:rPr>
                <w:rFonts w:cs="Arial"/>
                <w:b/>
              </w:rPr>
              <w:lastRenderedPageBreak/>
              <w:t>Catégorie d’équipement / type pannes</w:t>
            </w:r>
          </w:p>
        </w:tc>
        <w:tc>
          <w:tcPr>
            <w:tcW w:w="3701" w:type="dxa"/>
          </w:tcPr>
          <w:p w14:paraId="392B7775" w14:textId="77777777" w:rsidR="00B7002F" w:rsidRPr="00DC1686" w:rsidRDefault="00B7002F" w:rsidP="00AD1B16">
            <w:pPr>
              <w:rPr>
                <w:rFonts w:cs="Arial"/>
                <w:b/>
              </w:rPr>
            </w:pPr>
            <w:r w:rsidRPr="00DC1686">
              <w:rPr>
                <w:rFonts w:cs="Arial"/>
                <w:b/>
              </w:rPr>
              <w:t>Délai maximum pour effectuer une mise au point ou une réparation (en jours calendaires)</w:t>
            </w:r>
          </w:p>
        </w:tc>
      </w:tr>
      <w:tr w:rsidR="008F4A34" w:rsidRPr="008F4A34" w14:paraId="00C0B11B" w14:textId="77777777" w:rsidTr="00FE7F6E">
        <w:tc>
          <w:tcPr>
            <w:tcW w:w="4442" w:type="dxa"/>
          </w:tcPr>
          <w:p w14:paraId="28027A3F" w14:textId="2A6C903B" w:rsidR="008F4A34" w:rsidRPr="008F4A34" w:rsidRDefault="008F4A34" w:rsidP="00AD1B16">
            <w:pPr>
              <w:rPr>
                <w:rFonts w:cs="Arial"/>
              </w:rPr>
            </w:pPr>
            <w:r w:rsidRPr="008F4A34">
              <w:rPr>
                <w:rFonts w:cs="Arial"/>
              </w:rPr>
              <w:t>Equipement acquis</w:t>
            </w:r>
          </w:p>
        </w:tc>
        <w:tc>
          <w:tcPr>
            <w:tcW w:w="3701" w:type="dxa"/>
            <w:vMerge w:val="restart"/>
          </w:tcPr>
          <w:p w14:paraId="02187EAF" w14:textId="1238E7F9" w:rsidR="008F4A34" w:rsidRPr="008F4A34" w:rsidRDefault="008F4A34" w:rsidP="008F4A34">
            <w:pPr>
              <w:spacing w:before="960"/>
              <w:jc w:val="center"/>
              <w:rPr>
                <w:rFonts w:cs="Arial"/>
              </w:rPr>
            </w:pPr>
            <w:r w:rsidRPr="008F4A34">
              <w:rPr>
                <w:rFonts w:cs="Arial"/>
              </w:rPr>
              <w:t xml:space="preserve">30 jours </w:t>
            </w:r>
          </w:p>
        </w:tc>
      </w:tr>
      <w:tr w:rsidR="008F4A34" w:rsidRPr="008F4A34" w14:paraId="2BB6BC75" w14:textId="77777777" w:rsidTr="00FE7F6E">
        <w:tc>
          <w:tcPr>
            <w:tcW w:w="4442" w:type="dxa"/>
          </w:tcPr>
          <w:p w14:paraId="38CB003D" w14:textId="143801AF" w:rsidR="008F4A34" w:rsidRPr="008F4A34" w:rsidRDefault="008F4A34" w:rsidP="00AD1B16">
            <w:pPr>
              <w:rPr>
                <w:rFonts w:cs="Arial"/>
              </w:rPr>
            </w:pPr>
            <w:r w:rsidRPr="008F4A34">
              <w:rPr>
                <w:rFonts w:cs="Arial"/>
              </w:rPr>
              <w:t xml:space="preserve"> Composants électr</w:t>
            </w:r>
            <w:r w:rsidR="00504145">
              <w:rPr>
                <w:rFonts w:cs="Arial"/>
              </w:rPr>
              <w:t>i</w:t>
            </w:r>
            <w:r w:rsidRPr="008F4A34">
              <w:rPr>
                <w:rFonts w:cs="Arial"/>
              </w:rPr>
              <w:t>ques</w:t>
            </w:r>
          </w:p>
        </w:tc>
        <w:tc>
          <w:tcPr>
            <w:tcW w:w="3701" w:type="dxa"/>
            <w:vMerge/>
          </w:tcPr>
          <w:p w14:paraId="5ED4FB3A" w14:textId="476F4BC9" w:rsidR="008F4A34" w:rsidRPr="008F4A34" w:rsidRDefault="008F4A34" w:rsidP="00D869CD">
            <w:pPr>
              <w:jc w:val="center"/>
              <w:rPr>
                <w:rFonts w:cs="Arial"/>
              </w:rPr>
            </w:pPr>
          </w:p>
        </w:tc>
      </w:tr>
      <w:tr w:rsidR="008F4A34" w:rsidRPr="008F4A34" w14:paraId="092A8C0C" w14:textId="77777777" w:rsidTr="00FE7F6E">
        <w:tc>
          <w:tcPr>
            <w:tcW w:w="4442" w:type="dxa"/>
          </w:tcPr>
          <w:p w14:paraId="1C68ACEC" w14:textId="37846274" w:rsidR="008F4A34" w:rsidRPr="008F4A34" w:rsidRDefault="008F4A34" w:rsidP="00AD1B16">
            <w:pPr>
              <w:rPr>
                <w:rFonts w:cs="Arial"/>
              </w:rPr>
            </w:pPr>
            <w:r w:rsidRPr="008F4A34">
              <w:rPr>
                <w:rFonts w:cs="Arial"/>
              </w:rPr>
              <w:t xml:space="preserve">Sondes </w:t>
            </w:r>
            <w:r>
              <w:rPr>
                <w:rFonts w:cs="Arial"/>
              </w:rPr>
              <w:t>température</w:t>
            </w:r>
          </w:p>
        </w:tc>
        <w:tc>
          <w:tcPr>
            <w:tcW w:w="3701" w:type="dxa"/>
            <w:vMerge/>
          </w:tcPr>
          <w:p w14:paraId="76BE9A18" w14:textId="13BB4A25" w:rsidR="008F4A34" w:rsidRPr="008F4A34" w:rsidRDefault="008F4A34" w:rsidP="00D869CD">
            <w:pPr>
              <w:jc w:val="center"/>
              <w:rPr>
                <w:rFonts w:cs="Arial"/>
              </w:rPr>
            </w:pPr>
          </w:p>
        </w:tc>
      </w:tr>
      <w:tr w:rsidR="008F4A34" w:rsidRPr="000E4E1E" w14:paraId="5F13D908" w14:textId="77777777" w:rsidTr="00FE7F6E">
        <w:tc>
          <w:tcPr>
            <w:tcW w:w="4442" w:type="dxa"/>
          </w:tcPr>
          <w:p w14:paraId="404B6F9E" w14:textId="3A21A359" w:rsidR="008F4A34" w:rsidRPr="008F4A34" w:rsidRDefault="008F4A34" w:rsidP="00AD1B16">
            <w:pPr>
              <w:rPr>
                <w:rFonts w:cs="Arial"/>
              </w:rPr>
            </w:pPr>
            <w:r w:rsidRPr="008F4A34">
              <w:rPr>
                <w:rFonts w:cs="Arial"/>
              </w:rPr>
              <w:t>Sondes hy</w:t>
            </w:r>
            <w:r w:rsidR="00504145">
              <w:rPr>
                <w:rFonts w:cs="Arial"/>
              </w:rPr>
              <w:t>g</w:t>
            </w:r>
            <w:r w:rsidRPr="008F4A34">
              <w:rPr>
                <w:rFonts w:cs="Arial"/>
              </w:rPr>
              <w:t>romé</w:t>
            </w:r>
            <w:r>
              <w:rPr>
                <w:rFonts w:cs="Arial"/>
              </w:rPr>
              <w:t>t</w:t>
            </w:r>
            <w:r w:rsidRPr="008F4A34">
              <w:rPr>
                <w:rFonts w:cs="Arial"/>
              </w:rPr>
              <w:t>rie</w:t>
            </w:r>
          </w:p>
        </w:tc>
        <w:tc>
          <w:tcPr>
            <w:tcW w:w="3701" w:type="dxa"/>
            <w:vMerge/>
          </w:tcPr>
          <w:p w14:paraId="2905D046" w14:textId="5FF68369" w:rsidR="008F4A34" w:rsidRPr="000E4E1E" w:rsidRDefault="008F4A34" w:rsidP="00D869CD">
            <w:pPr>
              <w:jc w:val="center"/>
              <w:rPr>
                <w:rFonts w:cs="Arial"/>
                <w:color w:val="E36C0A" w:themeColor="accent6" w:themeShade="BF"/>
                <w:highlight w:val="yellow"/>
              </w:rPr>
            </w:pPr>
          </w:p>
        </w:tc>
      </w:tr>
      <w:tr w:rsidR="008F4A34" w:rsidRPr="00123D4B" w14:paraId="7E02E0ED" w14:textId="77777777" w:rsidTr="00FE7F6E">
        <w:tc>
          <w:tcPr>
            <w:tcW w:w="4442" w:type="dxa"/>
          </w:tcPr>
          <w:p w14:paraId="44CE19C0" w14:textId="77777777" w:rsidR="008F4A34" w:rsidRPr="008F4A34" w:rsidRDefault="008F4A34" w:rsidP="00AD1B16">
            <w:pPr>
              <w:rPr>
                <w:rFonts w:cs="Arial"/>
              </w:rPr>
            </w:pPr>
            <w:r w:rsidRPr="008F4A34">
              <w:rPr>
                <w:rFonts w:cs="Arial"/>
              </w:rPr>
              <w:t>Autres pannes</w:t>
            </w:r>
          </w:p>
        </w:tc>
        <w:tc>
          <w:tcPr>
            <w:tcW w:w="3701" w:type="dxa"/>
            <w:vMerge/>
          </w:tcPr>
          <w:p w14:paraId="31BEC11A" w14:textId="0F1C3022" w:rsidR="008F4A34" w:rsidRPr="00123D4B" w:rsidRDefault="008F4A34" w:rsidP="00D869CD">
            <w:pPr>
              <w:jc w:val="center"/>
              <w:rPr>
                <w:rFonts w:cs="Arial"/>
                <w:color w:val="E36C0A" w:themeColor="accent6" w:themeShade="BF"/>
              </w:rPr>
            </w:pPr>
          </w:p>
        </w:tc>
      </w:tr>
    </w:tbl>
    <w:p w14:paraId="4F7BE62C" w14:textId="77777777" w:rsidR="00E1299C" w:rsidRPr="00DC1686" w:rsidRDefault="00E1299C" w:rsidP="00FE7F6E">
      <w:pPr>
        <w:pStyle w:val="Corpsdetexte"/>
        <w:rPr>
          <w:rFonts w:cs="Arial"/>
        </w:rPr>
      </w:pPr>
      <w:bookmarkStart w:id="160" w:name="_Toc337045491"/>
      <w:r w:rsidRPr="00DC1686">
        <w:rPr>
          <w:rFonts w:cs="Arial"/>
        </w:rPr>
        <w:t xml:space="preserve">Passé ce délai, le titulaire encourt des pénalités telles que fixées à l’article </w:t>
      </w:r>
      <w:r w:rsidR="00D869CD" w:rsidRPr="00DC1686">
        <w:rPr>
          <w:rFonts w:cs="Arial"/>
        </w:rPr>
        <w:t>9.2</w:t>
      </w:r>
      <w:r w:rsidRPr="00DC1686">
        <w:rPr>
          <w:rFonts w:cs="Arial"/>
        </w:rPr>
        <w:t xml:space="preserve"> du présent </w:t>
      </w:r>
      <w:r w:rsidR="00D869CD" w:rsidRPr="00DC1686">
        <w:rPr>
          <w:rFonts w:cs="Arial"/>
        </w:rPr>
        <w:t>AE</w:t>
      </w:r>
      <w:r w:rsidRPr="00DC1686">
        <w:rPr>
          <w:rFonts w:cs="Arial"/>
        </w:rPr>
        <w:t>CCP.</w:t>
      </w:r>
      <w:bookmarkEnd w:id="160"/>
    </w:p>
    <w:p w14:paraId="5F3A0C69" w14:textId="79D0E6B1" w:rsidR="00E1299C" w:rsidRPr="00AF2305" w:rsidRDefault="00AF2305" w:rsidP="00AF2305">
      <w:pPr>
        <w:keepNext/>
        <w:spacing w:before="240" w:after="240"/>
        <w:ind w:firstLine="1559"/>
        <w:outlineLvl w:val="1"/>
        <w:rPr>
          <w:rFonts w:cs="Arial"/>
          <w:i/>
          <w:iCs/>
          <w:color w:val="00A6A3"/>
        </w:rPr>
      </w:pPr>
      <w:bookmarkStart w:id="161" w:name="_Toc203648600"/>
      <w:r>
        <w:rPr>
          <w:rFonts w:cs="Arial"/>
          <w:i/>
          <w:iCs/>
          <w:color w:val="00A6A3"/>
        </w:rPr>
        <w:t>11.2.</w:t>
      </w:r>
      <w:r w:rsidR="007E6DC3">
        <w:rPr>
          <w:rFonts w:cs="Arial"/>
          <w:i/>
          <w:iCs/>
          <w:color w:val="00A6A3"/>
        </w:rPr>
        <w:t>4</w:t>
      </w:r>
      <w:r>
        <w:rPr>
          <w:rFonts w:cs="Arial"/>
          <w:i/>
          <w:iCs/>
          <w:color w:val="00A6A3"/>
        </w:rPr>
        <w:t xml:space="preserve"> - </w:t>
      </w:r>
      <w:r w:rsidR="00E1299C" w:rsidRPr="00AF2305">
        <w:rPr>
          <w:rFonts w:cs="Arial"/>
          <w:i/>
          <w:iCs/>
          <w:color w:val="00A6A3"/>
        </w:rPr>
        <w:t>Obligation relative aux pièces détachées et consommables captifs</w:t>
      </w:r>
      <w:bookmarkEnd w:id="161"/>
    </w:p>
    <w:p w14:paraId="50FAFD99" w14:textId="56ECE573" w:rsidR="00E1299C" w:rsidRPr="00123D4B" w:rsidRDefault="00E1299C" w:rsidP="00E1299C">
      <w:pPr>
        <w:pStyle w:val="Corpsdetexte"/>
        <w:rPr>
          <w:rFonts w:cs="Arial"/>
          <w:color w:val="E36C0A" w:themeColor="accent6" w:themeShade="BF"/>
        </w:rPr>
      </w:pPr>
      <w:r w:rsidRPr="00BC2BFF">
        <w:rPr>
          <w:rFonts w:cs="Arial"/>
        </w:rPr>
        <w:t xml:space="preserve">Le titulaire s’engage à remplacer les pièces détachées usagées et à fournir les consommables captifs correspondants, pendant une </w:t>
      </w:r>
      <w:r w:rsidRPr="009D6FEF">
        <w:rPr>
          <w:rFonts w:cs="Arial"/>
          <w:b/>
        </w:rPr>
        <w:t xml:space="preserve">durée minimale de </w:t>
      </w:r>
      <w:r w:rsidR="009D6FEF">
        <w:rPr>
          <w:rFonts w:cs="Arial"/>
          <w:b/>
        </w:rPr>
        <w:t>huit (</w:t>
      </w:r>
      <w:r w:rsidR="00A451A9" w:rsidRPr="009D6FEF">
        <w:rPr>
          <w:rFonts w:cs="Arial"/>
          <w:b/>
        </w:rPr>
        <w:t>8</w:t>
      </w:r>
      <w:r w:rsidR="009D6FEF">
        <w:rPr>
          <w:rFonts w:cs="Arial"/>
          <w:b/>
        </w:rPr>
        <w:t>)</w:t>
      </w:r>
      <w:r w:rsidR="009D6FEF" w:rsidRPr="009D6FEF">
        <w:rPr>
          <w:rFonts w:cs="Arial"/>
          <w:b/>
          <w:color w:val="E36C0A" w:themeColor="accent6" w:themeShade="BF"/>
        </w:rPr>
        <w:t xml:space="preserve"> </w:t>
      </w:r>
      <w:r w:rsidRPr="009D6FEF">
        <w:rPr>
          <w:rFonts w:cs="Arial"/>
          <w:b/>
        </w:rPr>
        <w:t>ans</w:t>
      </w:r>
      <w:r w:rsidRPr="00760980">
        <w:rPr>
          <w:rFonts w:cs="Arial"/>
        </w:rPr>
        <w:t xml:space="preserve"> </w:t>
      </w:r>
      <w:r w:rsidRPr="00BC2BFF">
        <w:rPr>
          <w:rFonts w:cs="Arial"/>
        </w:rPr>
        <w:t xml:space="preserve">à compter de la date d’admission de </w:t>
      </w:r>
      <w:r w:rsidR="00FE7F6E" w:rsidRPr="00BC2BFF">
        <w:rPr>
          <w:rFonts w:cs="Arial"/>
        </w:rPr>
        <w:t>l’équipement</w:t>
      </w:r>
      <w:r w:rsidRPr="00BC2BFF">
        <w:rPr>
          <w:rFonts w:cs="Arial"/>
        </w:rPr>
        <w:t xml:space="preserve"> acheté en application du présent </w:t>
      </w:r>
      <w:r w:rsidR="00FE7F6E" w:rsidRPr="00BC2BFF">
        <w:rPr>
          <w:rFonts w:cs="Arial"/>
        </w:rPr>
        <w:t>marché</w:t>
      </w:r>
      <w:r w:rsidRPr="00BC2BFF">
        <w:rPr>
          <w:rFonts w:cs="Arial"/>
        </w:rPr>
        <w:t xml:space="preserve">. </w:t>
      </w:r>
    </w:p>
    <w:p w14:paraId="47DFAE2C" w14:textId="77777777" w:rsidR="00E1299C" w:rsidRDefault="00E1299C" w:rsidP="00E1299C">
      <w:pPr>
        <w:rPr>
          <w:rFonts w:cs="Arial"/>
        </w:rPr>
      </w:pPr>
      <w:r w:rsidRPr="00BC2BFF">
        <w:rPr>
          <w:rFonts w:cs="Arial"/>
        </w:rPr>
        <w:t xml:space="preserve">Dans le cas contraire le titulaire encourt une pénalité telle que décrite à l’article </w:t>
      </w:r>
      <w:r w:rsidR="00797BB0">
        <w:rPr>
          <w:rFonts w:cs="Arial"/>
        </w:rPr>
        <w:t>9.3.</w:t>
      </w:r>
    </w:p>
    <w:p w14:paraId="6B29B4C9" w14:textId="77777777" w:rsidR="00B24359" w:rsidRPr="00B24359" w:rsidRDefault="00B24359" w:rsidP="009D115A">
      <w:pPr>
        <w:pStyle w:val="Titre2"/>
      </w:pPr>
      <w:bookmarkStart w:id="162" w:name="_Toc203648601"/>
      <w:r>
        <w:t>Maintenance</w:t>
      </w:r>
      <w:bookmarkEnd w:id="162"/>
    </w:p>
    <w:p w14:paraId="3A0964F4" w14:textId="77777777" w:rsidR="00123D4B" w:rsidRPr="00C67E16" w:rsidRDefault="00123D4B" w:rsidP="00E1299C">
      <w:pPr>
        <w:rPr>
          <w:rFonts w:cs="Arial"/>
        </w:rPr>
      </w:pPr>
      <w:r w:rsidRPr="00C67E16">
        <w:rPr>
          <w:rFonts w:cs="Arial"/>
        </w:rPr>
        <w:t>Sans objet.</w:t>
      </w:r>
    </w:p>
    <w:p w14:paraId="07560AAE" w14:textId="72636C90" w:rsidR="003946F1" w:rsidRPr="003946F1" w:rsidRDefault="003946F1" w:rsidP="003946F1">
      <w:pPr>
        <w:pStyle w:val="Titre1"/>
        <w:spacing w:after="240"/>
        <w:ind w:left="357" w:hanging="357"/>
        <w:rPr>
          <w:rFonts w:ascii="AvenirNext LT Pro Cn" w:hAnsi="AvenirNext LT Pro Cn"/>
        </w:rPr>
      </w:pPr>
      <w:bookmarkStart w:id="163" w:name="_Toc203648602"/>
      <w:r w:rsidRPr="003946F1">
        <w:rPr>
          <w:rFonts w:ascii="AvenirNext LT Pro Cn" w:hAnsi="AvenirNext LT Pro Cn"/>
        </w:rPr>
        <w:t>ASSURANCE</w:t>
      </w:r>
      <w:bookmarkEnd w:id="163"/>
    </w:p>
    <w:p w14:paraId="503DBA2E" w14:textId="7AB5F0FA" w:rsidR="003946F1" w:rsidRDefault="003946F1" w:rsidP="003946F1">
      <w:pPr>
        <w:autoSpaceDE w:val="0"/>
        <w:autoSpaceDN w:val="0"/>
        <w:adjustRightInd w:val="0"/>
        <w:spacing w:before="240"/>
        <w:rPr>
          <w:rFonts w:ascii="AvenirNext LT Pro LightCn" w:eastAsiaTheme="minorEastAsia" w:hAnsi="AvenirNext LT Pro LightCn" w:cs="Arial"/>
          <w:sz w:val="24"/>
          <w:szCs w:val="24"/>
        </w:rPr>
      </w:pPr>
      <w:r>
        <w:rPr>
          <w:rFonts w:ascii="AvenirNext LT Pro LightCn" w:hAnsi="AvenirNext LT Pro LightCn" w:cs="Arial"/>
          <w:sz w:val="24"/>
          <w:szCs w:val="24"/>
        </w:rPr>
        <w:t>Le titulaire et ses sous-traitants doivent contracter les assurances permettant de garantir leur responsabilité à l'égard d’INRAE et des tiers, victimes d'accidents ou de dommages causés par l'exécution du marché.</w:t>
      </w:r>
    </w:p>
    <w:p w14:paraId="6B1C5DBC" w14:textId="080D9FF3" w:rsidR="003946F1" w:rsidRDefault="001D1A5D" w:rsidP="003946F1">
      <w:pPr>
        <w:keepLines/>
        <w:widowControl w:val="0"/>
        <w:autoSpaceDE w:val="0"/>
        <w:autoSpaceDN w:val="0"/>
        <w:adjustRightInd w:val="0"/>
        <w:rPr>
          <w:rFonts w:ascii="AvenirNext LT Pro LightCn" w:hAnsi="AvenirNext LT Pro LightCn" w:cs="Arial"/>
          <w:sz w:val="24"/>
          <w:szCs w:val="24"/>
        </w:rPr>
      </w:pPr>
      <w:r>
        <w:rPr>
          <w:rFonts w:ascii="AvenirNext LT Pro LightCn" w:hAnsi="AvenirNext LT Pro LightCn" w:cs="Arial"/>
          <w:sz w:val="24"/>
          <w:szCs w:val="24"/>
        </w:rPr>
        <w:t>Conformément</w:t>
      </w:r>
      <w:r w:rsidR="003946F1">
        <w:rPr>
          <w:rFonts w:ascii="AvenirNext LT Pro LightCn" w:hAnsi="AvenirNext LT Pro LightCn" w:cs="Arial"/>
          <w:sz w:val="24"/>
          <w:szCs w:val="24"/>
        </w:rPr>
        <w:t xml:space="preserve"> à l’article 9.2 du CCAG-FCS, il doit justifier </w:t>
      </w:r>
      <w:r>
        <w:rPr>
          <w:rFonts w:ascii="AvenirNext LT Pro LightCn" w:hAnsi="AvenirNext LT Pro LightCn" w:cs="Arial"/>
          <w:sz w:val="24"/>
          <w:szCs w:val="24"/>
        </w:rPr>
        <w:t>dans un délai de quinze jours à compter de la notification du marché et avant tout début d’exécution de celui-ci, qu’il est titulaire de ces contrats d’assurances, au moyen d’une attestation établissant l’étendue de la responsabilité garantie.</w:t>
      </w:r>
    </w:p>
    <w:p w14:paraId="0DBDCFF9" w14:textId="10DEDC81" w:rsidR="001D1A5D" w:rsidRDefault="001D1A5D" w:rsidP="003946F1">
      <w:pPr>
        <w:keepLines/>
        <w:widowControl w:val="0"/>
        <w:autoSpaceDE w:val="0"/>
        <w:autoSpaceDN w:val="0"/>
        <w:adjustRightInd w:val="0"/>
        <w:rPr>
          <w:rFonts w:ascii="AvenirNext LT Pro LightCn" w:hAnsi="AvenirNext LT Pro LightCn" w:cs="Arial"/>
          <w:sz w:val="24"/>
          <w:szCs w:val="24"/>
        </w:rPr>
      </w:pPr>
      <w:proofErr w:type="gramStart"/>
      <w:r>
        <w:rPr>
          <w:rFonts w:ascii="AvenirNext LT Pro LightCn" w:hAnsi="AvenirNext LT Pro LightCn" w:cs="Arial"/>
          <w:sz w:val="24"/>
          <w:szCs w:val="24"/>
        </w:rPr>
        <w:t>A tout moment</w:t>
      </w:r>
      <w:proofErr w:type="gramEnd"/>
      <w:r w:rsidR="00765801">
        <w:rPr>
          <w:rFonts w:ascii="AvenirNext LT Pro LightCn" w:hAnsi="AvenirNext LT Pro LightCn" w:cs="Arial"/>
          <w:sz w:val="24"/>
          <w:szCs w:val="24"/>
        </w:rPr>
        <w:t>,</w:t>
      </w:r>
      <w:r>
        <w:rPr>
          <w:rFonts w:ascii="AvenirNext LT Pro LightCn" w:hAnsi="AvenirNext LT Pro LightCn" w:cs="Arial"/>
          <w:sz w:val="24"/>
          <w:szCs w:val="24"/>
        </w:rPr>
        <w:t xml:space="preserve"> durant l’exécution du marché, le titulaire doit être en mesure de produire cette attestation, sur demande de l’acheteur et dans un délai de quinze jours à compter de la réception de la demande.</w:t>
      </w:r>
    </w:p>
    <w:p w14:paraId="0EB7E85B" w14:textId="77777777" w:rsidR="00B3398C" w:rsidRPr="00BC2BFF" w:rsidRDefault="00B3398C" w:rsidP="00760980">
      <w:pPr>
        <w:pStyle w:val="Titre1"/>
        <w:spacing w:after="240"/>
        <w:ind w:left="357" w:hanging="357"/>
        <w:rPr>
          <w:rFonts w:ascii="AvenirNext LT Pro Cn" w:hAnsi="AvenirNext LT Pro Cn"/>
          <w:i/>
          <w:iCs/>
        </w:rPr>
      </w:pPr>
      <w:bookmarkStart w:id="164" w:name="_Toc203648603"/>
      <w:r w:rsidRPr="00BC2BFF">
        <w:rPr>
          <w:rFonts w:ascii="AvenirNext LT Pro Cn" w:hAnsi="AvenirNext LT Pro Cn"/>
        </w:rPr>
        <w:t>LITIGES</w:t>
      </w:r>
      <w:bookmarkEnd w:id="164"/>
    </w:p>
    <w:p w14:paraId="40599997" w14:textId="77777777" w:rsidR="00B3398C" w:rsidRPr="00760980" w:rsidRDefault="006D028A" w:rsidP="00760980">
      <w:pPr>
        <w:rPr>
          <w:bCs/>
        </w:rPr>
      </w:pPr>
      <w:r w:rsidRPr="00760980">
        <w:rPr>
          <w:bCs/>
        </w:rPr>
        <w:t xml:space="preserve">Si </w:t>
      </w:r>
      <w:r w:rsidR="007B63E7">
        <w:rPr>
          <w:bCs/>
        </w:rPr>
        <w:t>un désaccord</w:t>
      </w:r>
      <w:r w:rsidR="00B3398C" w:rsidRPr="00760980">
        <w:rPr>
          <w:bCs/>
        </w:rPr>
        <w:t xml:space="preserve"> n</w:t>
      </w:r>
      <w:r w:rsidR="007B63E7">
        <w:rPr>
          <w:bCs/>
        </w:rPr>
        <w:t>ait</w:t>
      </w:r>
      <w:r w:rsidR="00B3398C" w:rsidRPr="00760980">
        <w:rPr>
          <w:bCs/>
        </w:rPr>
        <w:t xml:space="preserve"> à l’occasion de l’exécution du présent marché, les parties s’efforceront de trouver un accord amiable à leur litige.</w:t>
      </w:r>
    </w:p>
    <w:p w14:paraId="4866137A" w14:textId="52DF4622" w:rsidR="00911DB8" w:rsidRDefault="00B3398C" w:rsidP="00760980">
      <w:pPr>
        <w:rPr>
          <w:bCs/>
        </w:rPr>
      </w:pPr>
      <w:r w:rsidRPr="00760980">
        <w:rPr>
          <w:bCs/>
        </w:rPr>
        <w:t>A défaut d’accord</w:t>
      </w:r>
      <w:r w:rsidR="006D028A" w:rsidRPr="00760980">
        <w:rPr>
          <w:bCs/>
        </w:rPr>
        <w:t xml:space="preserve"> amiable</w:t>
      </w:r>
      <w:r w:rsidRPr="00760980">
        <w:rPr>
          <w:bCs/>
        </w:rPr>
        <w:t>, le tribunal administratif</w:t>
      </w:r>
      <w:r w:rsidR="00A70B76">
        <w:rPr>
          <w:bCs/>
        </w:rPr>
        <w:t xml:space="preserve"> de</w:t>
      </w:r>
      <w:r w:rsidR="00394191">
        <w:rPr>
          <w:bCs/>
        </w:rPr>
        <w:t xml:space="preserve"> </w:t>
      </w:r>
      <w:sdt>
        <w:sdtPr>
          <w:rPr>
            <w:bCs/>
          </w:rPr>
          <w:alias w:val="TA"/>
          <w:tag w:val="TA"/>
          <w:id w:val="-1006589828"/>
          <w:placeholder>
            <w:docPart w:val="5DDACFDCF2544FF7B1A2C8D4C3930E2A"/>
          </w:placeholder>
          <w:dropDownList>
            <w:listItem w:value="Choisissez un élément."/>
            <w:listItem w:displayText="Versailles" w:value="Versailles"/>
            <w:listItem w:displayText="Amiens" w:value="Amiens"/>
            <w:listItem w:displayText="Lille" w:value="Lille"/>
          </w:dropDownList>
        </w:sdtPr>
        <w:sdtContent>
          <w:r w:rsidR="00D97E07">
            <w:rPr>
              <w:bCs/>
            </w:rPr>
            <w:t>Versailles</w:t>
          </w:r>
        </w:sdtContent>
      </w:sdt>
      <w:r w:rsidR="00394191">
        <w:rPr>
          <w:bCs/>
        </w:rPr>
        <w:t xml:space="preserve"> est le </w:t>
      </w:r>
      <w:r w:rsidRPr="00760980">
        <w:rPr>
          <w:bCs/>
        </w:rPr>
        <w:t>seul compétent.</w:t>
      </w:r>
    </w:p>
    <w:p w14:paraId="5A926549" w14:textId="3D4480AE" w:rsidR="00765801" w:rsidRDefault="00765801" w:rsidP="00760980">
      <w:pPr>
        <w:rPr>
          <w:bCs/>
        </w:rPr>
      </w:pPr>
    </w:p>
    <w:p w14:paraId="080960EA" w14:textId="42FAC415" w:rsidR="00765801" w:rsidRDefault="00765801" w:rsidP="00760980">
      <w:pPr>
        <w:rPr>
          <w:bCs/>
        </w:rPr>
      </w:pPr>
    </w:p>
    <w:p w14:paraId="2941277B" w14:textId="77777777" w:rsidR="00765801" w:rsidRDefault="00765801" w:rsidP="00760980">
      <w:pPr>
        <w:rPr>
          <w:bCs/>
        </w:rPr>
      </w:pPr>
    </w:p>
    <w:p w14:paraId="0F061AC5" w14:textId="77777777" w:rsidR="00642C9F" w:rsidRPr="00BC2BFF" w:rsidRDefault="00642C9F" w:rsidP="0004041A">
      <w:pPr>
        <w:pStyle w:val="Titre1"/>
        <w:spacing w:before="360"/>
        <w:ind w:left="357" w:hanging="357"/>
        <w:rPr>
          <w:rFonts w:ascii="AvenirNext LT Pro Cn" w:hAnsi="AvenirNext LT Pro Cn"/>
          <w:i/>
          <w:iCs/>
        </w:rPr>
      </w:pPr>
      <w:bookmarkStart w:id="165" w:name="_Toc203648604"/>
      <w:r w:rsidRPr="00BC2BFF">
        <w:rPr>
          <w:rFonts w:ascii="AvenirNext LT Pro Cn" w:hAnsi="AvenirNext LT Pro Cn"/>
        </w:rPr>
        <w:lastRenderedPageBreak/>
        <w:t>DEROGATIONS AU CCAG-FCS</w:t>
      </w:r>
      <w:bookmarkEnd w:id="165"/>
    </w:p>
    <w:p w14:paraId="783DBD2C" w14:textId="77777777" w:rsidR="00760980" w:rsidRDefault="00760980" w:rsidP="008630D8">
      <w:pPr>
        <w:spacing w:before="0" w:after="0"/>
      </w:pPr>
    </w:p>
    <w:tbl>
      <w:tblPr>
        <w:tblStyle w:val="Grilledutableau"/>
        <w:tblW w:w="0" w:type="auto"/>
        <w:tblLook w:val="04A0" w:firstRow="1" w:lastRow="0" w:firstColumn="1" w:lastColumn="0" w:noHBand="0" w:noVBand="1"/>
      </w:tblPr>
      <w:tblGrid>
        <w:gridCol w:w="5665"/>
        <w:gridCol w:w="2977"/>
      </w:tblGrid>
      <w:tr w:rsidR="00797BB0" w14:paraId="7936FBF5" w14:textId="77777777" w:rsidTr="00FE7EAD">
        <w:tc>
          <w:tcPr>
            <w:tcW w:w="5665" w:type="dxa"/>
          </w:tcPr>
          <w:p w14:paraId="738F375E" w14:textId="77777777" w:rsidR="00797BB0" w:rsidRPr="00504145" w:rsidRDefault="00797BB0" w:rsidP="00967E74">
            <w:pPr>
              <w:jc w:val="center"/>
              <w:rPr>
                <w:b/>
              </w:rPr>
            </w:pPr>
            <w:r w:rsidRPr="00504145">
              <w:rPr>
                <w:b/>
              </w:rPr>
              <w:t>Articles du CCAG-FCS auxquels il est dérogé</w:t>
            </w:r>
          </w:p>
        </w:tc>
        <w:tc>
          <w:tcPr>
            <w:tcW w:w="2977" w:type="dxa"/>
          </w:tcPr>
          <w:p w14:paraId="584C110D" w14:textId="77777777" w:rsidR="00797BB0" w:rsidRPr="00504145" w:rsidRDefault="00967E74" w:rsidP="00967E74">
            <w:pPr>
              <w:jc w:val="center"/>
              <w:rPr>
                <w:b/>
              </w:rPr>
            </w:pPr>
            <w:r w:rsidRPr="00504145">
              <w:rPr>
                <w:b/>
              </w:rPr>
              <w:t>Articles de l’AECCP dérogeant au CCAG-FCS</w:t>
            </w:r>
          </w:p>
        </w:tc>
      </w:tr>
      <w:tr w:rsidR="00797BB0" w14:paraId="027861A6" w14:textId="77777777" w:rsidTr="00FE7EAD">
        <w:tc>
          <w:tcPr>
            <w:tcW w:w="5665" w:type="dxa"/>
          </w:tcPr>
          <w:p w14:paraId="4D6CD6D8" w14:textId="616540E9" w:rsidR="00797BB0" w:rsidRPr="00504145" w:rsidRDefault="00967E74" w:rsidP="00FE7EAD">
            <w:pPr>
              <w:spacing w:before="60" w:after="60"/>
              <w:jc w:val="left"/>
            </w:pPr>
            <w:r w:rsidRPr="00504145">
              <w:t>4.1</w:t>
            </w:r>
            <w:r w:rsidR="001D1A5D" w:rsidRPr="00504145">
              <w:t xml:space="preserve"> (ordre de priorité des pièces)</w:t>
            </w:r>
          </w:p>
        </w:tc>
        <w:tc>
          <w:tcPr>
            <w:tcW w:w="2977" w:type="dxa"/>
          </w:tcPr>
          <w:p w14:paraId="637B0B96" w14:textId="77777777" w:rsidR="00797BB0" w:rsidRPr="00504145" w:rsidRDefault="00967E74" w:rsidP="00FE7EAD">
            <w:pPr>
              <w:spacing w:before="60" w:after="60"/>
              <w:jc w:val="center"/>
            </w:pPr>
            <w:r w:rsidRPr="00504145">
              <w:t>2</w:t>
            </w:r>
          </w:p>
        </w:tc>
      </w:tr>
      <w:tr w:rsidR="007B63E7" w14:paraId="04A031FF" w14:textId="77777777" w:rsidTr="00FE7EAD">
        <w:tc>
          <w:tcPr>
            <w:tcW w:w="5665" w:type="dxa"/>
          </w:tcPr>
          <w:p w14:paraId="5F46BCD9" w14:textId="680BE250" w:rsidR="007B63E7" w:rsidRPr="00504145" w:rsidRDefault="007B63E7" w:rsidP="00FE7EAD">
            <w:pPr>
              <w:spacing w:before="60" w:after="60"/>
              <w:jc w:val="left"/>
            </w:pPr>
            <w:r w:rsidRPr="00504145">
              <w:t>4.2.1</w:t>
            </w:r>
            <w:r w:rsidR="001D1A5D" w:rsidRPr="00504145">
              <w:t xml:space="preserve"> (pièces notification)</w:t>
            </w:r>
          </w:p>
        </w:tc>
        <w:tc>
          <w:tcPr>
            <w:tcW w:w="2977" w:type="dxa"/>
          </w:tcPr>
          <w:p w14:paraId="37C7BCBB" w14:textId="77777777" w:rsidR="007B63E7" w:rsidRPr="00504145" w:rsidRDefault="007B63E7" w:rsidP="00FE7EAD">
            <w:pPr>
              <w:spacing w:before="60" w:after="60"/>
              <w:jc w:val="center"/>
            </w:pPr>
            <w:r w:rsidRPr="00504145">
              <w:t>2.1</w:t>
            </w:r>
          </w:p>
        </w:tc>
      </w:tr>
      <w:tr w:rsidR="00731362" w14:paraId="13DAF2CC" w14:textId="77777777" w:rsidTr="00FE7EAD">
        <w:tc>
          <w:tcPr>
            <w:tcW w:w="5665" w:type="dxa"/>
          </w:tcPr>
          <w:p w14:paraId="41024B5B" w14:textId="242AEA12" w:rsidR="00731362" w:rsidRPr="00504145" w:rsidRDefault="00731362" w:rsidP="00FE7EAD">
            <w:pPr>
              <w:spacing w:before="60" w:after="60"/>
              <w:jc w:val="left"/>
            </w:pPr>
            <w:r w:rsidRPr="00504145">
              <w:t>14</w:t>
            </w:r>
            <w:r w:rsidR="001D1A5D" w:rsidRPr="00504145">
              <w:t>– (pénalités)</w:t>
            </w:r>
          </w:p>
        </w:tc>
        <w:tc>
          <w:tcPr>
            <w:tcW w:w="2977" w:type="dxa"/>
          </w:tcPr>
          <w:p w14:paraId="1011BF0C" w14:textId="525CEDC2" w:rsidR="00731362" w:rsidRPr="00504145" w:rsidRDefault="00731362" w:rsidP="00FE7EAD">
            <w:pPr>
              <w:spacing w:before="60" w:after="60"/>
              <w:jc w:val="center"/>
            </w:pPr>
            <w:r w:rsidRPr="00504145">
              <w:t>9</w:t>
            </w:r>
          </w:p>
        </w:tc>
      </w:tr>
      <w:tr w:rsidR="00797BB0" w14:paraId="7D70C74B" w14:textId="77777777" w:rsidTr="00FE7EAD">
        <w:tc>
          <w:tcPr>
            <w:tcW w:w="5665" w:type="dxa"/>
          </w:tcPr>
          <w:p w14:paraId="10AAB1DF" w14:textId="0AFD81AF" w:rsidR="00797BB0" w:rsidRPr="00504145" w:rsidRDefault="00967E74" w:rsidP="00FE7EAD">
            <w:pPr>
              <w:spacing w:before="60" w:after="60"/>
              <w:jc w:val="left"/>
            </w:pPr>
            <w:r w:rsidRPr="00504145">
              <w:t>19</w:t>
            </w:r>
            <w:r w:rsidR="001D1A5D" w:rsidRPr="00504145">
              <w:t xml:space="preserve"> (aménagement des locaux)</w:t>
            </w:r>
          </w:p>
        </w:tc>
        <w:tc>
          <w:tcPr>
            <w:tcW w:w="2977" w:type="dxa"/>
          </w:tcPr>
          <w:p w14:paraId="7F766E42" w14:textId="77777777" w:rsidR="00797BB0" w:rsidRPr="00504145" w:rsidRDefault="00967E74" w:rsidP="00FE7EAD">
            <w:pPr>
              <w:spacing w:before="60" w:after="60"/>
              <w:jc w:val="center"/>
            </w:pPr>
            <w:r w:rsidRPr="00504145">
              <w:t>3.3</w:t>
            </w:r>
          </w:p>
        </w:tc>
      </w:tr>
      <w:tr w:rsidR="00797BB0" w14:paraId="1EE9C52A" w14:textId="77777777" w:rsidTr="00FE7EAD">
        <w:tc>
          <w:tcPr>
            <w:tcW w:w="5665" w:type="dxa"/>
          </w:tcPr>
          <w:p w14:paraId="6A9A890C" w14:textId="5C70A53D" w:rsidR="00797BB0" w:rsidRPr="00504145" w:rsidRDefault="00967E74" w:rsidP="00FE7EAD">
            <w:pPr>
              <w:spacing w:before="60" w:after="60"/>
              <w:jc w:val="left"/>
            </w:pPr>
            <w:r w:rsidRPr="00504145">
              <w:t>21.2</w:t>
            </w:r>
            <w:r w:rsidR="001D1A5D" w:rsidRPr="00504145">
              <w:t xml:space="preserve"> (bon de livraison)</w:t>
            </w:r>
          </w:p>
        </w:tc>
        <w:tc>
          <w:tcPr>
            <w:tcW w:w="2977" w:type="dxa"/>
          </w:tcPr>
          <w:p w14:paraId="4588747D" w14:textId="77777777" w:rsidR="00797BB0" w:rsidRPr="00504145" w:rsidRDefault="00967E74" w:rsidP="00FE7EAD">
            <w:pPr>
              <w:spacing w:before="60" w:after="60"/>
              <w:jc w:val="center"/>
            </w:pPr>
            <w:r w:rsidRPr="00504145">
              <w:t>3.3</w:t>
            </w:r>
          </w:p>
        </w:tc>
      </w:tr>
      <w:tr w:rsidR="00765801" w:rsidRPr="00765801" w14:paraId="459DAA17" w14:textId="77777777" w:rsidTr="00FE7EAD">
        <w:tc>
          <w:tcPr>
            <w:tcW w:w="5665" w:type="dxa"/>
          </w:tcPr>
          <w:p w14:paraId="093DA95D" w14:textId="30911003" w:rsidR="00797BB0" w:rsidRPr="00504145" w:rsidRDefault="00967E74" w:rsidP="00FE7EAD">
            <w:pPr>
              <w:spacing w:before="60" w:after="60"/>
              <w:jc w:val="left"/>
            </w:pPr>
            <w:r w:rsidRPr="00504145">
              <w:t>27.2.2</w:t>
            </w:r>
            <w:r w:rsidR="00FE7EAD" w:rsidRPr="00504145">
              <w:t xml:space="preserve"> (information vérification)</w:t>
            </w:r>
          </w:p>
        </w:tc>
        <w:tc>
          <w:tcPr>
            <w:tcW w:w="2977" w:type="dxa"/>
          </w:tcPr>
          <w:p w14:paraId="1D9704BE" w14:textId="77777777" w:rsidR="00797BB0" w:rsidRPr="00504145" w:rsidRDefault="00967E74" w:rsidP="00FE7EAD">
            <w:pPr>
              <w:spacing w:before="60" w:after="60"/>
              <w:jc w:val="center"/>
            </w:pPr>
            <w:r w:rsidRPr="00504145">
              <w:t>5</w:t>
            </w:r>
          </w:p>
        </w:tc>
      </w:tr>
      <w:tr w:rsidR="00E41162" w14:paraId="474D780E" w14:textId="77777777" w:rsidTr="00FE7EAD">
        <w:tc>
          <w:tcPr>
            <w:tcW w:w="5665" w:type="dxa"/>
          </w:tcPr>
          <w:p w14:paraId="4C930F9E" w14:textId="2E348F54" w:rsidR="00E41162" w:rsidRPr="00504145" w:rsidRDefault="00FE7EAD" w:rsidP="00FE7EAD">
            <w:pPr>
              <w:spacing w:before="60" w:after="60"/>
              <w:jc w:val="left"/>
            </w:pPr>
            <w:r w:rsidRPr="00504145">
              <w:t xml:space="preserve">28 - </w:t>
            </w:r>
            <w:r w:rsidR="00731362" w:rsidRPr="00504145">
              <w:t>28.</w:t>
            </w:r>
            <w:r w:rsidRPr="00504145">
              <w:t xml:space="preserve">1 – 28.2 (opérations de vérification – délais VA et VSR) </w:t>
            </w:r>
          </w:p>
        </w:tc>
        <w:tc>
          <w:tcPr>
            <w:tcW w:w="2977" w:type="dxa"/>
          </w:tcPr>
          <w:p w14:paraId="40CB0361" w14:textId="77777777" w:rsidR="00E41162" w:rsidRPr="00504145" w:rsidRDefault="00E41162" w:rsidP="00FE7EAD">
            <w:pPr>
              <w:spacing w:before="60" w:after="60"/>
              <w:jc w:val="center"/>
            </w:pPr>
            <w:r w:rsidRPr="00504145">
              <w:t>5.2</w:t>
            </w:r>
          </w:p>
        </w:tc>
      </w:tr>
    </w:tbl>
    <w:p w14:paraId="53E94CDB" w14:textId="77777777" w:rsidR="00760980" w:rsidRDefault="00760980" w:rsidP="00C67E16">
      <w:pPr>
        <w:spacing w:before="0" w:after="0"/>
      </w:pPr>
    </w:p>
    <w:p w14:paraId="38364BD2" w14:textId="5C0899A2" w:rsidR="00100D66" w:rsidRDefault="00100D66" w:rsidP="00C67E16">
      <w:pPr>
        <w:spacing w:before="0" w:after="0"/>
      </w:pPr>
    </w:p>
    <w:p w14:paraId="67F5D651" w14:textId="437EEEDA" w:rsidR="00717314" w:rsidRPr="00BC2BFF" w:rsidRDefault="00717314" w:rsidP="00717314">
      <w:pPr>
        <w:pStyle w:val="Titre1"/>
        <w:rPr>
          <w:i/>
          <w:iCs/>
        </w:rPr>
      </w:pPr>
      <w:bookmarkStart w:id="166" w:name="_Toc203648605"/>
      <w:r>
        <w:t>ANNEXES</w:t>
      </w:r>
      <w:bookmarkEnd w:id="166"/>
    </w:p>
    <w:p w14:paraId="50FAD649" w14:textId="41FB80B7" w:rsidR="00717314" w:rsidRDefault="00717314" w:rsidP="00C67E16">
      <w:pPr>
        <w:spacing w:before="0" w:after="0"/>
      </w:pPr>
    </w:p>
    <w:p w14:paraId="6885D048" w14:textId="70945842" w:rsidR="00717314" w:rsidRDefault="00717314" w:rsidP="00C67E16">
      <w:pPr>
        <w:spacing w:before="0" w:after="0"/>
      </w:pPr>
    </w:p>
    <w:p w14:paraId="7138C85C" w14:textId="77777777" w:rsidR="00717314" w:rsidRPr="00504145" w:rsidRDefault="00717314" w:rsidP="00717314">
      <w:pPr>
        <w:numPr>
          <w:ilvl w:val="0"/>
          <w:numId w:val="23"/>
        </w:numPr>
        <w:spacing w:after="0"/>
        <w:ind w:left="357" w:hanging="357"/>
      </w:pPr>
      <w:r w:rsidRPr="00504145">
        <w:t>Un cadre de PV de mise en ordre de marche</w:t>
      </w:r>
    </w:p>
    <w:p w14:paraId="2A6B5873" w14:textId="7CBE491F" w:rsidR="00717314" w:rsidRPr="00504145" w:rsidRDefault="00717314" w:rsidP="00717314">
      <w:pPr>
        <w:numPr>
          <w:ilvl w:val="0"/>
          <w:numId w:val="23"/>
        </w:numPr>
        <w:spacing w:after="0"/>
        <w:ind w:left="357" w:hanging="357"/>
      </w:pPr>
      <w:r w:rsidRPr="00504145">
        <w:t xml:space="preserve">Un cadre de PV relatif aux opérations de vérification </w:t>
      </w:r>
    </w:p>
    <w:p w14:paraId="732D0453" w14:textId="2B081C87" w:rsidR="00717314" w:rsidRPr="00C44B59" w:rsidRDefault="00717314" w:rsidP="00765801">
      <w:pPr>
        <w:spacing w:after="0"/>
        <w:ind w:left="357"/>
        <w:rPr>
          <w:sz w:val="24"/>
          <w:szCs w:val="24"/>
        </w:rPr>
      </w:pPr>
    </w:p>
    <w:p w14:paraId="16077E19" w14:textId="77777777" w:rsidR="00100D66" w:rsidRPr="00C44B59" w:rsidRDefault="00100D66" w:rsidP="00C67E16">
      <w:pPr>
        <w:spacing w:before="0" w:after="0"/>
        <w:rPr>
          <w:sz w:val="24"/>
          <w:szCs w:val="24"/>
        </w:rPr>
      </w:pPr>
    </w:p>
    <w:sectPr w:rsidR="00100D66" w:rsidRPr="00C44B59"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A298E" w14:textId="77777777" w:rsidR="005D71A9" w:rsidRDefault="005D71A9">
      <w:r>
        <w:separator/>
      </w:r>
    </w:p>
  </w:endnote>
  <w:endnote w:type="continuationSeparator" w:id="0">
    <w:p w14:paraId="43017BAA" w14:textId="77777777" w:rsidR="005D71A9" w:rsidRDefault="005D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4000ACFF" w:usb2="00000001"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enirNext LT Pro LightCn">
    <w:panose1 w:val="020B0406020202020204"/>
    <w:charset w:val="00"/>
    <w:family w:val="swiss"/>
    <w:notTrueType/>
    <w:pitch w:val="variable"/>
    <w:sig w:usb0="800000AF" w:usb1="5000204A" w:usb2="00000000" w:usb3="00000000" w:csb0="00000093"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G Times">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4D9B" w14:textId="77777777" w:rsidR="005D71A9" w:rsidRDefault="005D71A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F8FEE9" w14:textId="77777777" w:rsidR="005D71A9" w:rsidRDefault="005D71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5803906"/>
      <w:docPartObj>
        <w:docPartGallery w:val="Page Numbers (Bottom of Page)"/>
        <w:docPartUnique/>
      </w:docPartObj>
    </w:sdtPr>
    <w:sdtContent>
      <w:sdt>
        <w:sdtPr>
          <w:id w:val="-1769616900"/>
          <w:docPartObj>
            <w:docPartGallery w:val="Page Numbers (Top of Page)"/>
            <w:docPartUnique/>
          </w:docPartObj>
        </w:sdtPr>
        <w:sdtContent>
          <w:p w14:paraId="0A2C567D" w14:textId="795617D5" w:rsidR="005D71A9" w:rsidRDefault="005D71A9">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25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25</w:t>
            </w:r>
            <w:r>
              <w:rPr>
                <w:b/>
                <w:bCs/>
                <w:sz w:val="24"/>
                <w:szCs w:val="24"/>
              </w:rPr>
              <w:fldChar w:fldCharType="end"/>
            </w:r>
          </w:p>
        </w:sdtContent>
      </w:sdt>
    </w:sdtContent>
  </w:sdt>
  <w:p w14:paraId="61FEA6E4" w14:textId="77777777" w:rsidR="005D71A9" w:rsidRDefault="005D71A9" w:rsidP="00177F31">
    <w:pPr>
      <w:pStyle w:val="Pieddepage"/>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12A27" w14:textId="77777777" w:rsidR="005D71A9" w:rsidRDefault="005D71A9">
      <w:r>
        <w:separator/>
      </w:r>
    </w:p>
  </w:footnote>
  <w:footnote w:type="continuationSeparator" w:id="0">
    <w:p w14:paraId="4CD98647" w14:textId="77777777" w:rsidR="005D71A9" w:rsidRDefault="005D71A9">
      <w:r>
        <w:continuationSeparator/>
      </w:r>
    </w:p>
  </w:footnote>
  <w:footnote w:id="1">
    <w:p w14:paraId="53026DF1" w14:textId="77777777" w:rsidR="005D71A9" w:rsidRPr="00460E17" w:rsidRDefault="005D71A9" w:rsidP="00904E99">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6B5D"/>
    <w:multiLevelType w:val="hybridMultilevel"/>
    <w:tmpl w:val="153C23C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DB5A2E"/>
    <w:multiLevelType w:val="hybridMultilevel"/>
    <w:tmpl w:val="C1BCBD3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767CE3"/>
    <w:multiLevelType w:val="hybridMultilevel"/>
    <w:tmpl w:val="8E50FC9E"/>
    <w:lvl w:ilvl="0" w:tplc="502052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2F5AEE"/>
    <w:multiLevelType w:val="hybridMultilevel"/>
    <w:tmpl w:val="0D364224"/>
    <w:lvl w:ilvl="0" w:tplc="FF76FAA4">
      <w:start w:val="1"/>
      <w:numFmt w:val="decimal"/>
      <w:lvlText w:val="%1-"/>
      <w:lvlJc w:val="left"/>
      <w:pPr>
        <w:ind w:left="720" w:hanging="36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515A31"/>
    <w:multiLevelType w:val="hybridMultilevel"/>
    <w:tmpl w:val="B074E0D8"/>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9C421E"/>
    <w:multiLevelType w:val="hybridMultilevel"/>
    <w:tmpl w:val="6BBA6060"/>
    <w:lvl w:ilvl="0" w:tplc="040C0003">
      <w:start w:val="1"/>
      <w:numFmt w:val="bullet"/>
      <w:lvlText w:val="o"/>
      <w:lvlJc w:val="left"/>
      <w:pPr>
        <w:ind w:left="360" w:hanging="360"/>
      </w:pPr>
      <w:rPr>
        <w:rFonts w:ascii="Courier New" w:hAnsi="Courier New" w:cs="Courier New" w:hint="default"/>
        <w:b w:val="0"/>
        <w:i w:val="0"/>
        <w:caps w:val="0"/>
        <w:strike w:val="0"/>
        <w:dstrike w:val="0"/>
        <w:vanish w:val="0"/>
        <w:color w:val="000000"/>
        <w:sz w:val="20"/>
        <w:szCs w:val="20"/>
        <w:u w:color="FF99CC"/>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55C4A"/>
    <w:multiLevelType w:val="hybridMultilevel"/>
    <w:tmpl w:val="76FE666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9E1749"/>
    <w:multiLevelType w:val="hybridMultilevel"/>
    <w:tmpl w:val="1338BACE"/>
    <w:lvl w:ilvl="0" w:tplc="CE16C9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C102CD"/>
    <w:multiLevelType w:val="hybridMultilevel"/>
    <w:tmpl w:val="152E0D4C"/>
    <w:lvl w:ilvl="0" w:tplc="BDCEF9C8">
      <w:start w:val="1"/>
      <w:numFmt w:val="upperRoman"/>
      <w:lvlText w:val="%1-"/>
      <w:lvlJc w:val="left"/>
      <w:pPr>
        <w:ind w:left="1080" w:hanging="720"/>
      </w:pPr>
      <w:rPr>
        <w:rFonts w:ascii="Century Gothic" w:eastAsia="Times New Roman" w:hAnsi="Century Gothic" w:cs="Century Gothic" w:hint="default"/>
        <w:b/>
        <w:color w:val="4F83BE"/>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60B71D9"/>
    <w:multiLevelType w:val="hybridMultilevel"/>
    <w:tmpl w:val="6A5A676A"/>
    <w:lvl w:ilvl="0" w:tplc="FA4A8BCA">
      <w:numFmt w:val="bullet"/>
      <w:lvlText w:val=""/>
      <w:lvlJc w:val="left"/>
      <w:pPr>
        <w:ind w:left="1069" w:hanging="360"/>
      </w:pPr>
      <w:rPr>
        <w:rFonts w:ascii="Wingdings" w:eastAsiaTheme="minorHAnsi" w:hAnsi="Wingdings"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3F9E4807"/>
    <w:multiLevelType w:val="multilevel"/>
    <w:tmpl w:val="50AADF00"/>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1850" w:hanging="432"/>
      </w:pPr>
      <w:rPr>
        <w:rFonts w:hint="default"/>
        <w:b/>
        <w:color w:val="00A6A3"/>
      </w:rPr>
    </w:lvl>
    <w:lvl w:ilvl="2">
      <w:start w:val="1"/>
      <w:numFmt w:val="decimal"/>
      <w:pStyle w:val="Titre3"/>
      <w:lvlText w:val="%1.%2.%3."/>
      <w:lvlJc w:val="left"/>
      <w:pPr>
        <w:ind w:left="121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06451E"/>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E921F0"/>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D603381"/>
    <w:multiLevelType w:val="hybridMultilevel"/>
    <w:tmpl w:val="2BAE20C8"/>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B77FE5"/>
    <w:multiLevelType w:val="hybridMultilevel"/>
    <w:tmpl w:val="2AE62D6A"/>
    <w:lvl w:ilvl="0" w:tplc="B3DC8B3E">
      <w:start w:val="1"/>
      <w:numFmt w:val="bullet"/>
      <w:lvlText w:val="-"/>
      <w:lvlJc w:val="left"/>
      <w:pPr>
        <w:ind w:left="720" w:hanging="360"/>
      </w:pPr>
      <w:rPr>
        <w:rFonts w:ascii="AvenirNext LT Pro Cn" w:eastAsiaTheme="minorHAnsi" w:hAnsi="AvenirNext LT Pro 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2B6698"/>
    <w:multiLevelType w:val="multilevel"/>
    <w:tmpl w:val="8AFECE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6DB34FD"/>
    <w:multiLevelType w:val="hybridMultilevel"/>
    <w:tmpl w:val="3A16A8C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925687"/>
    <w:multiLevelType w:val="hybridMultilevel"/>
    <w:tmpl w:val="7E8C47D4"/>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F3563F"/>
    <w:multiLevelType w:val="hybridMultilevel"/>
    <w:tmpl w:val="4D729982"/>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441069"/>
    <w:multiLevelType w:val="hybridMultilevel"/>
    <w:tmpl w:val="8BC20138"/>
    <w:lvl w:ilvl="0" w:tplc="040C000F">
      <w:start w:val="1"/>
      <w:numFmt w:val="decimal"/>
      <w:lvlText w:val="%1."/>
      <w:lvlJc w:val="left"/>
      <w:pPr>
        <w:ind w:left="360" w:hanging="360"/>
      </w:pPr>
      <w:rPr>
        <w:rFonts w:hint="default"/>
        <w:b w:val="0"/>
        <w:i w:val="0"/>
        <w:caps w:val="0"/>
        <w:strike w:val="0"/>
        <w:dstrike w:val="0"/>
        <w:vanish w:val="0"/>
        <w:color w:val="000000"/>
        <w:sz w:val="20"/>
        <w:szCs w:val="20"/>
        <w:u w:color="FF99CC"/>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7E1B2325"/>
    <w:multiLevelType w:val="hybridMultilevel"/>
    <w:tmpl w:val="EC0E861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19"/>
  </w:num>
  <w:num w:numId="4">
    <w:abstractNumId w:val="15"/>
  </w:num>
  <w:num w:numId="5">
    <w:abstractNumId w:val="12"/>
  </w:num>
  <w:num w:numId="6">
    <w:abstractNumId w:val="4"/>
  </w:num>
  <w:num w:numId="7">
    <w:abstractNumId w:val="11"/>
  </w:num>
  <w:num w:numId="8">
    <w:abstractNumId w:val="0"/>
  </w:num>
  <w:num w:numId="9">
    <w:abstractNumId w:val="21"/>
  </w:num>
  <w:num w:numId="10">
    <w:abstractNumId w:val="7"/>
  </w:num>
  <w:num w:numId="11">
    <w:abstractNumId w:val="10"/>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18"/>
  </w:num>
  <w:num w:numId="13">
    <w:abstractNumId w:val="10"/>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3"/>
  </w:num>
  <w:num w:numId="15">
    <w:abstractNumId w:val="1"/>
  </w:num>
  <w:num w:numId="16">
    <w:abstractNumId w:val="14"/>
  </w:num>
  <w:num w:numId="17">
    <w:abstractNumId w:val="6"/>
  </w:num>
  <w:num w:numId="18">
    <w:abstractNumId w:val="10"/>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10"/>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16"/>
  </w:num>
  <w:num w:numId="21">
    <w:abstractNumId w:val="9"/>
  </w:num>
  <w:num w:numId="22">
    <w:abstractNumId w:val="5"/>
  </w:num>
  <w:num w:numId="23">
    <w:abstractNumId w:val="20"/>
  </w:num>
  <w:num w:numId="24">
    <w:abstractNumId w:val="8"/>
  </w:num>
  <w:num w:numId="25">
    <w:abstractNumId w:val="2"/>
  </w:num>
  <w:num w:numId="26">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0105E"/>
    <w:rsid w:val="00004A13"/>
    <w:rsid w:val="00006BC9"/>
    <w:rsid w:val="00014879"/>
    <w:rsid w:val="0001598F"/>
    <w:rsid w:val="00016E7E"/>
    <w:rsid w:val="000222BE"/>
    <w:rsid w:val="000225F6"/>
    <w:rsid w:val="000279E4"/>
    <w:rsid w:val="00036DFA"/>
    <w:rsid w:val="0003702D"/>
    <w:rsid w:val="0004041A"/>
    <w:rsid w:val="00042D7D"/>
    <w:rsid w:val="00050D7B"/>
    <w:rsid w:val="00052CDA"/>
    <w:rsid w:val="00063BE9"/>
    <w:rsid w:val="00065251"/>
    <w:rsid w:val="00072C1C"/>
    <w:rsid w:val="00092A34"/>
    <w:rsid w:val="0009322A"/>
    <w:rsid w:val="00094D42"/>
    <w:rsid w:val="00096E84"/>
    <w:rsid w:val="000A0229"/>
    <w:rsid w:val="000A127B"/>
    <w:rsid w:val="000A175F"/>
    <w:rsid w:val="000A70CD"/>
    <w:rsid w:val="000A7225"/>
    <w:rsid w:val="000A7363"/>
    <w:rsid w:val="000B4AD3"/>
    <w:rsid w:val="000B524A"/>
    <w:rsid w:val="000B7E1A"/>
    <w:rsid w:val="000C38BD"/>
    <w:rsid w:val="000D2752"/>
    <w:rsid w:val="000D76B3"/>
    <w:rsid w:val="000E0421"/>
    <w:rsid w:val="000E3328"/>
    <w:rsid w:val="000E4E1E"/>
    <w:rsid w:val="000E5048"/>
    <w:rsid w:val="000E7690"/>
    <w:rsid w:val="000F09A7"/>
    <w:rsid w:val="00100D66"/>
    <w:rsid w:val="001051F5"/>
    <w:rsid w:val="00115051"/>
    <w:rsid w:val="00116F23"/>
    <w:rsid w:val="00123D4B"/>
    <w:rsid w:val="001246BE"/>
    <w:rsid w:val="001341F9"/>
    <w:rsid w:val="00134A5A"/>
    <w:rsid w:val="00136278"/>
    <w:rsid w:val="001434B3"/>
    <w:rsid w:val="0014659F"/>
    <w:rsid w:val="001514A5"/>
    <w:rsid w:val="001704DA"/>
    <w:rsid w:val="00177540"/>
    <w:rsid w:val="001779F3"/>
    <w:rsid w:val="00177F31"/>
    <w:rsid w:val="001845B4"/>
    <w:rsid w:val="00186FA0"/>
    <w:rsid w:val="00191162"/>
    <w:rsid w:val="001952FA"/>
    <w:rsid w:val="0019745F"/>
    <w:rsid w:val="001A72C8"/>
    <w:rsid w:val="001B10F9"/>
    <w:rsid w:val="001B303D"/>
    <w:rsid w:val="001B75C4"/>
    <w:rsid w:val="001D1A5D"/>
    <w:rsid w:val="001D4D11"/>
    <w:rsid w:val="001D517B"/>
    <w:rsid w:val="001D73E9"/>
    <w:rsid w:val="001E21C7"/>
    <w:rsid w:val="001F1FFA"/>
    <w:rsid w:val="00200A87"/>
    <w:rsid w:val="00216003"/>
    <w:rsid w:val="00220244"/>
    <w:rsid w:val="002217A4"/>
    <w:rsid w:val="00222443"/>
    <w:rsid w:val="002258B6"/>
    <w:rsid w:val="00226BDE"/>
    <w:rsid w:val="00246557"/>
    <w:rsid w:val="00251F30"/>
    <w:rsid w:val="00256376"/>
    <w:rsid w:val="002600DE"/>
    <w:rsid w:val="00260443"/>
    <w:rsid w:val="0026288D"/>
    <w:rsid w:val="00263FCC"/>
    <w:rsid w:val="00270346"/>
    <w:rsid w:val="00274965"/>
    <w:rsid w:val="002848BE"/>
    <w:rsid w:val="002912A9"/>
    <w:rsid w:val="00291DA7"/>
    <w:rsid w:val="0029201B"/>
    <w:rsid w:val="0029378E"/>
    <w:rsid w:val="002A0CD4"/>
    <w:rsid w:val="002A5795"/>
    <w:rsid w:val="002A5B05"/>
    <w:rsid w:val="002B5C0D"/>
    <w:rsid w:val="002D535A"/>
    <w:rsid w:val="002E0B6F"/>
    <w:rsid w:val="002E2E34"/>
    <w:rsid w:val="002E647A"/>
    <w:rsid w:val="002F2A84"/>
    <w:rsid w:val="0030025D"/>
    <w:rsid w:val="00303880"/>
    <w:rsid w:val="003055C7"/>
    <w:rsid w:val="00306FE6"/>
    <w:rsid w:val="003130CA"/>
    <w:rsid w:val="00326D41"/>
    <w:rsid w:val="00334A01"/>
    <w:rsid w:val="003362B0"/>
    <w:rsid w:val="003410D9"/>
    <w:rsid w:val="00353CA8"/>
    <w:rsid w:val="00354B34"/>
    <w:rsid w:val="003603A7"/>
    <w:rsid w:val="00360E0E"/>
    <w:rsid w:val="00361827"/>
    <w:rsid w:val="00372D4F"/>
    <w:rsid w:val="003732CE"/>
    <w:rsid w:val="003807F9"/>
    <w:rsid w:val="003824D0"/>
    <w:rsid w:val="00391DB4"/>
    <w:rsid w:val="00392D42"/>
    <w:rsid w:val="00394191"/>
    <w:rsid w:val="003946F1"/>
    <w:rsid w:val="003A190D"/>
    <w:rsid w:val="003A3142"/>
    <w:rsid w:val="003A62C4"/>
    <w:rsid w:val="003A6402"/>
    <w:rsid w:val="003A6A99"/>
    <w:rsid w:val="003A7354"/>
    <w:rsid w:val="003B43E6"/>
    <w:rsid w:val="003B5365"/>
    <w:rsid w:val="003B629B"/>
    <w:rsid w:val="003C23D4"/>
    <w:rsid w:val="003C2CDB"/>
    <w:rsid w:val="003C2E90"/>
    <w:rsid w:val="003D038F"/>
    <w:rsid w:val="003D1F1C"/>
    <w:rsid w:val="003D5CB1"/>
    <w:rsid w:val="003D5F07"/>
    <w:rsid w:val="003D7CD2"/>
    <w:rsid w:val="003E1C48"/>
    <w:rsid w:val="003E43FE"/>
    <w:rsid w:val="003E4F69"/>
    <w:rsid w:val="003E5541"/>
    <w:rsid w:val="003F0E09"/>
    <w:rsid w:val="003F4F96"/>
    <w:rsid w:val="003F688C"/>
    <w:rsid w:val="00411807"/>
    <w:rsid w:val="00412709"/>
    <w:rsid w:val="0042556F"/>
    <w:rsid w:val="00427EB8"/>
    <w:rsid w:val="00460E17"/>
    <w:rsid w:val="00473415"/>
    <w:rsid w:val="00484228"/>
    <w:rsid w:val="00485CA6"/>
    <w:rsid w:val="00490EF9"/>
    <w:rsid w:val="00492C01"/>
    <w:rsid w:val="004968F7"/>
    <w:rsid w:val="004A4B26"/>
    <w:rsid w:val="004A6875"/>
    <w:rsid w:val="004B5016"/>
    <w:rsid w:val="004B692F"/>
    <w:rsid w:val="004C2431"/>
    <w:rsid w:val="004C650B"/>
    <w:rsid w:val="004C6762"/>
    <w:rsid w:val="004C6847"/>
    <w:rsid w:val="004D28CF"/>
    <w:rsid w:val="004D3DD3"/>
    <w:rsid w:val="004D53D4"/>
    <w:rsid w:val="004E4449"/>
    <w:rsid w:val="004F1B97"/>
    <w:rsid w:val="004F38D1"/>
    <w:rsid w:val="004F6C2A"/>
    <w:rsid w:val="005035BD"/>
    <w:rsid w:val="00504145"/>
    <w:rsid w:val="005074CD"/>
    <w:rsid w:val="005144E6"/>
    <w:rsid w:val="00517372"/>
    <w:rsid w:val="00522A5F"/>
    <w:rsid w:val="005244D7"/>
    <w:rsid w:val="00526614"/>
    <w:rsid w:val="005304C9"/>
    <w:rsid w:val="00531AF4"/>
    <w:rsid w:val="00532847"/>
    <w:rsid w:val="00535101"/>
    <w:rsid w:val="00540181"/>
    <w:rsid w:val="005438B3"/>
    <w:rsid w:val="00543B40"/>
    <w:rsid w:val="00546128"/>
    <w:rsid w:val="00551FE2"/>
    <w:rsid w:val="00571588"/>
    <w:rsid w:val="00581885"/>
    <w:rsid w:val="005853DD"/>
    <w:rsid w:val="00585A54"/>
    <w:rsid w:val="00587408"/>
    <w:rsid w:val="00596DE4"/>
    <w:rsid w:val="005970B9"/>
    <w:rsid w:val="005A65C5"/>
    <w:rsid w:val="005B0573"/>
    <w:rsid w:val="005B64CE"/>
    <w:rsid w:val="005C0D57"/>
    <w:rsid w:val="005C1753"/>
    <w:rsid w:val="005C3C3E"/>
    <w:rsid w:val="005C5233"/>
    <w:rsid w:val="005C5936"/>
    <w:rsid w:val="005D0C81"/>
    <w:rsid w:val="005D4468"/>
    <w:rsid w:val="005D71A9"/>
    <w:rsid w:val="005E1719"/>
    <w:rsid w:val="005E2396"/>
    <w:rsid w:val="005E7AE7"/>
    <w:rsid w:val="005F000E"/>
    <w:rsid w:val="005F1A30"/>
    <w:rsid w:val="005F22FE"/>
    <w:rsid w:val="005F23CA"/>
    <w:rsid w:val="00601DE1"/>
    <w:rsid w:val="00602EE4"/>
    <w:rsid w:val="00606EB7"/>
    <w:rsid w:val="00607BA3"/>
    <w:rsid w:val="00611445"/>
    <w:rsid w:val="00616187"/>
    <w:rsid w:val="00623745"/>
    <w:rsid w:val="0062650D"/>
    <w:rsid w:val="00626EDC"/>
    <w:rsid w:val="006275E0"/>
    <w:rsid w:val="006312DB"/>
    <w:rsid w:val="00631B60"/>
    <w:rsid w:val="00632595"/>
    <w:rsid w:val="00632DB7"/>
    <w:rsid w:val="00640AE1"/>
    <w:rsid w:val="00642A6F"/>
    <w:rsid w:val="00642C9F"/>
    <w:rsid w:val="006476D6"/>
    <w:rsid w:val="006547CD"/>
    <w:rsid w:val="00656A34"/>
    <w:rsid w:val="00663A2D"/>
    <w:rsid w:val="006660E6"/>
    <w:rsid w:val="006672FD"/>
    <w:rsid w:val="00672562"/>
    <w:rsid w:val="006835E1"/>
    <w:rsid w:val="00685621"/>
    <w:rsid w:val="006A122B"/>
    <w:rsid w:val="006A466F"/>
    <w:rsid w:val="006A54E2"/>
    <w:rsid w:val="006A5B59"/>
    <w:rsid w:val="006A789B"/>
    <w:rsid w:val="006B26F5"/>
    <w:rsid w:val="006B58C5"/>
    <w:rsid w:val="006C5BAE"/>
    <w:rsid w:val="006C6AD2"/>
    <w:rsid w:val="006D028A"/>
    <w:rsid w:val="006D08C0"/>
    <w:rsid w:val="006E1CFE"/>
    <w:rsid w:val="006E267D"/>
    <w:rsid w:val="006E6173"/>
    <w:rsid w:val="006E7C9E"/>
    <w:rsid w:val="006F2DAE"/>
    <w:rsid w:val="006F6952"/>
    <w:rsid w:val="0070058D"/>
    <w:rsid w:val="007006C1"/>
    <w:rsid w:val="00707B79"/>
    <w:rsid w:val="007145F3"/>
    <w:rsid w:val="007155A1"/>
    <w:rsid w:val="00717314"/>
    <w:rsid w:val="00723E09"/>
    <w:rsid w:val="00727A04"/>
    <w:rsid w:val="00727CA5"/>
    <w:rsid w:val="0073069F"/>
    <w:rsid w:val="00731047"/>
    <w:rsid w:val="00731362"/>
    <w:rsid w:val="00733280"/>
    <w:rsid w:val="007341C3"/>
    <w:rsid w:val="00735E4A"/>
    <w:rsid w:val="0074183C"/>
    <w:rsid w:val="00750AA0"/>
    <w:rsid w:val="00755C79"/>
    <w:rsid w:val="007574F4"/>
    <w:rsid w:val="00760351"/>
    <w:rsid w:val="00760980"/>
    <w:rsid w:val="007615B9"/>
    <w:rsid w:val="00762119"/>
    <w:rsid w:val="0076301C"/>
    <w:rsid w:val="0076384B"/>
    <w:rsid w:val="00765801"/>
    <w:rsid w:val="00765D0E"/>
    <w:rsid w:val="00770F2B"/>
    <w:rsid w:val="0078617B"/>
    <w:rsid w:val="00794457"/>
    <w:rsid w:val="00795056"/>
    <w:rsid w:val="00796DA1"/>
    <w:rsid w:val="00797BB0"/>
    <w:rsid w:val="007A4C41"/>
    <w:rsid w:val="007B55D0"/>
    <w:rsid w:val="007B63E7"/>
    <w:rsid w:val="007C2384"/>
    <w:rsid w:val="007D1362"/>
    <w:rsid w:val="007D4058"/>
    <w:rsid w:val="007D692F"/>
    <w:rsid w:val="007E232D"/>
    <w:rsid w:val="007E23FB"/>
    <w:rsid w:val="007E6DC3"/>
    <w:rsid w:val="007F511F"/>
    <w:rsid w:val="007F74B9"/>
    <w:rsid w:val="007F798C"/>
    <w:rsid w:val="008013EA"/>
    <w:rsid w:val="00804DB9"/>
    <w:rsid w:val="008072E4"/>
    <w:rsid w:val="0084647A"/>
    <w:rsid w:val="0084699B"/>
    <w:rsid w:val="008550CD"/>
    <w:rsid w:val="0085733E"/>
    <w:rsid w:val="008630D8"/>
    <w:rsid w:val="00867147"/>
    <w:rsid w:val="00886859"/>
    <w:rsid w:val="00890070"/>
    <w:rsid w:val="00892032"/>
    <w:rsid w:val="00892F5B"/>
    <w:rsid w:val="008A3A2D"/>
    <w:rsid w:val="008A738B"/>
    <w:rsid w:val="008B165D"/>
    <w:rsid w:val="008B770F"/>
    <w:rsid w:val="008C1097"/>
    <w:rsid w:val="008C32FD"/>
    <w:rsid w:val="008D0D10"/>
    <w:rsid w:val="008E61B7"/>
    <w:rsid w:val="008F4404"/>
    <w:rsid w:val="008F4506"/>
    <w:rsid w:val="008F4A34"/>
    <w:rsid w:val="0090131C"/>
    <w:rsid w:val="00904E99"/>
    <w:rsid w:val="00907CAA"/>
    <w:rsid w:val="009101CC"/>
    <w:rsid w:val="00911DB8"/>
    <w:rsid w:val="00923D5F"/>
    <w:rsid w:val="00933FED"/>
    <w:rsid w:val="00935797"/>
    <w:rsid w:val="009409AE"/>
    <w:rsid w:val="00942412"/>
    <w:rsid w:val="00943F8C"/>
    <w:rsid w:val="009441CC"/>
    <w:rsid w:val="00947C2D"/>
    <w:rsid w:val="0096254D"/>
    <w:rsid w:val="00962958"/>
    <w:rsid w:val="00967103"/>
    <w:rsid w:val="00967E74"/>
    <w:rsid w:val="009720FB"/>
    <w:rsid w:val="00980A18"/>
    <w:rsid w:val="00992133"/>
    <w:rsid w:val="009A1C79"/>
    <w:rsid w:val="009A7C35"/>
    <w:rsid w:val="009B2D4B"/>
    <w:rsid w:val="009B3DCF"/>
    <w:rsid w:val="009C3CDF"/>
    <w:rsid w:val="009D115A"/>
    <w:rsid w:val="009D6FEF"/>
    <w:rsid w:val="009E36D1"/>
    <w:rsid w:val="009E4E25"/>
    <w:rsid w:val="009F0C4E"/>
    <w:rsid w:val="009F23A3"/>
    <w:rsid w:val="009F4AD5"/>
    <w:rsid w:val="009F4D64"/>
    <w:rsid w:val="009F5ECE"/>
    <w:rsid w:val="00A006E3"/>
    <w:rsid w:val="00A0496B"/>
    <w:rsid w:val="00A064F9"/>
    <w:rsid w:val="00A07D9A"/>
    <w:rsid w:val="00A15D8F"/>
    <w:rsid w:val="00A204B9"/>
    <w:rsid w:val="00A260E4"/>
    <w:rsid w:val="00A26305"/>
    <w:rsid w:val="00A3013B"/>
    <w:rsid w:val="00A33A99"/>
    <w:rsid w:val="00A451A9"/>
    <w:rsid w:val="00A455B4"/>
    <w:rsid w:val="00A47419"/>
    <w:rsid w:val="00A56ED2"/>
    <w:rsid w:val="00A63192"/>
    <w:rsid w:val="00A70B76"/>
    <w:rsid w:val="00A710F6"/>
    <w:rsid w:val="00A7625A"/>
    <w:rsid w:val="00A76D5A"/>
    <w:rsid w:val="00A76EDA"/>
    <w:rsid w:val="00A80F9F"/>
    <w:rsid w:val="00A80FD3"/>
    <w:rsid w:val="00A85DCF"/>
    <w:rsid w:val="00A92860"/>
    <w:rsid w:val="00AA070F"/>
    <w:rsid w:val="00AA1ADB"/>
    <w:rsid w:val="00AA3FDE"/>
    <w:rsid w:val="00AB562B"/>
    <w:rsid w:val="00AB563A"/>
    <w:rsid w:val="00AB580E"/>
    <w:rsid w:val="00AB604F"/>
    <w:rsid w:val="00AB6E65"/>
    <w:rsid w:val="00AC5FB7"/>
    <w:rsid w:val="00AD1B16"/>
    <w:rsid w:val="00AD3786"/>
    <w:rsid w:val="00AD614E"/>
    <w:rsid w:val="00AD7197"/>
    <w:rsid w:val="00AE2B69"/>
    <w:rsid w:val="00AE509D"/>
    <w:rsid w:val="00AF0018"/>
    <w:rsid w:val="00AF2305"/>
    <w:rsid w:val="00AF3741"/>
    <w:rsid w:val="00AF5EF1"/>
    <w:rsid w:val="00AF5F40"/>
    <w:rsid w:val="00AF7ADE"/>
    <w:rsid w:val="00B06C5B"/>
    <w:rsid w:val="00B07A17"/>
    <w:rsid w:val="00B1466D"/>
    <w:rsid w:val="00B152C6"/>
    <w:rsid w:val="00B206C9"/>
    <w:rsid w:val="00B22A41"/>
    <w:rsid w:val="00B24359"/>
    <w:rsid w:val="00B2715C"/>
    <w:rsid w:val="00B32E5B"/>
    <w:rsid w:val="00B3398C"/>
    <w:rsid w:val="00B367C3"/>
    <w:rsid w:val="00B36C7A"/>
    <w:rsid w:val="00B41895"/>
    <w:rsid w:val="00B51FA9"/>
    <w:rsid w:val="00B649EA"/>
    <w:rsid w:val="00B7002F"/>
    <w:rsid w:val="00B76FF0"/>
    <w:rsid w:val="00BA0B9C"/>
    <w:rsid w:val="00BA37A0"/>
    <w:rsid w:val="00BA6ADE"/>
    <w:rsid w:val="00BA7D7D"/>
    <w:rsid w:val="00BC2BFF"/>
    <w:rsid w:val="00BC575E"/>
    <w:rsid w:val="00BC6C36"/>
    <w:rsid w:val="00BE0EAA"/>
    <w:rsid w:val="00BE10B0"/>
    <w:rsid w:val="00BE1770"/>
    <w:rsid w:val="00BE45C6"/>
    <w:rsid w:val="00BE518A"/>
    <w:rsid w:val="00BF0619"/>
    <w:rsid w:val="00C21452"/>
    <w:rsid w:val="00C27CC1"/>
    <w:rsid w:val="00C30000"/>
    <w:rsid w:val="00C31ECD"/>
    <w:rsid w:val="00C31F9D"/>
    <w:rsid w:val="00C37AA6"/>
    <w:rsid w:val="00C42FDD"/>
    <w:rsid w:val="00C4379C"/>
    <w:rsid w:val="00C44B59"/>
    <w:rsid w:val="00C4631F"/>
    <w:rsid w:val="00C47E99"/>
    <w:rsid w:val="00C51553"/>
    <w:rsid w:val="00C649C5"/>
    <w:rsid w:val="00C64C12"/>
    <w:rsid w:val="00C64DD9"/>
    <w:rsid w:val="00C67E16"/>
    <w:rsid w:val="00C83BB5"/>
    <w:rsid w:val="00C83ED2"/>
    <w:rsid w:val="00C8725A"/>
    <w:rsid w:val="00C93B74"/>
    <w:rsid w:val="00C94D04"/>
    <w:rsid w:val="00C954CA"/>
    <w:rsid w:val="00C97352"/>
    <w:rsid w:val="00CA1EFA"/>
    <w:rsid w:val="00CA1FEB"/>
    <w:rsid w:val="00CA6331"/>
    <w:rsid w:val="00CB348C"/>
    <w:rsid w:val="00CB36E0"/>
    <w:rsid w:val="00CB3DAB"/>
    <w:rsid w:val="00CB41F2"/>
    <w:rsid w:val="00CB5923"/>
    <w:rsid w:val="00CC1566"/>
    <w:rsid w:val="00CC5CE8"/>
    <w:rsid w:val="00CC6995"/>
    <w:rsid w:val="00CD78E2"/>
    <w:rsid w:val="00CE046A"/>
    <w:rsid w:val="00CE3679"/>
    <w:rsid w:val="00CE4B60"/>
    <w:rsid w:val="00CF12C4"/>
    <w:rsid w:val="00CF3ADB"/>
    <w:rsid w:val="00CF46C8"/>
    <w:rsid w:val="00D00B5A"/>
    <w:rsid w:val="00D018BB"/>
    <w:rsid w:val="00D12347"/>
    <w:rsid w:val="00D14015"/>
    <w:rsid w:val="00D1440F"/>
    <w:rsid w:val="00D15E81"/>
    <w:rsid w:val="00D25A0C"/>
    <w:rsid w:val="00D27E8D"/>
    <w:rsid w:val="00D32CEA"/>
    <w:rsid w:val="00D355F1"/>
    <w:rsid w:val="00D3645B"/>
    <w:rsid w:val="00D3747F"/>
    <w:rsid w:val="00D70D30"/>
    <w:rsid w:val="00D70D82"/>
    <w:rsid w:val="00D71F32"/>
    <w:rsid w:val="00D74584"/>
    <w:rsid w:val="00D74AB2"/>
    <w:rsid w:val="00D805D0"/>
    <w:rsid w:val="00D82164"/>
    <w:rsid w:val="00D869CD"/>
    <w:rsid w:val="00D93310"/>
    <w:rsid w:val="00D9734B"/>
    <w:rsid w:val="00D97E07"/>
    <w:rsid w:val="00DA08FD"/>
    <w:rsid w:val="00DB3D98"/>
    <w:rsid w:val="00DB60DB"/>
    <w:rsid w:val="00DB68A2"/>
    <w:rsid w:val="00DC1686"/>
    <w:rsid w:val="00DC424B"/>
    <w:rsid w:val="00DD04CD"/>
    <w:rsid w:val="00DE67AF"/>
    <w:rsid w:val="00DE6993"/>
    <w:rsid w:val="00DE76CE"/>
    <w:rsid w:val="00DF11EF"/>
    <w:rsid w:val="00DF1B28"/>
    <w:rsid w:val="00DF5FD6"/>
    <w:rsid w:val="00E0436E"/>
    <w:rsid w:val="00E1299C"/>
    <w:rsid w:val="00E1324A"/>
    <w:rsid w:val="00E2297B"/>
    <w:rsid w:val="00E27125"/>
    <w:rsid w:val="00E34666"/>
    <w:rsid w:val="00E37210"/>
    <w:rsid w:val="00E41162"/>
    <w:rsid w:val="00E4467E"/>
    <w:rsid w:val="00E45B69"/>
    <w:rsid w:val="00E52E66"/>
    <w:rsid w:val="00E52F1E"/>
    <w:rsid w:val="00E701E9"/>
    <w:rsid w:val="00E7650F"/>
    <w:rsid w:val="00E87CDD"/>
    <w:rsid w:val="00EA21B3"/>
    <w:rsid w:val="00EB697A"/>
    <w:rsid w:val="00EC30B3"/>
    <w:rsid w:val="00EC3248"/>
    <w:rsid w:val="00EC5FC1"/>
    <w:rsid w:val="00ED48FC"/>
    <w:rsid w:val="00ED4A77"/>
    <w:rsid w:val="00EE17BD"/>
    <w:rsid w:val="00EE3818"/>
    <w:rsid w:val="00EF4146"/>
    <w:rsid w:val="00EF5368"/>
    <w:rsid w:val="00EF7869"/>
    <w:rsid w:val="00F03112"/>
    <w:rsid w:val="00F0378C"/>
    <w:rsid w:val="00F11683"/>
    <w:rsid w:val="00F13852"/>
    <w:rsid w:val="00F206E9"/>
    <w:rsid w:val="00F23885"/>
    <w:rsid w:val="00F27FD3"/>
    <w:rsid w:val="00F317F6"/>
    <w:rsid w:val="00F31C12"/>
    <w:rsid w:val="00F40616"/>
    <w:rsid w:val="00F421DB"/>
    <w:rsid w:val="00F469AE"/>
    <w:rsid w:val="00F53C59"/>
    <w:rsid w:val="00F57FD3"/>
    <w:rsid w:val="00F6358A"/>
    <w:rsid w:val="00F65579"/>
    <w:rsid w:val="00F7077A"/>
    <w:rsid w:val="00F7235A"/>
    <w:rsid w:val="00F73FDA"/>
    <w:rsid w:val="00F84DE2"/>
    <w:rsid w:val="00F85369"/>
    <w:rsid w:val="00F85B11"/>
    <w:rsid w:val="00F91E18"/>
    <w:rsid w:val="00F96DDC"/>
    <w:rsid w:val="00FA1958"/>
    <w:rsid w:val="00FA535A"/>
    <w:rsid w:val="00FA5961"/>
    <w:rsid w:val="00FA6054"/>
    <w:rsid w:val="00FA7924"/>
    <w:rsid w:val="00FB2BDC"/>
    <w:rsid w:val="00FB63C8"/>
    <w:rsid w:val="00FC3267"/>
    <w:rsid w:val="00FC3441"/>
    <w:rsid w:val="00FD1DD4"/>
    <w:rsid w:val="00FE23EE"/>
    <w:rsid w:val="00FE7EAD"/>
    <w:rsid w:val="00FE7F6E"/>
    <w:rsid w:val="00FF13B5"/>
    <w:rsid w:val="00FF727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B644E34"/>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2"/>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9D115A"/>
    <w:pPr>
      <w:numPr>
        <w:ilvl w:val="1"/>
      </w:numPr>
      <w:spacing w:before="360" w:after="240"/>
      <w:outlineLvl w:val="1"/>
    </w:pPr>
    <w:rPr>
      <w:color w:val="00A6A3"/>
      <w:sz w:val="26"/>
      <w:szCs w:val="26"/>
      <w14:textFill>
        <w14:solidFill>
          <w14:srgbClr w14:val="00A6A3">
            <w14:lumMod w14:val="75000"/>
          </w14:srgbClr>
        </w14:solidFill>
      </w14:textFill>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2"/>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014879"/>
    <w:pPr>
      <w:tabs>
        <w:tab w:val="right" w:leader="dot" w:pos="9050"/>
      </w:tabs>
      <w:spacing w:before="0" w:after="0"/>
    </w:pPr>
    <w:rPr>
      <w:rFonts w:ascii="AvenirNext LT Pro LightCn" w:hAnsi="AvenirNext LT Pro LightCn" w:cs="Arial"/>
      <w:b/>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rPr>
      <w:sz w:val="20"/>
      <w:szCs w:val="20"/>
    </w:rPr>
  </w:style>
  <w:style w:type="character" w:styleId="Appelnotedebasdep">
    <w:name w:val="footnote reference"/>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9D115A"/>
    <w:rPr>
      <w:rFonts w:ascii="Raleway" w:eastAsiaTheme="majorEastAsia" w:hAnsi="Raleway" w:cstheme="majorBidi"/>
      <w:color w:val="00A6A3"/>
      <w:sz w:val="26"/>
      <w:szCs w:val="26"/>
      <w:lang w:eastAsia="en-US"/>
      <w14:textFill>
        <w14:solidFill>
          <w14:srgbClr w14:val="00A6A3">
            <w14:lumMod w14:val="75000"/>
          </w14:srgbClr>
        </w14:solidFill>
      </w14:textFill>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6A3"/>
      <w:sz w:val="24"/>
      <w:szCs w:val="24"/>
      <w:lang w:eastAsia="en-US"/>
      <w14:textFill>
        <w14:solidFill>
          <w14:srgbClr w14:val="00A6A3">
            <w14:lumMod w14:val="75000"/>
          </w14:srgbClr>
        </w14:solidFill>
      </w14:textFill>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2"/>
      </w:numPr>
    </w:pPr>
  </w:style>
  <w:style w:type="paragraph" w:styleId="TM1">
    <w:name w:val="toc 1"/>
    <w:basedOn w:val="Normal"/>
    <w:next w:val="Normal"/>
    <w:autoRedefine/>
    <w:uiPriority w:val="39"/>
    <w:unhideWhenUsed/>
    <w:rsid w:val="004D28CF"/>
    <w:pPr>
      <w:spacing w:after="100"/>
    </w:pPr>
  </w:style>
  <w:style w:type="paragraph" w:customStyle="1" w:styleId="Default">
    <w:name w:val="Default"/>
    <w:rsid w:val="00072C1C"/>
    <w:pPr>
      <w:autoSpaceDE w:val="0"/>
      <w:autoSpaceDN w:val="0"/>
      <w:adjustRightInd w:val="0"/>
    </w:pPr>
    <w:rPr>
      <w:rFonts w:ascii="Garamond" w:hAnsi="Garamond" w:cs="Garamond"/>
      <w:color w:val="000000"/>
      <w:sz w:val="24"/>
      <w:szCs w:val="24"/>
    </w:rPr>
  </w:style>
  <w:style w:type="paragraph" w:customStyle="1" w:styleId="RedTxt">
    <w:name w:val="RedTxt"/>
    <w:basedOn w:val="Normal"/>
    <w:uiPriority w:val="99"/>
    <w:rsid w:val="00072C1C"/>
    <w:pPr>
      <w:spacing w:before="0" w:after="0"/>
      <w:jc w:val="left"/>
    </w:pPr>
    <w:rPr>
      <w:rFonts w:ascii="Arial" w:eastAsia="Times New Roman" w:hAnsi="Arial" w:cs="Times New Roman"/>
      <w:sz w:val="18"/>
      <w:szCs w:val="20"/>
      <w:lang w:eastAsia="fr-FR"/>
    </w:rPr>
  </w:style>
  <w:style w:type="paragraph" w:styleId="Retraitnormal">
    <w:name w:val="Normal Indent"/>
    <w:basedOn w:val="Normal"/>
    <w:uiPriority w:val="99"/>
    <w:rsid w:val="00E701E9"/>
    <w:pPr>
      <w:spacing w:before="0" w:after="0"/>
      <w:ind w:left="708"/>
      <w:jc w:val="left"/>
    </w:pPr>
    <w:rPr>
      <w:rFonts w:ascii="CG Times" w:eastAsia="Times New Roman" w:hAnsi="CG Times" w:cs="Times New Roman"/>
      <w:sz w:val="24"/>
      <w:szCs w:val="24"/>
      <w:lang w:eastAsia="fr-FR"/>
    </w:rPr>
  </w:style>
  <w:style w:type="paragraph" w:styleId="NormalWeb">
    <w:name w:val="Normal (Web)"/>
    <w:basedOn w:val="Normal"/>
    <w:uiPriority w:val="99"/>
    <w:rsid w:val="00E701E9"/>
    <w:pPr>
      <w:spacing w:before="100" w:beforeAutospacing="1" w:after="100" w:afterAutospacing="1"/>
      <w:jc w:val="left"/>
    </w:pPr>
    <w:rPr>
      <w:rFonts w:ascii="Times New Roman" w:eastAsia="MS Mincho" w:hAnsi="Times New Roman" w:cs="Times New Roman"/>
      <w:sz w:val="24"/>
      <w:szCs w:val="24"/>
      <w:lang w:eastAsia="ja-JP"/>
    </w:rPr>
  </w:style>
  <w:style w:type="table" w:styleId="Grilledutableau">
    <w:name w:val="Table Grid"/>
    <w:basedOn w:val="TableauNormal"/>
    <w:rsid w:val="0079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392D42"/>
    <w:rPr>
      <w:rFonts w:ascii="AvenirNext LT Pro Cn" w:eastAsiaTheme="minorHAnsi" w:hAnsi="AvenirNext LT Pro Cn" w:cstheme="minorBidi"/>
      <w:sz w:val="22"/>
      <w:szCs w:val="22"/>
      <w:lang w:eastAsia="en-US"/>
    </w:rPr>
  </w:style>
  <w:style w:type="character" w:styleId="Textedelespacerserv">
    <w:name w:val="Placeholder Text"/>
    <w:basedOn w:val="Policepardfaut"/>
    <w:uiPriority w:val="99"/>
    <w:semiHidden/>
    <w:rsid w:val="00551FE2"/>
    <w:rPr>
      <w:color w:val="808080"/>
    </w:rPr>
  </w:style>
  <w:style w:type="character" w:customStyle="1" w:styleId="NotedebasdepageCar">
    <w:name w:val="Note de bas de page Car"/>
    <w:basedOn w:val="Policepardfaut"/>
    <w:link w:val="Notedebasdepage"/>
    <w:rsid w:val="0070058D"/>
    <w:rPr>
      <w:rFonts w:ascii="AvenirNext LT Pro Cn" w:eastAsiaTheme="minorHAnsi" w:hAnsi="AvenirNext LT Pro Cn" w:cstheme="minorBidi"/>
      <w:lang w:eastAsia="en-US"/>
    </w:rPr>
  </w:style>
  <w:style w:type="paragraph" w:customStyle="1" w:styleId="Texte">
    <w:name w:val="Texte"/>
    <w:basedOn w:val="Normal"/>
    <w:link w:val="TexteCar"/>
    <w:qFormat/>
    <w:rsid w:val="00A26305"/>
    <w:pPr>
      <w:spacing w:line="276" w:lineRule="auto"/>
    </w:pPr>
    <w:rPr>
      <w:rFonts w:ascii="Arial" w:eastAsia="Times New Roman" w:hAnsi="Arial" w:cs="Arial"/>
      <w:sz w:val="20"/>
      <w:szCs w:val="20"/>
      <w:lang w:eastAsia="fr-FR"/>
    </w:rPr>
  </w:style>
  <w:style w:type="character" w:customStyle="1" w:styleId="TexteCar">
    <w:name w:val="Texte Car"/>
    <w:basedOn w:val="Policepardfaut"/>
    <w:link w:val="Texte"/>
    <w:rsid w:val="00A26305"/>
    <w:rPr>
      <w:rFonts w:ascii="Arial" w:hAnsi="Arial" w:cs="Arial"/>
    </w:rPr>
  </w:style>
  <w:style w:type="paragraph" w:customStyle="1" w:styleId="Normal1">
    <w:name w:val="Normal1"/>
    <w:basedOn w:val="Normal"/>
    <w:rsid w:val="009B2D4B"/>
    <w:pPr>
      <w:keepLines/>
      <w:tabs>
        <w:tab w:val="left" w:pos="284"/>
        <w:tab w:val="left" w:pos="567"/>
        <w:tab w:val="left" w:pos="851"/>
        <w:tab w:val="left" w:pos="1134"/>
      </w:tabs>
      <w:spacing w:before="0" w:after="160" w:line="256" w:lineRule="auto"/>
      <w:ind w:firstLine="284"/>
    </w:pPr>
    <w:rPr>
      <w:rFonts w:ascii="Arial Narrow" w:eastAsiaTheme="minorEastAsia" w:hAnsi="Arial Narrow"/>
      <w:noProof/>
    </w:rPr>
  </w:style>
  <w:style w:type="character" w:styleId="Lienhypertextesuivivisit">
    <w:name w:val="FollowedHyperlink"/>
    <w:basedOn w:val="Policepardfaut"/>
    <w:semiHidden/>
    <w:unhideWhenUsed/>
    <w:rsid w:val="00412709"/>
    <w:rPr>
      <w:color w:val="800080" w:themeColor="followedHyperlink"/>
      <w:u w:val="single"/>
    </w:rPr>
  </w:style>
  <w:style w:type="character" w:styleId="lev">
    <w:name w:val="Strong"/>
    <w:basedOn w:val="Policepardfaut"/>
    <w:uiPriority w:val="22"/>
    <w:qFormat/>
    <w:rsid w:val="00DB60DB"/>
    <w:rPr>
      <w:b/>
      <w:bCs/>
    </w:rPr>
  </w:style>
  <w:style w:type="character" w:styleId="Accentuation">
    <w:name w:val="Emphasis"/>
    <w:basedOn w:val="Policepardfaut"/>
    <w:uiPriority w:val="20"/>
    <w:qFormat/>
    <w:rsid w:val="00D32C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71187">
      <w:bodyDiv w:val="1"/>
      <w:marLeft w:val="0"/>
      <w:marRight w:val="0"/>
      <w:marTop w:val="0"/>
      <w:marBottom w:val="0"/>
      <w:divBdr>
        <w:top w:val="none" w:sz="0" w:space="0" w:color="auto"/>
        <w:left w:val="none" w:sz="0" w:space="0" w:color="auto"/>
        <w:bottom w:val="none" w:sz="0" w:space="0" w:color="auto"/>
        <w:right w:val="none" w:sz="0" w:space="0" w:color="auto"/>
      </w:divBdr>
    </w:div>
    <w:div w:id="575867910">
      <w:bodyDiv w:val="1"/>
      <w:marLeft w:val="0"/>
      <w:marRight w:val="0"/>
      <w:marTop w:val="0"/>
      <w:marBottom w:val="0"/>
      <w:divBdr>
        <w:top w:val="none" w:sz="0" w:space="0" w:color="auto"/>
        <w:left w:val="none" w:sz="0" w:space="0" w:color="auto"/>
        <w:bottom w:val="none" w:sz="0" w:space="0" w:color="auto"/>
        <w:right w:val="none" w:sz="0" w:space="0" w:color="auto"/>
      </w:divBdr>
    </w:div>
    <w:div w:id="627273327">
      <w:bodyDiv w:val="1"/>
      <w:marLeft w:val="0"/>
      <w:marRight w:val="0"/>
      <w:marTop w:val="0"/>
      <w:marBottom w:val="0"/>
      <w:divBdr>
        <w:top w:val="none" w:sz="0" w:space="0" w:color="auto"/>
        <w:left w:val="none" w:sz="0" w:space="0" w:color="auto"/>
        <w:bottom w:val="none" w:sz="0" w:space="0" w:color="auto"/>
        <w:right w:val="none" w:sz="0" w:space="0" w:color="auto"/>
      </w:divBdr>
    </w:div>
    <w:div w:id="768160426">
      <w:bodyDiv w:val="1"/>
      <w:marLeft w:val="0"/>
      <w:marRight w:val="0"/>
      <w:marTop w:val="0"/>
      <w:marBottom w:val="0"/>
      <w:divBdr>
        <w:top w:val="none" w:sz="0" w:space="0" w:color="auto"/>
        <w:left w:val="none" w:sz="0" w:space="0" w:color="auto"/>
        <w:bottom w:val="none" w:sz="0" w:space="0" w:color="auto"/>
        <w:right w:val="none" w:sz="0" w:space="0" w:color="auto"/>
      </w:divBdr>
    </w:div>
    <w:div w:id="1335499165">
      <w:bodyDiv w:val="1"/>
      <w:marLeft w:val="0"/>
      <w:marRight w:val="0"/>
      <w:marTop w:val="0"/>
      <w:marBottom w:val="0"/>
      <w:divBdr>
        <w:top w:val="none" w:sz="0" w:space="0" w:color="auto"/>
        <w:left w:val="none" w:sz="0" w:space="0" w:color="auto"/>
        <w:bottom w:val="none" w:sz="0" w:space="0" w:color="auto"/>
        <w:right w:val="none" w:sz="0" w:space="0" w:color="auto"/>
      </w:divBdr>
    </w:div>
    <w:div w:id="1380015208">
      <w:bodyDiv w:val="1"/>
      <w:marLeft w:val="0"/>
      <w:marRight w:val="0"/>
      <w:marTop w:val="0"/>
      <w:marBottom w:val="0"/>
      <w:divBdr>
        <w:top w:val="none" w:sz="0" w:space="0" w:color="auto"/>
        <w:left w:val="none" w:sz="0" w:space="0" w:color="auto"/>
        <w:bottom w:val="none" w:sz="0" w:space="0" w:color="auto"/>
        <w:right w:val="none" w:sz="0" w:space="0" w:color="auto"/>
      </w:divBdr>
    </w:div>
    <w:div w:id="1490437211">
      <w:bodyDiv w:val="1"/>
      <w:marLeft w:val="0"/>
      <w:marRight w:val="0"/>
      <w:marTop w:val="0"/>
      <w:marBottom w:val="0"/>
      <w:divBdr>
        <w:top w:val="none" w:sz="0" w:space="0" w:color="auto"/>
        <w:left w:val="none" w:sz="0" w:space="0" w:color="auto"/>
        <w:bottom w:val="none" w:sz="0" w:space="0" w:color="auto"/>
        <w:right w:val="none" w:sz="0" w:space="0" w:color="auto"/>
      </w:divBdr>
    </w:div>
    <w:div w:id="1644695663">
      <w:bodyDiv w:val="1"/>
      <w:marLeft w:val="0"/>
      <w:marRight w:val="0"/>
      <w:marTop w:val="0"/>
      <w:marBottom w:val="0"/>
      <w:divBdr>
        <w:top w:val="none" w:sz="0" w:space="0" w:color="auto"/>
        <w:left w:val="none" w:sz="0" w:space="0" w:color="auto"/>
        <w:bottom w:val="none" w:sz="0" w:space="0" w:color="auto"/>
        <w:right w:val="none" w:sz="0" w:space="0" w:color="auto"/>
      </w:divBdr>
    </w:div>
    <w:div w:id="1646542721">
      <w:bodyDiv w:val="1"/>
      <w:marLeft w:val="0"/>
      <w:marRight w:val="0"/>
      <w:marTop w:val="0"/>
      <w:marBottom w:val="0"/>
      <w:divBdr>
        <w:top w:val="none" w:sz="0" w:space="0" w:color="auto"/>
        <w:left w:val="none" w:sz="0" w:space="0" w:color="auto"/>
        <w:bottom w:val="none" w:sz="0" w:space="0" w:color="auto"/>
        <w:right w:val="none" w:sz="0" w:space="0" w:color="auto"/>
      </w:divBdr>
      <w:divsChild>
        <w:div w:id="794327708">
          <w:marLeft w:val="0"/>
          <w:marRight w:val="0"/>
          <w:marTop w:val="0"/>
          <w:marBottom w:val="0"/>
          <w:divBdr>
            <w:top w:val="none" w:sz="0" w:space="0" w:color="auto"/>
            <w:left w:val="none" w:sz="0" w:space="0" w:color="auto"/>
            <w:bottom w:val="none" w:sz="0" w:space="0" w:color="auto"/>
            <w:right w:val="none" w:sz="0" w:space="0" w:color="auto"/>
          </w:divBdr>
          <w:divsChild>
            <w:div w:id="1074201421">
              <w:marLeft w:val="0"/>
              <w:marRight w:val="0"/>
              <w:marTop w:val="0"/>
              <w:marBottom w:val="0"/>
              <w:divBdr>
                <w:top w:val="none" w:sz="0" w:space="0" w:color="auto"/>
                <w:left w:val="none" w:sz="0" w:space="0" w:color="auto"/>
                <w:bottom w:val="none" w:sz="0" w:space="0" w:color="auto"/>
                <w:right w:val="none" w:sz="0" w:space="0" w:color="auto"/>
              </w:divBdr>
              <w:divsChild>
                <w:div w:id="133372">
                  <w:marLeft w:val="0"/>
                  <w:marRight w:val="0"/>
                  <w:marTop w:val="0"/>
                  <w:marBottom w:val="0"/>
                  <w:divBdr>
                    <w:top w:val="none" w:sz="0" w:space="0" w:color="auto"/>
                    <w:left w:val="none" w:sz="0" w:space="0" w:color="auto"/>
                    <w:bottom w:val="none" w:sz="0" w:space="0" w:color="auto"/>
                    <w:right w:val="none" w:sz="0" w:space="0" w:color="auto"/>
                  </w:divBdr>
                  <w:divsChild>
                    <w:div w:id="519010049">
                      <w:marLeft w:val="0"/>
                      <w:marRight w:val="0"/>
                      <w:marTop w:val="0"/>
                      <w:marBottom w:val="0"/>
                      <w:divBdr>
                        <w:top w:val="none" w:sz="0" w:space="0" w:color="auto"/>
                        <w:left w:val="none" w:sz="0" w:space="0" w:color="auto"/>
                        <w:bottom w:val="none" w:sz="0" w:space="0" w:color="auto"/>
                        <w:right w:val="none" w:sz="0" w:space="0" w:color="auto"/>
                      </w:divBdr>
                      <w:divsChild>
                        <w:div w:id="1788237053">
                          <w:marLeft w:val="0"/>
                          <w:marRight w:val="0"/>
                          <w:marTop w:val="0"/>
                          <w:marBottom w:val="0"/>
                          <w:divBdr>
                            <w:top w:val="none" w:sz="0" w:space="0" w:color="auto"/>
                            <w:left w:val="none" w:sz="0" w:space="0" w:color="auto"/>
                            <w:bottom w:val="none" w:sz="0" w:space="0" w:color="auto"/>
                            <w:right w:val="none" w:sz="0" w:space="0" w:color="auto"/>
                          </w:divBdr>
                          <w:divsChild>
                            <w:div w:id="1649169416">
                              <w:marLeft w:val="0"/>
                              <w:marRight w:val="0"/>
                              <w:marTop w:val="0"/>
                              <w:marBottom w:val="0"/>
                              <w:divBdr>
                                <w:top w:val="none" w:sz="0" w:space="0" w:color="auto"/>
                                <w:left w:val="none" w:sz="0" w:space="0" w:color="auto"/>
                                <w:bottom w:val="none" w:sz="0" w:space="0" w:color="auto"/>
                                <w:right w:val="none" w:sz="0" w:space="0" w:color="auto"/>
                              </w:divBdr>
                              <w:divsChild>
                                <w:div w:id="1216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0986">
      <w:bodyDiv w:val="1"/>
      <w:marLeft w:val="0"/>
      <w:marRight w:val="0"/>
      <w:marTop w:val="0"/>
      <w:marBottom w:val="0"/>
      <w:divBdr>
        <w:top w:val="none" w:sz="0" w:space="0" w:color="auto"/>
        <w:left w:val="none" w:sz="0" w:space="0" w:color="auto"/>
        <w:bottom w:val="none" w:sz="0" w:space="0" w:color="auto"/>
        <w:right w:val="none" w:sz="0" w:space="0" w:color="auto"/>
      </w:divBdr>
    </w:div>
    <w:div w:id="1671911287">
      <w:bodyDiv w:val="1"/>
      <w:marLeft w:val="0"/>
      <w:marRight w:val="0"/>
      <w:marTop w:val="0"/>
      <w:marBottom w:val="0"/>
      <w:divBdr>
        <w:top w:val="none" w:sz="0" w:space="0" w:color="auto"/>
        <w:left w:val="none" w:sz="0" w:space="0" w:color="auto"/>
        <w:bottom w:val="none" w:sz="0" w:space="0" w:color="auto"/>
        <w:right w:val="none" w:sz="0" w:space="0" w:color="auto"/>
      </w:divBdr>
    </w:div>
    <w:div w:id="171750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rsidR="000F4AF5" w:rsidRDefault="000F4AF5" w:rsidP="000F4AF5">
          <w:pPr>
            <w:pStyle w:val="6DA23371DB6C482D92F912D6CFE9C1453"/>
          </w:pPr>
          <w:r w:rsidRPr="001051F5">
            <w:rPr>
              <w:rStyle w:val="Textedelespacerserv"/>
              <w:shd w:val="clear" w:color="auto" w:fill="70AD47" w:themeFill="accent6"/>
            </w:rPr>
            <w:t>Choisissez un élément.</w:t>
          </w:r>
        </w:p>
      </w:docPartBody>
    </w:docPart>
    <w:docPart>
      <w:docPartPr>
        <w:name w:val="B93E46833A694335B9D56EEC1E5E6F3B"/>
        <w:category>
          <w:name w:val="Général"/>
          <w:gallery w:val="placeholder"/>
        </w:category>
        <w:types>
          <w:type w:val="bbPlcHdr"/>
        </w:types>
        <w:behaviors>
          <w:behavior w:val="content"/>
        </w:behaviors>
        <w:guid w:val="{9B292BBE-FD2D-46FE-8349-FF41C0CECD18}"/>
      </w:docPartPr>
      <w:docPartBody>
        <w:p w:rsidR="000F4AF5" w:rsidRDefault="000F4AF5" w:rsidP="000F4AF5">
          <w:pPr>
            <w:pStyle w:val="B93E46833A694335B9D56EEC1E5E6F3B2"/>
          </w:pPr>
          <w:r w:rsidRPr="000D2752">
            <w:rPr>
              <w:rStyle w:val="Textedelespacerserv"/>
              <w:shd w:val="clear" w:color="auto" w:fill="70AD47" w:themeFill="accent6"/>
            </w:rPr>
            <w:t>Choisissez un élément.</w:t>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rsidR="000F4AF5" w:rsidRDefault="000F4AF5" w:rsidP="000F4AF5">
          <w:pPr>
            <w:pStyle w:val="5DDACFDCF2544FF7B1A2C8D4C3930E2A1"/>
          </w:pPr>
          <w:r w:rsidRPr="000D2752">
            <w:rPr>
              <w:rStyle w:val="Textedelespacerserv"/>
              <w:shd w:val="clear" w:color="auto" w:fill="70AD47" w:themeFill="accent6"/>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4000ACFF" w:usb2="00000001"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enirNext LT Pro LightCn">
    <w:panose1 w:val="020B0406020202020204"/>
    <w:charset w:val="00"/>
    <w:family w:val="swiss"/>
    <w:notTrueType/>
    <w:pitch w:val="variable"/>
    <w:sig w:usb0="800000AF" w:usb1="5000204A" w:usb2="00000000" w:usb3="00000000" w:csb0="00000093"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G Times">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5D"/>
    <w:rsid w:val="00020ED5"/>
    <w:rsid w:val="0007594E"/>
    <w:rsid w:val="000802D0"/>
    <w:rsid w:val="000F4AF5"/>
    <w:rsid w:val="00175458"/>
    <w:rsid w:val="001E1735"/>
    <w:rsid w:val="001F7C24"/>
    <w:rsid w:val="002A49A0"/>
    <w:rsid w:val="002B61EA"/>
    <w:rsid w:val="00380F5D"/>
    <w:rsid w:val="003F16E7"/>
    <w:rsid w:val="003F69EB"/>
    <w:rsid w:val="004E52ED"/>
    <w:rsid w:val="00524A54"/>
    <w:rsid w:val="005444AB"/>
    <w:rsid w:val="0057546C"/>
    <w:rsid w:val="006C7C4B"/>
    <w:rsid w:val="006D5E61"/>
    <w:rsid w:val="00752515"/>
    <w:rsid w:val="007563E0"/>
    <w:rsid w:val="008235DE"/>
    <w:rsid w:val="008A5EE0"/>
    <w:rsid w:val="008E3B0E"/>
    <w:rsid w:val="00B06B50"/>
    <w:rsid w:val="00B67CBD"/>
    <w:rsid w:val="00BA15A1"/>
    <w:rsid w:val="00BC1F4E"/>
    <w:rsid w:val="00BC6F7C"/>
    <w:rsid w:val="00BE038D"/>
    <w:rsid w:val="00C06AF6"/>
    <w:rsid w:val="00CD0DCD"/>
    <w:rsid w:val="00D5400C"/>
    <w:rsid w:val="00D71E4F"/>
    <w:rsid w:val="00DA4638"/>
    <w:rsid w:val="00F267ED"/>
    <w:rsid w:val="00F3763A"/>
    <w:rsid w:val="00F92B8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AF5"/>
    <w:rPr>
      <w:color w:val="808080"/>
    </w:rPr>
  </w:style>
  <w:style w:type="paragraph" w:customStyle="1" w:styleId="6DA23371DB6C482D92F912D6CFE9C1453">
    <w:name w:val="6DA23371DB6C482D92F912D6CFE9C1453"/>
    <w:rsid w:val="000F4AF5"/>
    <w:pPr>
      <w:spacing w:before="120" w:after="120" w:line="240" w:lineRule="auto"/>
      <w:ind w:left="708"/>
      <w:jc w:val="both"/>
    </w:pPr>
    <w:rPr>
      <w:rFonts w:ascii="AvenirNext LT Pro Cn" w:eastAsiaTheme="minorHAnsi" w:hAnsi="AvenirNext LT Pro Cn"/>
      <w:lang w:eastAsia="en-US"/>
    </w:rPr>
  </w:style>
  <w:style w:type="paragraph" w:customStyle="1" w:styleId="B93E46833A694335B9D56EEC1E5E6F3B2">
    <w:name w:val="B93E46833A694335B9D56EEC1E5E6F3B2"/>
    <w:rsid w:val="000F4AF5"/>
    <w:pPr>
      <w:spacing w:before="120" w:after="120" w:line="240" w:lineRule="auto"/>
      <w:jc w:val="both"/>
    </w:pPr>
    <w:rPr>
      <w:rFonts w:ascii="AvenirNext LT Pro Cn" w:eastAsiaTheme="minorHAnsi" w:hAnsi="AvenirNext LT Pro Cn"/>
      <w:lang w:eastAsia="en-US"/>
    </w:rPr>
  </w:style>
  <w:style w:type="paragraph" w:customStyle="1" w:styleId="5DDACFDCF2544FF7B1A2C8D4C3930E2A1">
    <w:name w:val="5DDACFDCF2544FF7B1A2C8D4C3930E2A1"/>
    <w:rsid w:val="000F4AF5"/>
    <w:pPr>
      <w:spacing w:before="120" w:after="120" w:line="240" w:lineRule="auto"/>
      <w:jc w:val="both"/>
    </w:pPr>
    <w:rPr>
      <w:rFonts w:ascii="AvenirNext LT Pro Cn" w:eastAsiaTheme="minorHAnsi" w:hAnsi="AvenirNext LT Pro C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5024C02-BA8D-458A-89E8-041C79A16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Template>
  <TotalTime>115</TotalTime>
  <Pages>21</Pages>
  <Words>6886</Words>
  <Characters>42092</Characters>
  <Application>Microsoft Office Word</Application>
  <DocSecurity>0</DocSecurity>
  <Lines>350</Lines>
  <Paragraphs>97</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48881</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Corinne Berthezene</cp:lastModifiedBy>
  <cp:revision>7</cp:revision>
  <cp:lastPrinted>2021-11-22T15:07:00Z</cp:lastPrinted>
  <dcterms:created xsi:type="dcterms:W3CDTF">2025-07-10T16:01:00Z</dcterms:created>
  <dcterms:modified xsi:type="dcterms:W3CDTF">2025-07-17T10:44:00Z</dcterms:modified>
</cp:coreProperties>
</file>